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9FC90" w14:textId="5F793267" w:rsidR="003E0C86" w:rsidRPr="003E0C86" w:rsidRDefault="003E0C86" w:rsidP="003E0C86">
      <w:pPr>
        <w:rPr>
          <w:lang w:eastAsia="zh-CN"/>
        </w:rPr>
      </w:pPr>
      <w:bookmarkStart w:id="0" w:name="_Toc291517483"/>
    </w:p>
    <w:p w14:paraId="7E5DD0AD" w14:textId="77777777" w:rsidR="003E0C86" w:rsidRPr="003E0C86" w:rsidRDefault="003E0C86" w:rsidP="003E0C86">
      <w:pPr>
        <w:rPr>
          <w:lang w:eastAsia="zh-CN"/>
        </w:rPr>
      </w:pPr>
    </w:p>
    <w:p w14:paraId="6831DDB5" w14:textId="77777777" w:rsidR="003E0C86" w:rsidRPr="003E0C86" w:rsidRDefault="003E0C86" w:rsidP="003E0C86">
      <w:pPr>
        <w:rPr>
          <w:lang w:eastAsia="zh-CN"/>
        </w:rPr>
      </w:pPr>
    </w:p>
    <w:p w14:paraId="6E6C5F28" w14:textId="77777777" w:rsidR="003E0C86" w:rsidRPr="003E0C86" w:rsidRDefault="003E0C86" w:rsidP="003E0C86">
      <w:pPr>
        <w:rPr>
          <w:lang w:eastAsia="zh-CN"/>
        </w:rPr>
      </w:pPr>
    </w:p>
    <w:p w14:paraId="591999C0" w14:textId="77777777" w:rsidR="003E0C86" w:rsidRPr="003E0C86" w:rsidRDefault="003E0C86" w:rsidP="003E0C86">
      <w:pPr>
        <w:rPr>
          <w:lang w:eastAsia="zh-CN"/>
        </w:rPr>
      </w:pPr>
    </w:p>
    <w:p w14:paraId="29773031" w14:textId="77777777" w:rsidR="003E0C86" w:rsidRPr="003E0C86" w:rsidRDefault="003E0C86" w:rsidP="003E0C86">
      <w:pPr>
        <w:rPr>
          <w:lang w:eastAsia="zh-CN"/>
        </w:rPr>
      </w:pPr>
    </w:p>
    <w:p w14:paraId="4C30947C" w14:textId="77777777" w:rsidR="003E0C86" w:rsidRPr="003E0C86" w:rsidRDefault="003E0C86" w:rsidP="003E0C86">
      <w:pPr>
        <w:rPr>
          <w:lang w:eastAsia="zh-CN"/>
        </w:rPr>
      </w:pPr>
    </w:p>
    <w:p w14:paraId="3C1C5737" w14:textId="77777777" w:rsidR="003E0C86" w:rsidRPr="003E0C86" w:rsidRDefault="003E0C86" w:rsidP="003E0C86">
      <w:pPr>
        <w:rPr>
          <w:lang w:eastAsia="zh-CN"/>
        </w:rPr>
      </w:pPr>
    </w:p>
    <w:p w14:paraId="184E0FE6" w14:textId="77777777" w:rsidR="003E0C86" w:rsidRPr="003E0C86" w:rsidRDefault="003E0C86" w:rsidP="003E0C86">
      <w:pPr>
        <w:rPr>
          <w:lang w:eastAsia="zh-CN"/>
        </w:rPr>
      </w:pPr>
    </w:p>
    <w:p w14:paraId="64091DE7" w14:textId="77777777" w:rsidR="003E0C86" w:rsidRPr="003E0C86" w:rsidRDefault="003E0C86" w:rsidP="003E0C86">
      <w:pPr>
        <w:rPr>
          <w:lang w:eastAsia="zh-CN"/>
        </w:rPr>
      </w:pPr>
    </w:p>
    <w:p w14:paraId="724945A0" w14:textId="77777777" w:rsidR="003E0C86" w:rsidRPr="003E0C86" w:rsidRDefault="003E0C86" w:rsidP="003E0C86">
      <w:pPr>
        <w:rPr>
          <w:lang w:eastAsia="zh-CN"/>
        </w:rPr>
      </w:pPr>
    </w:p>
    <w:p w14:paraId="4105BF51" w14:textId="77777777" w:rsidR="003E0C86" w:rsidRPr="003E0C86" w:rsidRDefault="003E0C86" w:rsidP="003E0C86">
      <w:pPr>
        <w:rPr>
          <w:lang w:eastAsia="zh-CN"/>
        </w:rPr>
      </w:pPr>
    </w:p>
    <w:p w14:paraId="761C4647" w14:textId="77777777" w:rsidR="003E0C86" w:rsidRPr="003E0C86" w:rsidRDefault="003E0C86" w:rsidP="003E0C86">
      <w:pPr>
        <w:rPr>
          <w:lang w:eastAsia="zh-CN"/>
        </w:rPr>
      </w:pPr>
    </w:p>
    <w:p w14:paraId="1961A71D" w14:textId="35C0F7EC" w:rsidR="003E0C86" w:rsidRDefault="003E0C86" w:rsidP="003E0C86">
      <w:pPr>
        <w:rPr>
          <w:lang w:eastAsia="zh-CN"/>
        </w:rPr>
      </w:pPr>
    </w:p>
    <w:p w14:paraId="74B830E8" w14:textId="77777777" w:rsidR="003E0C86" w:rsidRPr="003E0C86" w:rsidRDefault="003E0C86" w:rsidP="003E0C86">
      <w:pPr>
        <w:rPr>
          <w:lang w:eastAsia="zh-CN"/>
        </w:rPr>
      </w:pPr>
    </w:p>
    <w:p w14:paraId="0040C603" w14:textId="77777777" w:rsidR="003E0C86" w:rsidRPr="003E0C86" w:rsidRDefault="003E0C86" w:rsidP="003E0C86">
      <w:pPr>
        <w:rPr>
          <w:lang w:eastAsia="zh-CN"/>
        </w:rPr>
      </w:pPr>
    </w:p>
    <w:p w14:paraId="1F9A073E" w14:textId="77777777" w:rsidR="003E0C86" w:rsidRDefault="003E0C86" w:rsidP="003E0C86">
      <w:pPr>
        <w:rPr>
          <w:lang w:eastAsia="zh-CN"/>
        </w:rPr>
      </w:pPr>
    </w:p>
    <w:p w14:paraId="1C43E2D0" w14:textId="77777777" w:rsidR="003E0C86" w:rsidRPr="003E0C86" w:rsidRDefault="003E0C86" w:rsidP="003E0C86">
      <w:pPr>
        <w:rPr>
          <w:lang w:eastAsia="zh-CN"/>
        </w:rPr>
      </w:pPr>
    </w:p>
    <w:p w14:paraId="46F3E264" w14:textId="08273FAF" w:rsidR="003E0C86" w:rsidRDefault="003E0C86" w:rsidP="003E0C86">
      <w:pPr>
        <w:tabs>
          <w:tab w:val="left" w:pos="3987"/>
        </w:tabs>
        <w:rPr>
          <w:lang w:eastAsia="zh-CN"/>
        </w:rPr>
      </w:pPr>
      <w:r>
        <w:rPr>
          <w:lang w:eastAsia="zh-CN"/>
        </w:rPr>
        <w:tab/>
      </w:r>
    </w:p>
    <w:p w14:paraId="5F31D851" w14:textId="189E00BE" w:rsidR="003E0C86" w:rsidRPr="003E0C86" w:rsidRDefault="005F4E5C" w:rsidP="003E0C86">
      <w:pPr>
        <w:keepNext/>
        <w:widowControl w:val="0"/>
        <w:tabs>
          <w:tab w:val="left" w:pos="993"/>
        </w:tabs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Том</w:t>
      </w:r>
      <w:r w:rsidR="003E0C86" w:rsidRPr="003E0C8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C5E0E">
        <w:rPr>
          <w:rFonts w:ascii="Times New Roman" w:hAnsi="Times New Roman"/>
          <w:b/>
          <w:bCs/>
          <w:sz w:val="28"/>
          <w:szCs w:val="28"/>
        </w:rPr>
        <w:t>1</w:t>
      </w:r>
      <w:r w:rsidR="003E0C86" w:rsidRPr="003E0C86">
        <w:rPr>
          <w:rFonts w:ascii="Times New Roman" w:hAnsi="Times New Roman"/>
          <w:b/>
          <w:bCs/>
          <w:sz w:val="28"/>
          <w:szCs w:val="28"/>
        </w:rPr>
        <w:t>. Основная часть проекта планировки территории. Положение о размещении линейных объектов.</w:t>
      </w:r>
    </w:p>
    <w:p w14:paraId="78035DB5" w14:textId="59C76588" w:rsidR="001F2B53" w:rsidRDefault="001F2B53" w:rsidP="003E0C86">
      <w:pPr>
        <w:tabs>
          <w:tab w:val="left" w:pos="3987"/>
        </w:tabs>
        <w:jc w:val="center"/>
        <w:rPr>
          <w:b/>
          <w:lang w:eastAsia="zh-CN"/>
        </w:rPr>
      </w:pPr>
    </w:p>
    <w:p w14:paraId="6188A507" w14:textId="77777777" w:rsidR="001F2B53" w:rsidRPr="001F2B53" w:rsidRDefault="001F2B53" w:rsidP="001F2B53">
      <w:pPr>
        <w:rPr>
          <w:lang w:eastAsia="zh-CN"/>
        </w:rPr>
      </w:pPr>
    </w:p>
    <w:p w14:paraId="1288C3B4" w14:textId="77777777" w:rsidR="001F2B53" w:rsidRPr="001F2B53" w:rsidRDefault="001F2B53" w:rsidP="001F2B53">
      <w:pPr>
        <w:rPr>
          <w:lang w:eastAsia="zh-CN"/>
        </w:rPr>
      </w:pPr>
    </w:p>
    <w:p w14:paraId="61CA870A" w14:textId="77777777" w:rsidR="001F2B53" w:rsidRPr="001F2B53" w:rsidRDefault="001F2B53" w:rsidP="001F2B53">
      <w:pPr>
        <w:rPr>
          <w:lang w:eastAsia="zh-CN"/>
        </w:rPr>
      </w:pPr>
    </w:p>
    <w:p w14:paraId="1853FAF5" w14:textId="77777777" w:rsidR="001F2B53" w:rsidRPr="001F2B53" w:rsidRDefault="001F2B53" w:rsidP="001F2B53">
      <w:pPr>
        <w:rPr>
          <w:lang w:eastAsia="zh-CN"/>
        </w:rPr>
      </w:pPr>
    </w:p>
    <w:p w14:paraId="73F66DD5" w14:textId="77777777" w:rsidR="001F2B53" w:rsidRPr="001F2B53" w:rsidRDefault="001F2B53" w:rsidP="001F2B53">
      <w:pPr>
        <w:rPr>
          <w:lang w:eastAsia="zh-CN"/>
        </w:rPr>
      </w:pPr>
    </w:p>
    <w:p w14:paraId="713471ED" w14:textId="77777777" w:rsidR="001F2B53" w:rsidRPr="001F2B53" w:rsidRDefault="001F2B53" w:rsidP="001F2B53">
      <w:pPr>
        <w:rPr>
          <w:lang w:eastAsia="zh-CN"/>
        </w:rPr>
      </w:pPr>
    </w:p>
    <w:p w14:paraId="18C75EB0" w14:textId="77777777" w:rsidR="001F2B53" w:rsidRPr="001F2B53" w:rsidRDefault="001F2B53" w:rsidP="001F2B53">
      <w:pPr>
        <w:rPr>
          <w:lang w:eastAsia="zh-CN"/>
        </w:rPr>
      </w:pPr>
    </w:p>
    <w:p w14:paraId="102E59B8" w14:textId="77777777" w:rsidR="001F2B53" w:rsidRPr="001F2B53" w:rsidRDefault="001F2B53" w:rsidP="001F2B53">
      <w:pPr>
        <w:rPr>
          <w:lang w:eastAsia="zh-CN"/>
        </w:rPr>
      </w:pPr>
    </w:p>
    <w:p w14:paraId="49762516" w14:textId="77777777" w:rsidR="001F2B53" w:rsidRPr="001F2B53" w:rsidRDefault="001F2B53" w:rsidP="001F2B53">
      <w:pPr>
        <w:rPr>
          <w:lang w:eastAsia="zh-CN"/>
        </w:rPr>
      </w:pPr>
    </w:p>
    <w:p w14:paraId="518F080B" w14:textId="547994A8" w:rsidR="001F2B53" w:rsidRDefault="001F2B53" w:rsidP="001F2B53">
      <w:pPr>
        <w:rPr>
          <w:lang w:eastAsia="zh-CN"/>
        </w:rPr>
      </w:pPr>
    </w:p>
    <w:p w14:paraId="684D7FE1" w14:textId="77777777" w:rsidR="001F2B53" w:rsidRPr="001F2B53" w:rsidRDefault="001F2B53" w:rsidP="001F2B53">
      <w:pPr>
        <w:rPr>
          <w:lang w:eastAsia="zh-CN"/>
        </w:rPr>
      </w:pPr>
    </w:p>
    <w:p w14:paraId="5748DECD" w14:textId="002FBFE5" w:rsidR="001F2B53" w:rsidRDefault="001F2B53" w:rsidP="001F2B53">
      <w:pPr>
        <w:rPr>
          <w:lang w:eastAsia="zh-CN"/>
        </w:rPr>
      </w:pPr>
    </w:p>
    <w:p w14:paraId="42E16FE9" w14:textId="5D8F0E91" w:rsidR="009620B0" w:rsidRPr="001F2B53" w:rsidRDefault="001F2B53" w:rsidP="001F2B53">
      <w:pPr>
        <w:tabs>
          <w:tab w:val="center" w:pos="5386"/>
        </w:tabs>
        <w:rPr>
          <w:lang w:eastAsia="zh-CN"/>
        </w:rPr>
        <w:sectPr w:rsidR="009620B0" w:rsidRPr="001F2B53" w:rsidSect="009046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95" w:right="567" w:bottom="426" w:left="1276" w:header="708" w:footer="659" w:gutter="0"/>
          <w:cols w:space="708"/>
          <w:titlePg/>
          <w:docGrid w:linePitch="360"/>
        </w:sectPr>
      </w:pPr>
      <w:r>
        <w:rPr>
          <w:lang w:eastAsia="zh-CN"/>
        </w:rPr>
        <w:tab/>
      </w:r>
    </w:p>
    <w:p w14:paraId="658546A9" w14:textId="77777777" w:rsidR="009620B0" w:rsidRPr="00E80561" w:rsidRDefault="009620B0" w:rsidP="00DF35B8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  <w:r w:rsidRPr="00E80561">
        <w:rPr>
          <w:rFonts w:ascii="Times New Roman" w:hAnsi="Times New Roman"/>
          <w:b/>
          <w:kern w:val="2"/>
        </w:rPr>
        <w:lastRenderedPageBreak/>
        <w:t>ПОЛОЖЕНИЯ</w:t>
      </w:r>
    </w:p>
    <w:p w14:paraId="44F4A772" w14:textId="7E21316A" w:rsidR="009620B0" w:rsidRDefault="009620B0" w:rsidP="00484B9C">
      <w:pPr>
        <w:tabs>
          <w:tab w:val="left" w:pos="-567"/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  <w:r w:rsidRPr="00E80561">
        <w:rPr>
          <w:rFonts w:ascii="Times New Roman" w:hAnsi="Times New Roman"/>
          <w:b/>
          <w:kern w:val="2"/>
        </w:rPr>
        <w:t xml:space="preserve">о размещении линейного объекта </w:t>
      </w:r>
      <w:r w:rsidRPr="00E80561">
        <w:rPr>
          <w:rFonts w:ascii="Times New Roman" w:hAnsi="Times New Roman"/>
          <w:b/>
          <w:kern w:val="2"/>
        </w:rPr>
        <w:br/>
        <w:t>«</w:t>
      </w:r>
      <w:r w:rsidR="00484B9C" w:rsidRPr="00484B9C">
        <w:rPr>
          <w:rFonts w:ascii="Times New Roman" w:hAnsi="Times New Roman"/>
          <w:b/>
          <w:kern w:val="2"/>
        </w:rPr>
        <w:t xml:space="preserve">Газопровод межпоселковый высокого давления от х. </w:t>
      </w:r>
      <w:proofErr w:type="spellStart"/>
      <w:r w:rsidR="00484B9C" w:rsidRPr="00484B9C">
        <w:rPr>
          <w:rFonts w:ascii="Times New Roman" w:hAnsi="Times New Roman"/>
          <w:b/>
          <w:kern w:val="2"/>
        </w:rPr>
        <w:t>Верхнекольцов</w:t>
      </w:r>
      <w:proofErr w:type="spellEnd"/>
      <w:r w:rsidR="00484B9C" w:rsidRPr="00484B9C">
        <w:rPr>
          <w:rFonts w:ascii="Times New Roman" w:hAnsi="Times New Roman"/>
          <w:b/>
          <w:kern w:val="2"/>
        </w:rPr>
        <w:t xml:space="preserve"> до   х. Свободный, х. </w:t>
      </w:r>
      <w:proofErr w:type="spellStart"/>
      <w:r w:rsidR="00484B9C" w:rsidRPr="00484B9C">
        <w:rPr>
          <w:rFonts w:ascii="Times New Roman" w:hAnsi="Times New Roman"/>
          <w:b/>
          <w:kern w:val="2"/>
        </w:rPr>
        <w:t>Новороссошанский</w:t>
      </w:r>
      <w:proofErr w:type="spellEnd"/>
      <w:r w:rsidR="00484B9C" w:rsidRPr="00484B9C">
        <w:rPr>
          <w:rFonts w:ascii="Times New Roman" w:hAnsi="Times New Roman"/>
          <w:b/>
          <w:kern w:val="2"/>
        </w:rPr>
        <w:t>, х. Чумаков Тацинского района Ростовской области</w:t>
      </w:r>
      <w:r w:rsidR="00B83960">
        <w:rPr>
          <w:rFonts w:ascii="Times New Roman" w:hAnsi="Times New Roman"/>
          <w:b/>
          <w:kern w:val="2"/>
        </w:rPr>
        <w:t>»</w:t>
      </w:r>
    </w:p>
    <w:p w14:paraId="45172729" w14:textId="77777777" w:rsidR="009620B0" w:rsidRPr="00E80561" w:rsidRDefault="009620B0" w:rsidP="00DF35B8">
      <w:pPr>
        <w:tabs>
          <w:tab w:val="left" w:pos="-567"/>
          <w:tab w:val="left" w:pos="426"/>
        </w:tabs>
        <w:ind w:firstLine="0"/>
        <w:rPr>
          <w:rFonts w:ascii="Times New Roman" w:hAnsi="Times New Roman"/>
          <w:kern w:val="2"/>
        </w:rPr>
      </w:pPr>
    </w:p>
    <w:p w14:paraId="244634D3" w14:textId="77777777" w:rsidR="009620B0" w:rsidRPr="00E80561" w:rsidRDefault="009620B0" w:rsidP="00DF35B8">
      <w:pPr>
        <w:tabs>
          <w:tab w:val="left" w:pos="-567"/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  <w:r w:rsidRPr="00E80561">
        <w:rPr>
          <w:rFonts w:ascii="Times New Roman" w:hAnsi="Times New Roman"/>
          <w:b/>
          <w:kern w:val="2"/>
        </w:rPr>
        <w:t>1. Общие положения</w:t>
      </w:r>
    </w:p>
    <w:p w14:paraId="34654FD4" w14:textId="77777777" w:rsidR="009620B0" w:rsidRPr="00E80561" w:rsidRDefault="009620B0" w:rsidP="00DF35B8">
      <w:pPr>
        <w:tabs>
          <w:tab w:val="left" w:pos="426"/>
        </w:tabs>
        <w:ind w:firstLine="0"/>
        <w:jc w:val="center"/>
        <w:rPr>
          <w:rFonts w:ascii="Times New Roman" w:hAnsi="Times New Roman"/>
          <w:kern w:val="2"/>
        </w:rPr>
      </w:pPr>
    </w:p>
    <w:p w14:paraId="3BA6BB92" w14:textId="0DED2F6B" w:rsidR="00397EC0" w:rsidRPr="006A2093" w:rsidRDefault="00397EC0" w:rsidP="00DF35B8">
      <w:pPr>
        <w:tabs>
          <w:tab w:val="left" w:pos="1418"/>
          <w:tab w:val="center" w:pos="4677"/>
        </w:tabs>
        <w:jc w:val="both"/>
        <w:outlineLvl w:val="0"/>
        <w:rPr>
          <w:rFonts w:ascii="Times New Roman" w:hAnsi="Times New Roman"/>
          <w:kern w:val="2"/>
        </w:rPr>
      </w:pPr>
      <w:r w:rsidRPr="006A2093">
        <w:rPr>
          <w:rFonts w:ascii="Times New Roman" w:hAnsi="Times New Roman"/>
          <w:kern w:val="2"/>
        </w:rPr>
        <w:t xml:space="preserve">С целью газификации населенных пунктов </w:t>
      </w:r>
      <w:r w:rsidR="00484B9C" w:rsidRPr="00484B9C">
        <w:rPr>
          <w:rFonts w:ascii="Times New Roman" w:hAnsi="Times New Roman"/>
          <w:kern w:val="2"/>
        </w:rPr>
        <w:t xml:space="preserve">х. Свободный, х. </w:t>
      </w:r>
      <w:proofErr w:type="spellStart"/>
      <w:r w:rsidR="00484B9C" w:rsidRPr="00484B9C">
        <w:rPr>
          <w:rFonts w:ascii="Times New Roman" w:hAnsi="Times New Roman"/>
          <w:kern w:val="2"/>
        </w:rPr>
        <w:t>Новороссошанский</w:t>
      </w:r>
      <w:proofErr w:type="spellEnd"/>
      <w:r w:rsidR="00484B9C" w:rsidRPr="00484B9C">
        <w:rPr>
          <w:rFonts w:ascii="Times New Roman" w:hAnsi="Times New Roman"/>
          <w:kern w:val="2"/>
        </w:rPr>
        <w:t>, х. Чумаков</w:t>
      </w:r>
      <w:r w:rsidRPr="006A2093">
        <w:rPr>
          <w:rFonts w:ascii="Times New Roman" w:hAnsi="Times New Roman"/>
          <w:kern w:val="2"/>
        </w:rPr>
        <w:t>, проектом планировки предусмотрено размещение линейн</w:t>
      </w:r>
      <w:r>
        <w:rPr>
          <w:rFonts w:ascii="Times New Roman" w:hAnsi="Times New Roman"/>
          <w:kern w:val="2"/>
        </w:rPr>
        <w:t>ого</w:t>
      </w:r>
      <w:r w:rsidRPr="006A2093">
        <w:rPr>
          <w:rFonts w:ascii="Times New Roman" w:hAnsi="Times New Roman"/>
          <w:kern w:val="2"/>
        </w:rPr>
        <w:t xml:space="preserve"> объект</w:t>
      </w:r>
      <w:r>
        <w:rPr>
          <w:rFonts w:ascii="Times New Roman" w:hAnsi="Times New Roman"/>
          <w:kern w:val="2"/>
        </w:rPr>
        <w:t>а</w:t>
      </w:r>
      <w:r w:rsidRPr="006A2093">
        <w:rPr>
          <w:rFonts w:ascii="Times New Roman" w:hAnsi="Times New Roman"/>
          <w:kern w:val="2"/>
        </w:rPr>
        <w:t xml:space="preserve">: </w:t>
      </w:r>
      <w:r w:rsidR="00E75E4D" w:rsidRPr="00E75E4D">
        <w:rPr>
          <w:rFonts w:ascii="Times New Roman" w:hAnsi="Times New Roman"/>
          <w:kern w:val="2"/>
        </w:rPr>
        <w:t>«</w:t>
      </w:r>
      <w:r w:rsidR="00484B9C" w:rsidRPr="00484B9C">
        <w:rPr>
          <w:rFonts w:ascii="Times New Roman" w:hAnsi="Times New Roman"/>
          <w:kern w:val="2"/>
        </w:rPr>
        <w:t xml:space="preserve">Газопровод межпоселковый высокого давления от х. </w:t>
      </w:r>
      <w:proofErr w:type="spellStart"/>
      <w:r w:rsidR="00484B9C" w:rsidRPr="00484B9C">
        <w:rPr>
          <w:rFonts w:ascii="Times New Roman" w:hAnsi="Times New Roman"/>
          <w:kern w:val="2"/>
        </w:rPr>
        <w:t>Верхнекольцов</w:t>
      </w:r>
      <w:proofErr w:type="spellEnd"/>
      <w:r w:rsidR="00484B9C" w:rsidRPr="00484B9C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84B9C" w:rsidRPr="00484B9C">
        <w:rPr>
          <w:rFonts w:ascii="Times New Roman" w:hAnsi="Times New Roman"/>
          <w:kern w:val="2"/>
        </w:rPr>
        <w:t>Новороссошанский</w:t>
      </w:r>
      <w:proofErr w:type="spellEnd"/>
      <w:r w:rsidR="00484B9C" w:rsidRPr="00484B9C">
        <w:rPr>
          <w:rFonts w:ascii="Times New Roman" w:hAnsi="Times New Roman"/>
          <w:kern w:val="2"/>
        </w:rPr>
        <w:t>, х. Чумаков Тацинского района Ростовской области</w:t>
      </w:r>
      <w:r w:rsidR="00E75E4D" w:rsidRPr="00E75E4D">
        <w:rPr>
          <w:rFonts w:ascii="Times New Roman" w:hAnsi="Times New Roman"/>
          <w:kern w:val="2"/>
        </w:rPr>
        <w:t>»</w:t>
      </w:r>
      <w:r w:rsidRPr="006A2093">
        <w:rPr>
          <w:rFonts w:ascii="Times New Roman" w:hAnsi="Times New Roman"/>
          <w:kern w:val="2"/>
        </w:rPr>
        <w:t>.</w:t>
      </w:r>
    </w:p>
    <w:p w14:paraId="0676B2E0" w14:textId="34CA3A0D" w:rsidR="00397EC0" w:rsidRPr="006A2093" w:rsidRDefault="00397EC0" w:rsidP="00DF35B8">
      <w:pPr>
        <w:tabs>
          <w:tab w:val="left" w:pos="1418"/>
          <w:tab w:val="center" w:pos="4677"/>
        </w:tabs>
        <w:jc w:val="both"/>
        <w:outlineLvl w:val="0"/>
        <w:rPr>
          <w:rFonts w:ascii="Times New Roman" w:hAnsi="Times New Roman"/>
          <w:kern w:val="2"/>
        </w:rPr>
      </w:pPr>
      <w:r w:rsidRPr="006A2093">
        <w:rPr>
          <w:rFonts w:ascii="Times New Roman" w:hAnsi="Times New Roman"/>
          <w:kern w:val="2"/>
        </w:rPr>
        <w:t xml:space="preserve">Основными задачами проекта планировки являются: </w:t>
      </w:r>
    </w:p>
    <w:p w14:paraId="02E387CC" w14:textId="4D21D80B" w:rsidR="009620B0" w:rsidRPr="00E80561" w:rsidRDefault="00AF148E" w:rsidP="00DF35B8">
      <w:pPr>
        <w:tabs>
          <w:tab w:val="left" w:pos="426"/>
          <w:tab w:val="left" w:pos="1418"/>
          <w:tab w:val="center" w:pos="4677"/>
        </w:tabs>
        <w:jc w:val="both"/>
        <w:outlineLvl w:val="0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 xml:space="preserve">- </w:t>
      </w:r>
      <w:r w:rsidR="00397EC0" w:rsidRPr="006A2093">
        <w:rPr>
          <w:rFonts w:ascii="Times New Roman" w:hAnsi="Times New Roman"/>
          <w:kern w:val="2"/>
        </w:rPr>
        <w:t>установление границ зоны планируемого размещения линейн</w:t>
      </w:r>
      <w:r w:rsidR="00397EC0">
        <w:rPr>
          <w:rFonts w:ascii="Times New Roman" w:hAnsi="Times New Roman"/>
          <w:kern w:val="2"/>
        </w:rPr>
        <w:t>ого</w:t>
      </w:r>
      <w:r w:rsidR="00397EC0" w:rsidRPr="006A2093">
        <w:rPr>
          <w:rFonts w:ascii="Times New Roman" w:hAnsi="Times New Roman"/>
          <w:kern w:val="2"/>
        </w:rPr>
        <w:t xml:space="preserve"> объект</w:t>
      </w:r>
      <w:r w:rsidR="00397EC0">
        <w:rPr>
          <w:rFonts w:ascii="Times New Roman" w:hAnsi="Times New Roman"/>
          <w:kern w:val="2"/>
        </w:rPr>
        <w:t>а</w:t>
      </w:r>
      <w:r w:rsidR="00397EC0" w:rsidRPr="006A2093">
        <w:rPr>
          <w:rFonts w:ascii="Times New Roman" w:hAnsi="Times New Roman"/>
          <w:kern w:val="2"/>
        </w:rPr>
        <w:t>.</w:t>
      </w:r>
    </w:p>
    <w:p w14:paraId="6DDD5647" w14:textId="77777777" w:rsidR="009620B0" w:rsidRPr="00E80561" w:rsidRDefault="009620B0" w:rsidP="00DF35B8">
      <w:pPr>
        <w:tabs>
          <w:tab w:val="left" w:pos="426"/>
        </w:tabs>
        <w:ind w:firstLine="0"/>
        <w:jc w:val="both"/>
        <w:rPr>
          <w:rFonts w:ascii="Times New Roman" w:hAnsi="Times New Roman"/>
          <w:kern w:val="2"/>
        </w:rPr>
      </w:pPr>
    </w:p>
    <w:p w14:paraId="5F43D256" w14:textId="77777777" w:rsidR="009620B0" w:rsidRPr="00E80561" w:rsidRDefault="009620B0" w:rsidP="00DF35B8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  <w:r w:rsidRPr="00E80561">
        <w:rPr>
          <w:rFonts w:ascii="Times New Roman" w:hAnsi="Times New Roman"/>
          <w:b/>
          <w:kern w:val="2"/>
        </w:rPr>
        <w:t>2. Положения о размещении линейных объектов</w:t>
      </w:r>
    </w:p>
    <w:p w14:paraId="47E9176A" w14:textId="77777777" w:rsidR="009620B0" w:rsidRPr="00DF35B8" w:rsidRDefault="009620B0" w:rsidP="00DF35B8">
      <w:pPr>
        <w:tabs>
          <w:tab w:val="left" w:pos="426"/>
        </w:tabs>
        <w:ind w:firstLine="0"/>
        <w:jc w:val="both"/>
        <w:rPr>
          <w:rFonts w:ascii="Times New Roman" w:hAnsi="Times New Roman"/>
          <w:kern w:val="2"/>
          <w:sz w:val="20"/>
        </w:rPr>
      </w:pPr>
    </w:p>
    <w:p w14:paraId="0B5DFABF" w14:textId="31CEB37D" w:rsidR="00390A25" w:rsidRDefault="00DF35B8" w:rsidP="00390A25">
      <w:pPr>
        <w:tabs>
          <w:tab w:val="left" w:pos="426"/>
        </w:tabs>
        <w:spacing w:line="264" w:lineRule="auto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ab/>
      </w:r>
      <w:r w:rsidR="00390A25">
        <w:rPr>
          <w:rFonts w:ascii="Times New Roman" w:hAnsi="Times New Roman"/>
          <w:kern w:val="2"/>
        </w:rPr>
        <w:t>П</w:t>
      </w:r>
      <w:r w:rsidR="00390A25" w:rsidRPr="00E80561">
        <w:rPr>
          <w:rFonts w:ascii="Times New Roman" w:hAnsi="Times New Roman"/>
          <w:kern w:val="2"/>
        </w:rPr>
        <w:t>роект планировки территории размещения линейн</w:t>
      </w:r>
      <w:r w:rsidR="00390A25">
        <w:rPr>
          <w:rFonts w:ascii="Times New Roman" w:hAnsi="Times New Roman"/>
          <w:kern w:val="2"/>
        </w:rPr>
        <w:t>ого</w:t>
      </w:r>
      <w:r w:rsidR="00390A25" w:rsidRPr="00E80561">
        <w:rPr>
          <w:rFonts w:ascii="Times New Roman" w:hAnsi="Times New Roman"/>
          <w:kern w:val="2"/>
        </w:rPr>
        <w:t xml:space="preserve"> объект</w:t>
      </w:r>
      <w:r w:rsidR="00390A25">
        <w:rPr>
          <w:rFonts w:ascii="Times New Roman" w:hAnsi="Times New Roman"/>
          <w:kern w:val="2"/>
        </w:rPr>
        <w:t xml:space="preserve">а </w:t>
      </w:r>
      <w:r w:rsidR="00390A25" w:rsidRPr="00E80561">
        <w:rPr>
          <w:rFonts w:ascii="Times New Roman" w:hAnsi="Times New Roman"/>
          <w:kern w:val="2"/>
        </w:rPr>
        <w:t xml:space="preserve">выполнен в границах </w:t>
      </w:r>
      <w:bookmarkStart w:id="59" w:name="_Hlk119660041"/>
      <w:r w:rsidR="00484B9C" w:rsidRPr="00484B9C">
        <w:rPr>
          <w:rFonts w:ascii="Times New Roman" w:hAnsi="Times New Roman"/>
          <w:kern w:val="2"/>
        </w:rPr>
        <w:t>Ермаковского сельского поселения</w:t>
      </w:r>
      <w:r w:rsidR="004775C7" w:rsidRPr="004775C7">
        <w:rPr>
          <w:rFonts w:ascii="Times New Roman" w:hAnsi="Times New Roman"/>
          <w:kern w:val="2"/>
        </w:rPr>
        <w:t xml:space="preserve"> </w:t>
      </w:r>
      <w:r w:rsidR="00484B9C" w:rsidRPr="00484B9C">
        <w:rPr>
          <w:rFonts w:ascii="Times New Roman" w:hAnsi="Times New Roman"/>
          <w:kern w:val="2"/>
        </w:rPr>
        <w:t>Тацинского района Ростовской области</w:t>
      </w:r>
      <w:r w:rsidR="00390A25" w:rsidRPr="00E80561">
        <w:rPr>
          <w:rFonts w:ascii="Times New Roman" w:hAnsi="Times New Roman"/>
          <w:kern w:val="2"/>
        </w:rPr>
        <w:t>.</w:t>
      </w:r>
      <w:bookmarkEnd w:id="59"/>
    </w:p>
    <w:p w14:paraId="6FA6C986" w14:textId="73F150A8" w:rsidR="009620B0" w:rsidRDefault="00390A25" w:rsidP="00DF35B8">
      <w:pPr>
        <w:tabs>
          <w:tab w:val="left" w:pos="709"/>
        </w:tabs>
        <w:ind w:firstLine="0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/>
          <w:kern w:val="2"/>
        </w:rPr>
        <w:tab/>
      </w:r>
      <w:r w:rsidR="009620B0" w:rsidRPr="00E80561">
        <w:rPr>
          <w:rFonts w:ascii="Times New Roman" w:hAnsi="Times New Roman"/>
          <w:kern w:val="2"/>
        </w:rPr>
        <w:t>На основании существующей градостроительной ситуации, информации из государственного кадастра недвижимости, предложений по трассированию и планируемых параметров линейного объекта в проекте планировки определены границы зоны планируемого размещения линейн</w:t>
      </w:r>
      <w:r w:rsidR="00B72EC2">
        <w:rPr>
          <w:rFonts w:ascii="Times New Roman" w:hAnsi="Times New Roman"/>
          <w:kern w:val="2"/>
        </w:rPr>
        <w:t xml:space="preserve">ого объекта: </w:t>
      </w:r>
      <w:r w:rsidR="004775C7" w:rsidRPr="004775C7">
        <w:rPr>
          <w:rFonts w:ascii="Times New Roman" w:hAnsi="Times New Roman"/>
          <w:kern w:val="2"/>
        </w:rPr>
        <w:t>«</w:t>
      </w:r>
      <w:r w:rsidR="00484B9C" w:rsidRPr="00484B9C">
        <w:rPr>
          <w:rFonts w:ascii="Times New Roman" w:hAnsi="Times New Roman"/>
          <w:kern w:val="2"/>
        </w:rPr>
        <w:t xml:space="preserve">Газопровод межпоселковый высокого давления от х. </w:t>
      </w:r>
      <w:proofErr w:type="spellStart"/>
      <w:r w:rsidR="00484B9C" w:rsidRPr="00484B9C">
        <w:rPr>
          <w:rFonts w:ascii="Times New Roman" w:hAnsi="Times New Roman"/>
          <w:kern w:val="2"/>
        </w:rPr>
        <w:t>Верхнекольцов</w:t>
      </w:r>
      <w:proofErr w:type="spellEnd"/>
      <w:r w:rsidR="00484B9C" w:rsidRPr="00484B9C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84B9C" w:rsidRPr="00484B9C">
        <w:rPr>
          <w:rFonts w:ascii="Times New Roman" w:hAnsi="Times New Roman"/>
          <w:kern w:val="2"/>
        </w:rPr>
        <w:t>Новороссошанский</w:t>
      </w:r>
      <w:proofErr w:type="spellEnd"/>
      <w:r w:rsidR="00484B9C" w:rsidRPr="00484B9C">
        <w:rPr>
          <w:rFonts w:ascii="Times New Roman" w:hAnsi="Times New Roman"/>
          <w:kern w:val="2"/>
        </w:rPr>
        <w:t>, х. Чумаков Тацинского района Ростовской области</w:t>
      </w:r>
      <w:r w:rsidR="004775C7" w:rsidRPr="004775C7">
        <w:rPr>
          <w:rFonts w:ascii="Times New Roman" w:hAnsi="Times New Roman"/>
          <w:kern w:val="2"/>
        </w:rPr>
        <w:t>»</w:t>
      </w:r>
      <w:r w:rsidR="009620B0" w:rsidRPr="00E80561">
        <w:rPr>
          <w:rFonts w:ascii="Times New Roman" w:hAnsi="Times New Roman"/>
          <w:kern w:val="2"/>
        </w:rPr>
        <w:t xml:space="preserve">. </w:t>
      </w:r>
    </w:p>
    <w:p w14:paraId="036B115E" w14:textId="0A54D8DA" w:rsidR="00BA7E2A" w:rsidRDefault="00DF35B8" w:rsidP="00E444BD">
      <w:pPr>
        <w:tabs>
          <w:tab w:val="left" w:pos="709"/>
        </w:tabs>
        <w:ind w:firstLine="0"/>
        <w:jc w:val="both"/>
      </w:pPr>
      <w:r>
        <w:rPr>
          <w:rFonts w:ascii="Times New Roman" w:hAnsi="Times New Roman"/>
        </w:rPr>
        <w:tab/>
      </w:r>
      <w:r w:rsidR="009620B0" w:rsidRPr="00485C83">
        <w:rPr>
          <w:rFonts w:ascii="Times New Roman" w:hAnsi="Times New Roman"/>
          <w:kern w:val="2"/>
        </w:rPr>
        <w:t>Красные линии для текущего объекта не устанавливаются, в связи с тем, что согласно п.п.11 п. 1 ст. 1 Градостроительного кодекса - красные линии устанавливаются под территории общего пользования, а именно под размещение объектов: площади, улицы, проезды, набережные, береговые полосы водных объектов общего пользования, скверы, бульвары. Согласно Градостроительного кодекса данный объект относится к линейным объектам.</w:t>
      </w:r>
    </w:p>
    <w:p w14:paraId="3260C922" w14:textId="1038E2F4" w:rsidR="00F82608" w:rsidRDefault="00F82608" w:rsidP="00F82608">
      <w:pPr>
        <w:tabs>
          <w:tab w:val="left" w:pos="1418"/>
          <w:tab w:val="center" w:pos="4677"/>
        </w:tabs>
        <w:spacing w:line="264" w:lineRule="auto"/>
        <w:jc w:val="both"/>
        <w:outlineLvl w:val="0"/>
        <w:rPr>
          <w:rFonts w:ascii="Times New Roman" w:hAnsi="Times New Roman"/>
          <w:bCs/>
          <w:kern w:val="2"/>
        </w:rPr>
      </w:pPr>
      <w:r w:rsidRPr="006A2093">
        <w:rPr>
          <w:rFonts w:ascii="Times New Roman" w:hAnsi="Times New Roman"/>
          <w:bCs/>
          <w:kern w:val="2"/>
        </w:rPr>
        <w:t>Каталог координат поворотных точек границы зоны планируемого размещения линейного объекта «</w:t>
      </w:r>
      <w:r w:rsidR="00484B9C" w:rsidRPr="00484B9C">
        <w:rPr>
          <w:rFonts w:ascii="Times New Roman" w:hAnsi="Times New Roman"/>
          <w:kern w:val="2"/>
        </w:rPr>
        <w:t xml:space="preserve">Газопровод межпоселковый высокого давления от х. </w:t>
      </w:r>
      <w:proofErr w:type="spellStart"/>
      <w:r w:rsidR="00484B9C" w:rsidRPr="00484B9C">
        <w:rPr>
          <w:rFonts w:ascii="Times New Roman" w:hAnsi="Times New Roman"/>
          <w:kern w:val="2"/>
        </w:rPr>
        <w:t>Верхнекольцов</w:t>
      </w:r>
      <w:proofErr w:type="spellEnd"/>
      <w:r w:rsidR="00484B9C" w:rsidRPr="00484B9C">
        <w:rPr>
          <w:rFonts w:ascii="Times New Roman" w:hAnsi="Times New Roman"/>
          <w:kern w:val="2"/>
        </w:rPr>
        <w:t xml:space="preserve"> до   х. Свободный, х. </w:t>
      </w:r>
      <w:proofErr w:type="spellStart"/>
      <w:r w:rsidR="00484B9C" w:rsidRPr="00484B9C">
        <w:rPr>
          <w:rFonts w:ascii="Times New Roman" w:hAnsi="Times New Roman"/>
          <w:kern w:val="2"/>
        </w:rPr>
        <w:t>Новороссошанский</w:t>
      </w:r>
      <w:proofErr w:type="spellEnd"/>
      <w:r w:rsidR="00484B9C" w:rsidRPr="00484B9C">
        <w:rPr>
          <w:rFonts w:ascii="Times New Roman" w:hAnsi="Times New Roman"/>
          <w:kern w:val="2"/>
        </w:rPr>
        <w:t>, х. Чумаков Тацинского района Ростовской области</w:t>
      </w:r>
      <w:r w:rsidRPr="006A2093">
        <w:rPr>
          <w:rFonts w:ascii="Times New Roman" w:hAnsi="Times New Roman"/>
          <w:bCs/>
          <w:kern w:val="2"/>
        </w:rPr>
        <w:t>»</w:t>
      </w:r>
      <w:r w:rsidR="00651EA9">
        <w:rPr>
          <w:rFonts w:ascii="Times New Roman" w:hAnsi="Times New Roman"/>
          <w:bCs/>
          <w:kern w:val="2"/>
        </w:rPr>
        <w:t>,</w:t>
      </w:r>
      <w:r w:rsidRPr="006A2093">
        <w:rPr>
          <w:rFonts w:ascii="Times New Roman" w:hAnsi="Times New Roman"/>
          <w:bCs/>
          <w:kern w:val="2"/>
        </w:rPr>
        <w:t xml:space="preserve"> </w:t>
      </w:r>
      <w:r w:rsidR="002071AE">
        <w:rPr>
          <w:rFonts w:ascii="Times New Roman" w:hAnsi="Times New Roman"/>
          <w:bCs/>
          <w:kern w:val="2"/>
        </w:rPr>
        <w:t>п</w:t>
      </w:r>
      <w:r w:rsidR="0073779C">
        <w:rPr>
          <w:rFonts w:ascii="Times New Roman" w:hAnsi="Times New Roman"/>
          <w:bCs/>
          <w:kern w:val="2"/>
        </w:rPr>
        <w:t>риведен</w:t>
      </w:r>
      <w:r w:rsidRPr="006A2093">
        <w:rPr>
          <w:rFonts w:ascii="Times New Roman" w:hAnsi="Times New Roman"/>
          <w:bCs/>
          <w:kern w:val="2"/>
        </w:rPr>
        <w:t xml:space="preserve"> в таблице</w:t>
      </w:r>
      <w:r w:rsidR="00DE104F">
        <w:rPr>
          <w:rFonts w:ascii="Times New Roman" w:hAnsi="Times New Roman"/>
          <w:bCs/>
          <w:kern w:val="2"/>
        </w:rPr>
        <w:t xml:space="preserve"> № 1</w:t>
      </w:r>
      <w:r w:rsidR="002071AE">
        <w:rPr>
          <w:rFonts w:ascii="Times New Roman" w:hAnsi="Times New Roman"/>
          <w:bCs/>
          <w:kern w:val="2"/>
        </w:rPr>
        <w:t>.</w:t>
      </w:r>
      <w:r w:rsidR="002071AE" w:rsidRPr="002071AE">
        <w:rPr>
          <w:rFonts w:ascii="Times New Roman" w:hAnsi="Times New Roman"/>
          <w:bCs/>
          <w:kern w:val="2"/>
        </w:rPr>
        <w:t xml:space="preserve"> </w:t>
      </w:r>
      <w:r w:rsidR="002071AE">
        <w:rPr>
          <w:rFonts w:ascii="Times New Roman" w:hAnsi="Times New Roman"/>
          <w:bCs/>
          <w:kern w:val="2"/>
        </w:rPr>
        <w:t>Система координат МСК-</w:t>
      </w:r>
      <w:r w:rsidR="00651EA9">
        <w:rPr>
          <w:rFonts w:ascii="Times New Roman" w:hAnsi="Times New Roman"/>
          <w:bCs/>
          <w:kern w:val="2"/>
        </w:rPr>
        <w:t>61</w:t>
      </w:r>
      <w:r w:rsidR="002071AE">
        <w:rPr>
          <w:rFonts w:ascii="Times New Roman" w:hAnsi="Times New Roman"/>
          <w:bCs/>
          <w:kern w:val="2"/>
        </w:rPr>
        <w:t xml:space="preserve"> зона </w:t>
      </w:r>
      <w:r w:rsidR="00651EA9">
        <w:rPr>
          <w:rFonts w:ascii="Times New Roman" w:hAnsi="Times New Roman"/>
          <w:bCs/>
          <w:kern w:val="2"/>
        </w:rPr>
        <w:t>2</w:t>
      </w:r>
      <w:r w:rsidR="002071AE">
        <w:rPr>
          <w:rFonts w:ascii="Times New Roman" w:hAnsi="Times New Roman"/>
          <w:bCs/>
          <w:kern w:val="2"/>
        </w:rPr>
        <w:t>.</w:t>
      </w:r>
    </w:p>
    <w:p w14:paraId="4610F159" w14:textId="31230135" w:rsidR="00F82608" w:rsidRDefault="00E444BD" w:rsidP="00F82608">
      <w:pPr>
        <w:tabs>
          <w:tab w:val="left" w:pos="1418"/>
          <w:tab w:val="center" w:pos="4677"/>
        </w:tabs>
        <w:spacing w:line="264" w:lineRule="auto"/>
        <w:jc w:val="right"/>
        <w:outlineLvl w:val="0"/>
        <w:rPr>
          <w:rFonts w:ascii="Times New Roman" w:hAnsi="Times New Roman"/>
          <w:bCs/>
          <w:kern w:val="2"/>
        </w:rPr>
      </w:pPr>
      <w:r>
        <w:rPr>
          <w:rFonts w:ascii="Times New Roman" w:hAnsi="Times New Roman"/>
          <w:bCs/>
          <w:kern w:val="2"/>
        </w:rPr>
        <w:t>Т</w:t>
      </w:r>
      <w:r w:rsidR="00F82608" w:rsidRPr="006A2093">
        <w:rPr>
          <w:rFonts w:ascii="Times New Roman" w:hAnsi="Times New Roman"/>
          <w:bCs/>
          <w:kern w:val="2"/>
        </w:rPr>
        <w:t>аблиц</w:t>
      </w:r>
      <w:r w:rsidR="00F82608">
        <w:rPr>
          <w:rFonts w:ascii="Times New Roman" w:hAnsi="Times New Roman"/>
          <w:bCs/>
          <w:kern w:val="2"/>
        </w:rPr>
        <w:t>а</w:t>
      </w:r>
      <w:r w:rsidR="00F82608" w:rsidRPr="006A2093">
        <w:rPr>
          <w:rFonts w:ascii="Times New Roman" w:hAnsi="Times New Roman"/>
          <w:bCs/>
          <w:kern w:val="2"/>
        </w:rPr>
        <w:t xml:space="preserve"> № 1</w:t>
      </w:r>
      <w:r w:rsidR="00F82608">
        <w:rPr>
          <w:rFonts w:ascii="Times New Roman" w:hAnsi="Times New Roman"/>
          <w:bCs/>
          <w:kern w:val="2"/>
        </w:rPr>
        <w:t>.</w:t>
      </w:r>
      <w:r w:rsidR="00B83960">
        <w:rPr>
          <w:rFonts w:ascii="Times New Roman" w:hAnsi="Times New Roman"/>
          <w:bCs/>
          <w:kern w:val="2"/>
        </w:rPr>
        <w:t>1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3955"/>
        <w:gridCol w:w="4240"/>
      </w:tblGrid>
      <w:tr w:rsidR="00484B9C" w:rsidRPr="00484B9C" w14:paraId="355DFF8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bookmarkEnd w:id="0"/>
          <w:p w14:paraId="490C4B4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№</w:t>
            </w:r>
          </w:p>
        </w:tc>
        <w:tc>
          <w:tcPr>
            <w:tcW w:w="3955" w:type="dxa"/>
            <w:noWrap/>
            <w:hideMark/>
          </w:tcPr>
          <w:p w14:paraId="77B1178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X</w:t>
            </w:r>
          </w:p>
        </w:tc>
        <w:tc>
          <w:tcPr>
            <w:tcW w:w="4240" w:type="dxa"/>
            <w:noWrap/>
            <w:hideMark/>
          </w:tcPr>
          <w:p w14:paraId="5FE027A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Y</w:t>
            </w:r>
          </w:p>
        </w:tc>
      </w:tr>
      <w:tr w:rsidR="00484B9C" w:rsidRPr="00484B9C" w14:paraId="457946A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220609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</w:t>
            </w:r>
          </w:p>
        </w:tc>
        <w:tc>
          <w:tcPr>
            <w:tcW w:w="3955" w:type="dxa"/>
            <w:noWrap/>
            <w:hideMark/>
          </w:tcPr>
          <w:p w14:paraId="5F26617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511 322,305</w:t>
            </w:r>
          </w:p>
        </w:tc>
        <w:tc>
          <w:tcPr>
            <w:tcW w:w="4240" w:type="dxa"/>
            <w:noWrap/>
            <w:hideMark/>
          </w:tcPr>
          <w:p w14:paraId="5E74E4C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2 324 969,335</w:t>
            </w:r>
          </w:p>
        </w:tc>
      </w:tr>
      <w:tr w:rsidR="00484B9C" w:rsidRPr="00484B9C" w14:paraId="246E548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898AD3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</w:t>
            </w:r>
          </w:p>
        </w:tc>
        <w:tc>
          <w:tcPr>
            <w:tcW w:w="3955" w:type="dxa"/>
            <w:noWrap/>
            <w:hideMark/>
          </w:tcPr>
          <w:p w14:paraId="7439FF6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511 312,961</w:t>
            </w:r>
          </w:p>
        </w:tc>
        <w:tc>
          <w:tcPr>
            <w:tcW w:w="4240" w:type="dxa"/>
            <w:noWrap/>
            <w:hideMark/>
          </w:tcPr>
          <w:p w14:paraId="700900B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2 324 971,620</w:t>
            </w:r>
          </w:p>
        </w:tc>
      </w:tr>
      <w:tr w:rsidR="00484B9C" w:rsidRPr="00484B9C" w14:paraId="58FBB27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7ACF73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</w:t>
            </w:r>
          </w:p>
        </w:tc>
        <w:tc>
          <w:tcPr>
            <w:tcW w:w="3955" w:type="dxa"/>
            <w:noWrap/>
            <w:hideMark/>
          </w:tcPr>
          <w:p w14:paraId="0193BED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511 194,511</w:t>
            </w:r>
          </w:p>
        </w:tc>
        <w:tc>
          <w:tcPr>
            <w:tcW w:w="4240" w:type="dxa"/>
            <w:noWrap/>
            <w:hideMark/>
          </w:tcPr>
          <w:p w14:paraId="1C0DD04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2 325 000,668</w:t>
            </w:r>
          </w:p>
        </w:tc>
      </w:tr>
      <w:tr w:rsidR="00484B9C" w:rsidRPr="00484B9C" w14:paraId="539D11F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AF99A6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</w:t>
            </w:r>
          </w:p>
        </w:tc>
        <w:tc>
          <w:tcPr>
            <w:tcW w:w="3955" w:type="dxa"/>
            <w:noWrap/>
            <w:hideMark/>
          </w:tcPr>
          <w:p w14:paraId="64A5B25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510 939,241</w:t>
            </w:r>
          </w:p>
        </w:tc>
        <w:tc>
          <w:tcPr>
            <w:tcW w:w="4240" w:type="dxa"/>
            <w:noWrap/>
            <w:hideMark/>
          </w:tcPr>
          <w:p w14:paraId="43B6B72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2 325 064,708</w:t>
            </w:r>
          </w:p>
        </w:tc>
      </w:tr>
      <w:tr w:rsidR="00484B9C" w:rsidRPr="00484B9C" w14:paraId="1932272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BC6C61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</w:t>
            </w:r>
          </w:p>
        </w:tc>
        <w:tc>
          <w:tcPr>
            <w:tcW w:w="3955" w:type="dxa"/>
            <w:noWrap/>
            <w:hideMark/>
          </w:tcPr>
          <w:p w14:paraId="23AA0AE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510 876,047</w:t>
            </w:r>
          </w:p>
        </w:tc>
        <w:tc>
          <w:tcPr>
            <w:tcW w:w="4240" w:type="dxa"/>
            <w:noWrap/>
            <w:hideMark/>
          </w:tcPr>
          <w:p w14:paraId="4D71937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2 325 095,647</w:t>
            </w:r>
          </w:p>
        </w:tc>
      </w:tr>
      <w:tr w:rsidR="00484B9C" w:rsidRPr="00484B9C" w14:paraId="2A8FB5B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413BEA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</w:t>
            </w:r>
          </w:p>
        </w:tc>
        <w:tc>
          <w:tcPr>
            <w:tcW w:w="3955" w:type="dxa"/>
            <w:noWrap/>
            <w:hideMark/>
          </w:tcPr>
          <w:p w14:paraId="748515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510 624,144</w:t>
            </w:r>
          </w:p>
        </w:tc>
        <w:tc>
          <w:tcPr>
            <w:tcW w:w="4240" w:type="dxa"/>
            <w:noWrap/>
            <w:hideMark/>
          </w:tcPr>
          <w:p w14:paraId="309DA35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2 325 252,946</w:t>
            </w:r>
          </w:p>
        </w:tc>
      </w:tr>
      <w:tr w:rsidR="00484B9C" w:rsidRPr="00484B9C" w14:paraId="457313D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63C06E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</w:t>
            </w:r>
          </w:p>
        </w:tc>
        <w:tc>
          <w:tcPr>
            <w:tcW w:w="3955" w:type="dxa"/>
            <w:noWrap/>
            <w:hideMark/>
          </w:tcPr>
          <w:p w14:paraId="27E18D5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510 598,753</w:t>
            </w:r>
          </w:p>
        </w:tc>
        <w:tc>
          <w:tcPr>
            <w:tcW w:w="4240" w:type="dxa"/>
            <w:noWrap/>
            <w:hideMark/>
          </w:tcPr>
          <w:p w14:paraId="12F7BF5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2 325 211,545</w:t>
            </w:r>
          </w:p>
        </w:tc>
      </w:tr>
      <w:tr w:rsidR="00484B9C" w:rsidRPr="00484B9C" w14:paraId="60EA05B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ACCE64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</w:t>
            </w:r>
          </w:p>
        </w:tc>
        <w:tc>
          <w:tcPr>
            <w:tcW w:w="3955" w:type="dxa"/>
            <w:noWrap/>
            <w:hideMark/>
          </w:tcPr>
          <w:p w14:paraId="51AB6DC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510 602,956</w:t>
            </w:r>
          </w:p>
        </w:tc>
        <w:tc>
          <w:tcPr>
            <w:tcW w:w="4240" w:type="dxa"/>
            <w:noWrap/>
            <w:hideMark/>
          </w:tcPr>
          <w:p w14:paraId="389FAE2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2 325 208,794</w:t>
            </w:r>
          </w:p>
        </w:tc>
      </w:tr>
      <w:tr w:rsidR="00484B9C" w:rsidRPr="00484B9C" w14:paraId="5EBA585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CE9D94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</w:t>
            </w:r>
          </w:p>
        </w:tc>
        <w:tc>
          <w:tcPr>
            <w:tcW w:w="3955" w:type="dxa"/>
            <w:noWrap/>
            <w:hideMark/>
          </w:tcPr>
          <w:p w14:paraId="0241618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510 585,482</w:t>
            </w:r>
          </w:p>
        </w:tc>
        <w:tc>
          <w:tcPr>
            <w:tcW w:w="4240" w:type="dxa"/>
            <w:noWrap/>
            <w:hideMark/>
          </w:tcPr>
          <w:p w14:paraId="2147E8C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2 325 180,302</w:t>
            </w:r>
          </w:p>
        </w:tc>
      </w:tr>
      <w:tr w:rsidR="00484B9C" w:rsidRPr="00484B9C" w14:paraId="1F27470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DDAD81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</w:t>
            </w:r>
          </w:p>
        </w:tc>
        <w:tc>
          <w:tcPr>
            <w:tcW w:w="3955" w:type="dxa"/>
            <w:noWrap/>
            <w:hideMark/>
          </w:tcPr>
          <w:p w14:paraId="3FA1D5A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510 569,571</w:t>
            </w:r>
          </w:p>
        </w:tc>
        <w:tc>
          <w:tcPr>
            <w:tcW w:w="4240" w:type="dxa"/>
            <w:noWrap/>
            <w:hideMark/>
          </w:tcPr>
          <w:p w14:paraId="3E8F6BC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2 325 154,358</w:t>
            </w:r>
          </w:p>
        </w:tc>
      </w:tr>
      <w:tr w:rsidR="00484B9C" w:rsidRPr="00484B9C" w14:paraId="25C484E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0DDA4A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</w:t>
            </w:r>
          </w:p>
        </w:tc>
        <w:tc>
          <w:tcPr>
            <w:tcW w:w="3955" w:type="dxa"/>
            <w:noWrap/>
            <w:hideMark/>
          </w:tcPr>
          <w:p w14:paraId="12034A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510 562,238</w:t>
            </w:r>
          </w:p>
        </w:tc>
        <w:tc>
          <w:tcPr>
            <w:tcW w:w="4240" w:type="dxa"/>
            <w:noWrap/>
            <w:hideMark/>
          </w:tcPr>
          <w:p w14:paraId="23483FC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2 325 152,004</w:t>
            </w:r>
          </w:p>
        </w:tc>
      </w:tr>
      <w:tr w:rsidR="00484B9C" w:rsidRPr="00484B9C" w14:paraId="359D21A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F2B34D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</w:t>
            </w:r>
          </w:p>
        </w:tc>
        <w:tc>
          <w:tcPr>
            <w:tcW w:w="3955" w:type="dxa"/>
            <w:noWrap/>
            <w:hideMark/>
          </w:tcPr>
          <w:p w14:paraId="3796C1F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510 147,792</w:t>
            </w:r>
          </w:p>
        </w:tc>
        <w:tc>
          <w:tcPr>
            <w:tcW w:w="4240" w:type="dxa"/>
            <w:noWrap/>
            <w:hideMark/>
          </w:tcPr>
          <w:p w14:paraId="2D9B306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2 325 409,967</w:t>
            </w:r>
          </w:p>
        </w:tc>
      </w:tr>
      <w:tr w:rsidR="00484B9C" w:rsidRPr="00484B9C" w14:paraId="7E45049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820167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</w:t>
            </w:r>
          </w:p>
        </w:tc>
        <w:tc>
          <w:tcPr>
            <w:tcW w:w="3955" w:type="dxa"/>
            <w:noWrap/>
            <w:hideMark/>
          </w:tcPr>
          <w:p w14:paraId="320BED6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509 734,504</w:t>
            </w:r>
          </w:p>
        </w:tc>
        <w:tc>
          <w:tcPr>
            <w:tcW w:w="4240" w:type="dxa"/>
            <w:noWrap/>
            <w:hideMark/>
          </w:tcPr>
          <w:p w14:paraId="0E9ED4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2 325 668,524</w:t>
            </w:r>
          </w:p>
        </w:tc>
      </w:tr>
      <w:tr w:rsidR="00484B9C" w:rsidRPr="00484B9C" w14:paraId="47A1CD3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8CDFFC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</w:t>
            </w:r>
          </w:p>
        </w:tc>
        <w:tc>
          <w:tcPr>
            <w:tcW w:w="3955" w:type="dxa"/>
            <w:noWrap/>
            <w:hideMark/>
          </w:tcPr>
          <w:p w14:paraId="51DA56E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509 227,603</w:t>
            </w:r>
          </w:p>
        </w:tc>
        <w:tc>
          <w:tcPr>
            <w:tcW w:w="4240" w:type="dxa"/>
            <w:noWrap/>
            <w:hideMark/>
          </w:tcPr>
          <w:p w14:paraId="40458F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2 325 995,444</w:t>
            </w:r>
          </w:p>
        </w:tc>
      </w:tr>
      <w:tr w:rsidR="00484B9C" w:rsidRPr="00484B9C" w14:paraId="3F8872A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549EC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</w:t>
            </w:r>
          </w:p>
        </w:tc>
        <w:tc>
          <w:tcPr>
            <w:tcW w:w="3955" w:type="dxa"/>
            <w:noWrap/>
            <w:hideMark/>
          </w:tcPr>
          <w:p w14:paraId="1FFD15D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509 032,750</w:t>
            </w:r>
          </w:p>
        </w:tc>
        <w:tc>
          <w:tcPr>
            <w:tcW w:w="4240" w:type="dxa"/>
            <w:noWrap/>
            <w:hideMark/>
          </w:tcPr>
          <w:p w14:paraId="4B3B5DC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2 326 083,883</w:t>
            </w:r>
          </w:p>
        </w:tc>
      </w:tr>
      <w:tr w:rsidR="00484B9C" w:rsidRPr="00484B9C" w14:paraId="5F5A0E4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0A2693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</w:t>
            </w:r>
          </w:p>
        </w:tc>
        <w:tc>
          <w:tcPr>
            <w:tcW w:w="3955" w:type="dxa"/>
            <w:noWrap/>
            <w:hideMark/>
          </w:tcPr>
          <w:p w14:paraId="21AA93C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508 996,688</w:t>
            </w:r>
          </w:p>
        </w:tc>
        <w:tc>
          <w:tcPr>
            <w:tcW w:w="4240" w:type="dxa"/>
            <w:noWrap/>
            <w:hideMark/>
          </w:tcPr>
          <w:p w14:paraId="27F439C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2 326 089,488</w:t>
            </w:r>
          </w:p>
        </w:tc>
      </w:tr>
      <w:tr w:rsidR="00484B9C" w:rsidRPr="00484B9C" w14:paraId="29997F3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CE31C2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</w:t>
            </w:r>
          </w:p>
        </w:tc>
        <w:tc>
          <w:tcPr>
            <w:tcW w:w="3955" w:type="dxa"/>
            <w:noWrap/>
            <w:hideMark/>
          </w:tcPr>
          <w:p w14:paraId="4FBBD3E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508 641,382</w:t>
            </w:r>
          </w:p>
        </w:tc>
        <w:tc>
          <w:tcPr>
            <w:tcW w:w="4240" w:type="dxa"/>
            <w:noWrap/>
            <w:hideMark/>
          </w:tcPr>
          <w:p w14:paraId="73BCB5D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2 326 092,910</w:t>
            </w:r>
          </w:p>
        </w:tc>
      </w:tr>
      <w:tr w:rsidR="00484B9C" w:rsidRPr="00484B9C" w14:paraId="273EAD7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0B1D66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lastRenderedPageBreak/>
              <w:t>18</w:t>
            </w:r>
          </w:p>
        </w:tc>
        <w:tc>
          <w:tcPr>
            <w:tcW w:w="3955" w:type="dxa"/>
            <w:noWrap/>
            <w:hideMark/>
          </w:tcPr>
          <w:p w14:paraId="417B894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508 590,171</w:t>
            </w:r>
          </w:p>
        </w:tc>
        <w:tc>
          <w:tcPr>
            <w:tcW w:w="4240" w:type="dxa"/>
            <w:noWrap/>
            <w:hideMark/>
          </w:tcPr>
          <w:p w14:paraId="3B4D804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2 326 093,001</w:t>
            </w:r>
          </w:p>
        </w:tc>
      </w:tr>
      <w:tr w:rsidR="00484B9C" w:rsidRPr="00484B9C" w14:paraId="03C9612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A914BE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</w:t>
            </w:r>
          </w:p>
        </w:tc>
        <w:tc>
          <w:tcPr>
            <w:tcW w:w="3955" w:type="dxa"/>
            <w:noWrap/>
            <w:hideMark/>
          </w:tcPr>
          <w:p w14:paraId="2319B41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508 590,161</w:t>
            </w:r>
          </w:p>
        </w:tc>
        <w:tc>
          <w:tcPr>
            <w:tcW w:w="4240" w:type="dxa"/>
            <w:noWrap/>
            <w:hideMark/>
          </w:tcPr>
          <w:p w14:paraId="2C1D86C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2 326 087,991</w:t>
            </w:r>
          </w:p>
        </w:tc>
      </w:tr>
      <w:tr w:rsidR="00484B9C" w:rsidRPr="00484B9C" w14:paraId="39B27BA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FA0161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</w:t>
            </w:r>
          </w:p>
        </w:tc>
        <w:tc>
          <w:tcPr>
            <w:tcW w:w="3955" w:type="dxa"/>
            <w:noWrap/>
            <w:hideMark/>
          </w:tcPr>
          <w:p w14:paraId="1B7C47C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508 549,107</w:t>
            </w:r>
          </w:p>
        </w:tc>
        <w:tc>
          <w:tcPr>
            <w:tcW w:w="4240" w:type="dxa"/>
            <w:noWrap/>
            <w:hideMark/>
          </w:tcPr>
          <w:p w14:paraId="09DB35F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2 326 088,074</w:t>
            </w:r>
          </w:p>
        </w:tc>
      </w:tr>
      <w:tr w:rsidR="00484B9C" w:rsidRPr="00484B9C" w14:paraId="58A0E22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F3DB81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</w:t>
            </w:r>
          </w:p>
        </w:tc>
        <w:tc>
          <w:tcPr>
            <w:tcW w:w="3955" w:type="dxa"/>
            <w:noWrap/>
            <w:hideMark/>
          </w:tcPr>
          <w:p w14:paraId="4DCC13B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508 549,116</w:t>
            </w:r>
          </w:p>
        </w:tc>
        <w:tc>
          <w:tcPr>
            <w:tcW w:w="4240" w:type="dxa"/>
            <w:noWrap/>
            <w:hideMark/>
          </w:tcPr>
          <w:p w14:paraId="291D004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2 326 093,074</w:t>
            </w:r>
          </w:p>
        </w:tc>
      </w:tr>
      <w:tr w:rsidR="00484B9C" w:rsidRPr="00484B9C" w14:paraId="02500F2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F1213F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</w:t>
            </w:r>
          </w:p>
        </w:tc>
        <w:tc>
          <w:tcPr>
            <w:tcW w:w="3955" w:type="dxa"/>
            <w:noWrap/>
            <w:hideMark/>
          </w:tcPr>
          <w:p w14:paraId="6394E45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508 494,971</w:t>
            </w:r>
          </w:p>
        </w:tc>
        <w:tc>
          <w:tcPr>
            <w:tcW w:w="4240" w:type="dxa"/>
            <w:noWrap/>
            <w:hideMark/>
          </w:tcPr>
          <w:p w14:paraId="6208AFE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2 326 093,170</w:t>
            </w:r>
          </w:p>
        </w:tc>
      </w:tr>
      <w:tr w:rsidR="00484B9C" w:rsidRPr="00484B9C" w14:paraId="1ABB944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461F86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</w:t>
            </w:r>
          </w:p>
        </w:tc>
        <w:tc>
          <w:tcPr>
            <w:tcW w:w="3955" w:type="dxa"/>
            <w:noWrap/>
            <w:hideMark/>
          </w:tcPr>
          <w:p w14:paraId="4D843C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507 511,542</w:t>
            </w:r>
          </w:p>
        </w:tc>
        <w:tc>
          <w:tcPr>
            <w:tcW w:w="4240" w:type="dxa"/>
            <w:noWrap/>
            <w:hideMark/>
          </w:tcPr>
          <w:p w14:paraId="650C0F8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2 326 097,373</w:t>
            </w:r>
          </w:p>
        </w:tc>
      </w:tr>
      <w:tr w:rsidR="00484B9C" w:rsidRPr="00484B9C" w14:paraId="3F9C279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934BF3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</w:t>
            </w:r>
          </w:p>
        </w:tc>
        <w:tc>
          <w:tcPr>
            <w:tcW w:w="3955" w:type="dxa"/>
            <w:noWrap/>
            <w:hideMark/>
          </w:tcPr>
          <w:p w14:paraId="67985CC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507 002,551</w:t>
            </w:r>
          </w:p>
        </w:tc>
        <w:tc>
          <w:tcPr>
            <w:tcW w:w="4240" w:type="dxa"/>
            <w:noWrap/>
            <w:hideMark/>
          </w:tcPr>
          <w:p w14:paraId="5B2BEF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2 326 097,093</w:t>
            </w:r>
          </w:p>
        </w:tc>
      </w:tr>
      <w:tr w:rsidR="00484B9C" w:rsidRPr="00484B9C" w14:paraId="091AA8D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4A8106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</w:t>
            </w:r>
          </w:p>
        </w:tc>
        <w:tc>
          <w:tcPr>
            <w:tcW w:w="3955" w:type="dxa"/>
            <w:noWrap/>
            <w:hideMark/>
          </w:tcPr>
          <w:p w14:paraId="1E89B72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507 002,601</w:t>
            </w:r>
          </w:p>
        </w:tc>
        <w:tc>
          <w:tcPr>
            <w:tcW w:w="4240" w:type="dxa"/>
            <w:noWrap/>
            <w:hideMark/>
          </w:tcPr>
          <w:p w14:paraId="244513F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2 326 092,094</w:t>
            </w:r>
          </w:p>
        </w:tc>
      </w:tr>
      <w:tr w:rsidR="00484B9C" w:rsidRPr="00484B9C" w14:paraId="3A04958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ECB307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26</w:t>
            </w:r>
          </w:p>
        </w:tc>
        <w:tc>
          <w:tcPr>
            <w:tcW w:w="3955" w:type="dxa"/>
            <w:noWrap/>
            <w:hideMark/>
          </w:tcPr>
          <w:p w14:paraId="340F3D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506 979,783</w:t>
            </w:r>
          </w:p>
        </w:tc>
        <w:tc>
          <w:tcPr>
            <w:tcW w:w="4240" w:type="dxa"/>
            <w:noWrap/>
            <w:hideMark/>
          </w:tcPr>
          <w:p w14:paraId="47B9B2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2 326 092,088</w:t>
            </w:r>
          </w:p>
        </w:tc>
      </w:tr>
      <w:tr w:rsidR="00484B9C" w:rsidRPr="00484B9C" w14:paraId="34E32FD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CE8697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27</w:t>
            </w:r>
          </w:p>
        </w:tc>
        <w:tc>
          <w:tcPr>
            <w:tcW w:w="3955" w:type="dxa"/>
            <w:noWrap/>
            <w:hideMark/>
          </w:tcPr>
          <w:p w14:paraId="5B2351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506 979,781</w:t>
            </w:r>
          </w:p>
        </w:tc>
        <w:tc>
          <w:tcPr>
            <w:tcW w:w="4240" w:type="dxa"/>
            <w:noWrap/>
            <w:hideMark/>
          </w:tcPr>
          <w:p w14:paraId="74FD4F9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2 326 097,087</w:t>
            </w:r>
          </w:p>
        </w:tc>
      </w:tr>
      <w:tr w:rsidR="00484B9C" w:rsidRPr="00484B9C" w14:paraId="34A7A0B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AB0339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28</w:t>
            </w:r>
          </w:p>
        </w:tc>
        <w:tc>
          <w:tcPr>
            <w:tcW w:w="3955" w:type="dxa"/>
            <w:noWrap/>
            <w:hideMark/>
          </w:tcPr>
          <w:p w14:paraId="24B7D67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506 510,550</w:t>
            </w:r>
          </w:p>
        </w:tc>
        <w:tc>
          <w:tcPr>
            <w:tcW w:w="4240" w:type="dxa"/>
            <w:noWrap/>
            <w:hideMark/>
          </w:tcPr>
          <w:p w14:paraId="3BAB45F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2 326 100,635</w:t>
            </w:r>
          </w:p>
        </w:tc>
      </w:tr>
      <w:tr w:rsidR="00484B9C" w:rsidRPr="00484B9C" w14:paraId="12E0B99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DCD8F1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29</w:t>
            </w:r>
          </w:p>
        </w:tc>
        <w:tc>
          <w:tcPr>
            <w:tcW w:w="3955" w:type="dxa"/>
            <w:noWrap/>
            <w:hideMark/>
          </w:tcPr>
          <w:p w14:paraId="71F6E31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505 980,684</w:t>
            </w:r>
          </w:p>
        </w:tc>
        <w:tc>
          <w:tcPr>
            <w:tcW w:w="4240" w:type="dxa"/>
            <w:noWrap/>
            <w:hideMark/>
          </w:tcPr>
          <w:p w14:paraId="277371C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2 326 093,002</w:t>
            </w:r>
          </w:p>
        </w:tc>
      </w:tr>
      <w:tr w:rsidR="00484B9C" w:rsidRPr="00484B9C" w14:paraId="014D2DD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23C5E3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30</w:t>
            </w:r>
          </w:p>
        </w:tc>
        <w:tc>
          <w:tcPr>
            <w:tcW w:w="3955" w:type="dxa"/>
            <w:noWrap/>
            <w:hideMark/>
          </w:tcPr>
          <w:p w14:paraId="70F87DE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505 980,756</w:t>
            </w:r>
          </w:p>
        </w:tc>
        <w:tc>
          <w:tcPr>
            <w:tcW w:w="4240" w:type="dxa"/>
            <w:noWrap/>
            <w:hideMark/>
          </w:tcPr>
          <w:p w14:paraId="08034A7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2 326 088,002</w:t>
            </w:r>
          </w:p>
        </w:tc>
      </w:tr>
      <w:tr w:rsidR="00484B9C" w:rsidRPr="00484B9C" w14:paraId="058E307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8E3A2A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31</w:t>
            </w:r>
          </w:p>
        </w:tc>
        <w:tc>
          <w:tcPr>
            <w:tcW w:w="3955" w:type="dxa"/>
            <w:noWrap/>
            <w:hideMark/>
          </w:tcPr>
          <w:p w14:paraId="1FE4114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505 959,524</w:t>
            </w:r>
          </w:p>
        </w:tc>
        <w:tc>
          <w:tcPr>
            <w:tcW w:w="4240" w:type="dxa"/>
            <w:noWrap/>
            <w:hideMark/>
          </w:tcPr>
          <w:p w14:paraId="0B7794A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2 326 087,696</w:t>
            </w:r>
          </w:p>
        </w:tc>
      </w:tr>
      <w:tr w:rsidR="00484B9C" w:rsidRPr="00484B9C" w14:paraId="77539FE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AE6B92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32</w:t>
            </w:r>
          </w:p>
        </w:tc>
        <w:tc>
          <w:tcPr>
            <w:tcW w:w="3955" w:type="dxa"/>
            <w:noWrap/>
            <w:hideMark/>
          </w:tcPr>
          <w:p w14:paraId="405A2D4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505 959,452</w:t>
            </w:r>
          </w:p>
        </w:tc>
        <w:tc>
          <w:tcPr>
            <w:tcW w:w="4240" w:type="dxa"/>
            <w:noWrap/>
            <w:hideMark/>
          </w:tcPr>
          <w:p w14:paraId="5E86E03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2 326 092,696</w:t>
            </w:r>
          </w:p>
        </w:tc>
      </w:tr>
      <w:tr w:rsidR="00484B9C" w:rsidRPr="00484B9C" w14:paraId="7D0709D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E2939A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33</w:t>
            </w:r>
          </w:p>
        </w:tc>
        <w:tc>
          <w:tcPr>
            <w:tcW w:w="3955" w:type="dxa"/>
            <w:noWrap/>
            <w:hideMark/>
          </w:tcPr>
          <w:p w14:paraId="6E9691D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505 935,149</w:t>
            </w:r>
          </w:p>
        </w:tc>
        <w:tc>
          <w:tcPr>
            <w:tcW w:w="4240" w:type="dxa"/>
            <w:noWrap/>
            <w:hideMark/>
          </w:tcPr>
          <w:p w14:paraId="2166BA5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2 326 092,346</w:t>
            </w:r>
          </w:p>
        </w:tc>
      </w:tr>
      <w:tr w:rsidR="00484B9C" w:rsidRPr="00484B9C" w14:paraId="7940CCA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211A1C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34</w:t>
            </w:r>
          </w:p>
        </w:tc>
        <w:tc>
          <w:tcPr>
            <w:tcW w:w="3955" w:type="dxa"/>
            <w:noWrap/>
            <w:hideMark/>
          </w:tcPr>
          <w:p w14:paraId="4978F28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505 915,913</w:t>
            </w:r>
          </w:p>
        </w:tc>
        <w:tc>
          <w:tcPr>
            <w:tcW w:w="4240" w:type="dxa"/>
            <w:noWrap/>
            <w:hideMark/>
          </w:tcPr>
          <w:p w14:paraId="3FFD736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2 326 092,413</w:t>
            </w:r>
          </w:p>
        </w:tc>
      </w:tr>
      <w:tr w:rsidR="00484B9C" w:rsidRPr="00484B9C" w14:paraId="4A864BE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5F8BA4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35</w:t>
            </w:r>
          </w:p>
        </w:tc>
        <w:tc>
          <w:tcPr>
            <w:tcW w:w="3955" w:type="dxa"/>
            <w:noWrap/>
            <w:hideMark/>
          </w:tcPr>
          <w:p w14:paraId="720FF15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505 915,738</w:t>
            </w:r>
          </w:p>
        </w:tc>
        <w:tc>
          <w:tcPr>
            <w:tcW w:w="4240" w:type="dxa"/>
            <w:noWrap/>
            <w:hideMark/>
          </w:tcPr>
          <w:p w14:paraId="68A985F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2 326 136,585</w:t>
            </w:r>
          </w:p>
        </w:tc>
      </w:tr>
      <w:tr w:rsidR="00484B9C" w:rsidRPr="00484B9C" w14:paraId="708FAF0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D1A7C3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36</w:t>
            </w:r>
          </w:p>
        </w:tc>
        <w:tc>
          <w:tcPr>
            <w:tcW w:w="3955" w:type="dxa"/>
            <w:noWrap/>
            <w:hideMark/>
          </w:tcPr>
          <w:p w14:paraId="1C1D072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505 915,506</w:t>
            </w:r>
          </w:p>
        </w:tc>
        <w:tc>
          <w:tcPr>
            <w:tcW w:w="4240" w:type="dxa"/>
            <w:noWrap/>
            <w:hideMark/>
          </w:tcPr>
          <w:p w14:paraId="20A8389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2 326 195,321</w:t>
            </w:r>
          </w:p>
        </w:tc>
      </w:tr>
      <w:tr w:rsidR="00484B9C" w:rsidRPr="00484B9C" w14:paraId="4C41502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33A85E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37</w:t>
            </w:r>
          </w:p>
        </w:tc>
        <w:tc>
          <w:tcPr>
            <w:tcW w:w="3955" w:type="dxa"/>
            <w:noWrap/>
            <w:hideMark/>
          </w:tcPr>
          <w:p w14:paraId="072F80D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505 939,801</w:t>
            </w:r>
          </w:p>
        </w:tc>
        <w:tc>
          <w:tcPr>
            <w:tcW w:w="4240" w:type="dxa"/>
            <w:noWrap/>
            <w:hideMark/>
          </w:tcPr>
          <w:p w14:paraId="446E084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2 326 231,523</w:t>
            </w:r>
          </w:p>
        </w:tc>
      </w:tr>
      <w:tr w:rsidR="00484B9C" w:rsidRPr="00484B9C" w14:paraId="5D7DF14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9C01B5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39</w:t>
            </w:r>
          </w:p>
        </w:tc>
        <w:tc>
          <w:tcPr>
            <w:tcW w:w="3955" w:type="dxa"/>
            <w:noWrap/>
            <w:hideMark/>
          </w:tcPr>
          <w:p w14:paraId="49E4F61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505 924,627</w:t>
            </w:r>
          </w:p>
        </w:tc>
        <w:tc>
          <w:tcPr>
            <w:tcW w:w="4240" w:type="dxa"/>
            <w:noWrap/>
            <w:hideMark/>
          </w:tcPr>
          <w:p w14:paraId="6FC116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2 327 480,668</w:t>
            </w:r>
          </w:p>
        </w:tc>
      </w:tr>
      <w:tr w:rsidR="00484B9C" w:rsidRPr="00484B9C" w14:paraId="62FD615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39D2A2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40</w:t>
            </w:r>
          </w:p>
        </w:tc>
        <w:tc>
          <w:tcPr>
            <w:tcW w:w="3955" w:type="dxa"/>
            <w:noWrap/>
            <w:hideMark/>
          </w:tcPr>
          <w:p w14:paraId="7F66BD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505 930,771</w:t>
            </w:r>
          </w:p>
        </w:tc>
        <w:tc>
          <w:tcPr>
            <w:tcW w:w="4240" w:type="dxa"/>
            <w:noWrap/>
            <w:hideMark/>
          </w:tcPr>
          <w:p w14:paraId="23933FA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2 327 480,920</w:t>
            </w:r>
          </w:p>
        </w:tc>
      </w:tr>
      <w:tr w:rsidR="00484B9C" w:rsidRPr="00484B9C" w14:paraId="015C247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D8C8D5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41</w:t>
            </w:r>
          </w:p>
        </w:tc>
        <w:tc>
          <w:tcPr>
            <w:tcW w:w="3955" w:type="dxa"/>
            <w:noWrap/>
            <w:hideMark/>
          </w:tcPr>
          <w:p w14:paraId="04162B2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505 929,941</w:t>
            </w:r>
          </w:p>
        </w:tc>
        <w:tc>
          <w:tcPr>
            <w:tcW w:w="4240" w:type="dxa"/>
            <w:noWrap/>
            <w:hideMark/>
          </w:tcPr>
          <w:p w14:paraId="6183338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2 327 510,903</w:t>
            </w:r>
          </w:p>
        </w:tc>
      </w:tr>
      <w:tr w:rsidR="00484B9C" w:rsidRPr="00484B9C" w14:paraId="59224A3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6EF0CE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42</w:t>
            </w:r>
          </w:p>
        </w:tc>
        <w:tc>
          <w:tcPr>
            <w:tcW w:w="3955" w:type="dxa"/>
            <w:noWrap/>
            <w:hideMark/>
          </w:tcPr>
          <w:p w14:paraId="5BCF759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505 928,515</w:t>
            </w:r>
          </w:p>
        </w:tc>
        <w:tc>
          <w:tcPr>
            <w:tcW w:w="4240" w:type="dxa"/>
            <w:noWrap/>
            <w:hideMark/>
          </w:tcPr>
          <w:p w14:paraId="40DF7F4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2 327 515,463</w:t>
            </w:r>
          </w:p>
        </w:tc>
      </w:tr>
      <w:tr w:rsidR="00484B9C" w:rsidRPr="00484B9C" w14:paraId="0F10A08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386EDA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43</w:t>
            </w:r>
          </w:p>
        </w:tc>
        <w:tc>
          <w:tcPr>
            <w:tcW w:w="3955" w:type="dxa"/>
            <w:noWrap/>
            <w:hideMark/>
          </w:tcPr>
          <w:p w14:paraId="3A575A2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505 739,793</w:t>
            </w:r>
          </w:p>
        </w:tc>
        <w:tc>
          <w:tcPr>
            <w:tcW w:w="4240" w:type="dxa"/>
            <w:noWrap/>
            <w:hideMark/>
          </w:tcPr>
          <w:p w14:paraId="4429B4F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2 327 849,817</w:t>
            </w:r>
          </w:p>
        </w:tc>
      </w:tr>
      <w:tr w:rsidR="00484B9C" w:rsidRPr="00484B9C" w14:paraId="70457D6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BEA4BD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44</w:t>
            </w:r>
          </w:p>
        </w:tc>
        <w:tc>
          <w:tcPr>
            <w:tcW w:w="3955" w:type="dxa"/>
            <w:noWrap/>
            <w:hideMark/>
          </w:tcPr>
          <w:p w14:paraId="366CE5F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505 733,926</w:t>
            </w:r>
          </w:p>
        </w:tc>
        <w:tc>
          <w:tcPr>
            <w:tcW w:w="4240" w:type="dxa"/>
            <w:noWrap/>
            <w:hideMark/>
          </w:tcPr>
          <w:p w14:paraId="0ABF845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2 327 852,310</w:t>
            </w:r>
          </w:p>
        </w:tc>
      </w:tr>
      <w:tr w:rsidR="00484B9C" w:rsidRPr="00484B9C" w14:paraId="1A64ECF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4E903A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45</w:t>
            </w:r>
          </w:p>
        </w:tc>
        <w:tc>
          <w:tcPr>
            <w:tcW w:w="3955" w:type="dxa"/>
            <w:noWrap/>
            <w:hideMark/>
          </w:tcPr>
          <w:p w14:paraId="6A3D134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505 734,791</w:t>
            </w:r>
          </w:p>
        </w:tc>
        <w:tc>
          <w:tcPr>
            <w:tcW w:w="4240" w:type="dxa"/>
            <w:noWrap/>
            <w:hideMark/>
          </w:tcPr>
          <w:p w14:paraId="441951D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2 327 890,650</w:t>
            </w:r>
          </w:p>
        </w:tc>
      </w:tr>
      <w:tr w:rsidR="00484B9C" w:rsidRPr="00484B9C" w14:paraId="1A9D7D7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CE4578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46</w:t>
            </w:r>
          </w:p>
        </w:tc>
        <w:tc>
          <w:tcPr>
            <w:tcW w:w="3955" w:type="dxa"/>
            <w:noWrap/>
            <w:hideMark/>
          </w:tcPr>
          <w:p w14:paraId="4EFE1FD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505 741,747</w:t>
            </w:r>
          </w:p>
        </w:tc>
        <w:tc>
          <w:tcPr>
            <w:tcW w:w="4240" w:type="dxa"/>
            <w:noWrap/>
            <w:hideMark/>
          </w:tcPr>
          <w:p w14:paraId="06197B5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2 327 890,505</w:t>
            </w:r>
          </w:p>
        </w:tc>
      </w:tr>
      <w:tr w:rsidR="00484B9C" w:rsidRPr="00484B9C" w14:paraId="38392C7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6E3154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47</w:t>
            </w:r>
          </w:p>
        </w:tc>
        <w:tc>
          <w:tcPr>
            <w:tcW w:w="3955" w:type="dxa"/>
            <w:noWrap/>
            <w:hideMark/>
          </w:tcPr>
          <w:p w14:paraId="70B4E0F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505 741,991</w:t>
            </w:r>
          </w:p>
        </w:tc>
        <w:tc>
          <w:tcPr>
            <w:tcW w:w="4240" w:type="dxa"/>
            <w:noWrap/>
            <w:hideMark/>
          </w:tcPr>
          <w:p w14:paraId="66286F0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2 327 907,145</w:t>
            </w:r>
          </w:p>
        </w:tc>
      </w:tr>
      <w:tr w:rsidR="00484B9C" w:rsidRPr="00484B9C" w14:paraId="30BAB6B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46B12B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48</w:t>
            </w:r>
          </w:p>
        </w:tc>
        <w:tc>
          <w:tcPr>
            <w:tcW w:w="3955" w:type="dxa"/>
            <w:noWrap/>
            <w:hideMark/>
          </w:tcPr>
          <w:p w14:paraId="1ABACA2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505 680,796</w:t>
            </w:r>
          </w:p>
        </w:tc>
        <w:tc>
          <w:tcPr>
            <w:tcW w:w="4240" w:type="dxa"/>
            <w:noWrap/>
            <w:hideMark/>
          </w:tcPr>
          <w:p w14:paraId="0AE93C4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2 327 907,657</w:t>
            </w:r>
          </w:p>
        </w:tc>
      </w:tr>
      <w:tr w:rsidR="00484B9C" w:rsidRPr="00484B9C" w14:paraId="4413833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600E13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</w:t>
            </w:r>
          </w:p>
        </w:tc>
        <w:tc>
          <w:tcPr>
            <w:tcW w:w="3955" w:type="dxa"/>
            <w:noWrap/>
            <w:hideMark/>
          </w:tcPr>
          <w:p w14:paraId="6ACD37D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505 608,461</w:t>
            </w:r>
          </w:p>
        </w:tc>
        <w:tc>
          <w:tcPr>
            <w:tcW w:w="4240" w:type="dxa"/>
            <w:noWrap/>
            <w:hideMark/>
          </w:tcPr>
          <w:p w14:paraId="5DE562F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2 327 901,274</w:t>
            </w:r>
          </w:p>
        </w:tc>
      </w:tr>
      <w:tr w:rsidR="00484B9C" w:rsidRPr="00484B9C" w14:paraId="0900BCF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B9D9FC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</w:t>
            </w:r>
          </w:p>
        </w:tc>
        <w:tc>
          <w:tcPr>
            <w:tcW w:w="3955" w:type="dxa"/>
            <w:noWrap/>
            <w:hideMark/>
          </w:tcPr>
          <w:p w14:paraId="2906B9F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505 606,458</w:t>
            </w:r>
          </w:p>
        </w:tc>
        <w:tc>
          <w:tcPr>
            <w:tcW w:w="4240" w:type="dxa"/>
            <w:noWrap/>
            <w:hideMark/>
          </w:tcPr>
          <w:p w14:paraId="0218B5B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2 327 919,324</w:t>
            </w:r>
          </w:p>
        </w:tc>
      </w:tr>
      <w:tr w:rsidR="00484B9C" w:rsidRPr="00484B9C" w14:paraId="3330681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C5D6CF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</w:t>
            </w:r>
          </w:p>
        </w:tc>
        <w:tc>
          <w:tcPr>
            <w:tcW w:w="3955" w:type="dxa"/>
            <w:noWrap/>
            <w:hideMark/>
          </w:tcPr>
          <w:p w14:paraId="272A943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505 568,848</w:t>
            </w:r>
          </w:p>
        </w:tc>
        <w:tc>
          <w:tcPr>
            <w:tcW w:w="4240" w:type="dxa"/>
            <w:noWrap/>
            <w:hideMark/>
          </w:tcPr>
          <w:p w14:paraId="2784F82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2 327 915,519</w:t>
            </w:r>
          </w:p>
        </w:tc>
      </w:tr>
      <w:tr w:rsidR="00484B9C" w:rsidRPr="00484B9C" w14:paraId="2684790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315896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52</w:t>
            </w:r>
          </w:p>
        </w:tc>
        <w:tc>
          <w:tcPr>
            <w:tcW w:w="3955" w:type="dxa"/>
            <w:noWrap/>
            <w:hideMark/>
          </w:tcPr>
          <w:p w14:paraId="4C4603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505 571,738</w:t>
            </w:r>
          </w:p>
        </w:tc>
        <w:tc>
          <w:tcPr>
            <w:tcW w:w="4240" w:type="dxa"/>
            <w:noWrap/>
            <w:hideMark/>
          </w:tcPr>
          <w:p w14:paraId="34FB44A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2 327 894,117</w:t>
            </w:r>
          </w:p>
        </w:tc>
      </w:tr>
      <w:tr w:rsidR="00484B9C" w:rsidRPr="00484B9C" w14:paraId="609445F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324DA2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53</w:t>
            </w:r>
          </w:p>
        </w:tc>
        <w:tc>
          <w:tcPr>
            <w:tcW w:w="3955" w:type="dxa"/>
            <w:noWrap/>
            <w:hideMark/>
          </w:tcPr>
          <w:p w14:paraId="77D1589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505 574,544</w:t>
            </w:r>
          </w:p>
        </w:tc>
        <w:tc>
          <w:tcPr>
            <w:tcW w:w="4240" w:type="dxa"/>
            <w:noWrap/>
            <w:hideMark/>
          </w:tcPr>
          <w:p w14:paraId="353F831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2 327 881,766</w:t>
            </w:r>
          </w:p>
        </w:tc>
      </w:tr>
      <w:tr w:rsidR="00484B9C" w:rsidRPr="00484B9C" w14:paraId="3E65E45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34E162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54</w:t>
            </w:r>
          </w:p>
        </w:tc>
        <w:tc>
          <w:tcPr>
            <w:tcW w:w="3955" w:type="dxa"/>
            <w:noWrap/>
            <w:hideMark/>
          </w:tcPr>
          <w:p w14:paraId="55B50A8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505 585,611</w:t>
            </w:r>
          </w:p>
        </w:tc>
        <w:tc>
          <w:tcPr>
            <w:tcW w:w="4240" w:type="dxa"/>
            <w:noWrap/>
            <w:hideMark/>
          </w:tcPr>
          <w:p w14:paraId="1D61722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2 327 883,354</w:t>
            </w:r>
          </w:p>
        </w:tc>
      </w:tr>
      <w:tr w:rsidR="00484B9C" w:rsidRPr="00484B9C" w14:paraId="2C6E930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5F6B09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55</w:t>
            </w:r>
          </w:p>
        </w:tc>
        <w:tc>
          <w:tcPr>
            <w:tcW w:w="3955" w:type="dxa"/>
            <w:noWrap/>
            <w:hideMark/>
          </w:tcPr>
          <w:p w14:paraId="43E1141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505 681,420</w:t>
            </w:r>
          </w:p>
        </w:tc>
        <w:tc>
          <w:tcPr>
            <w:tcW w:w="4240" w:type="dxa"/>
            <w:noWrap/>
            <w:hideMark/>
          </w:tcPr>
          <w:p w14:paraId="2CCC15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2 327 891,651</w:t>
            </w:r>
          </w:p>
        </w:tc>
      </w:tr>
      <w:tr w:rsidR="00484B9C" w:rsidRPr="00484B9C" w14:paraId="704D611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90B36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56</w:t>
            </w:r>
          </w:p>
        </w:tc>
        <w:tc>
          <w:tcPr>
            <w:tcW w:w="3955" w:type="dxa"/>
            <w:noWrap/>
            <w:hideMark/>
          </w:tcPr>
          <w:p w14:paraId="2E3D817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505 730,914</w:t>
            </w:r>
          </w:p>
        </w:tc>
        <w:tc>
          <w:tcPr>
            <w:tcW w:w="4240" w:type="dxa"/>
            <w:noWrap/>
            <w:hideMark/>
          </w:tcPr>
          <w:p w14:paraId="089C53F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2 327 890,862</w:t>
            </w:r>
          </w:p>
        </w:tc>
      </w:tr>
      <w:tr w:rsidR="00484B9C" w:rsidRPr="00484B9C" w14:paraId="403118E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39200E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57</w:t>
            </w:r>
          </w:p>
        </w:tc>
        <w:tc>
          <w:tcPr>
            <w:tcW w:w="3955" w:type="dxa"/>
            <w:noWrap/>
            <w:hideMark/>
          </w:tcPr>
          <w:p w14:paraId="7339601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505 729,844</w:t>
            </w:r>
          </w:p>
        </w:tc>
        <w:tc>
          <w:tcPr>
            <w:tcW w:w="4240" w:type="dxa"/>
            <w:noWrap/>
            <w:hideMark/>
          </w:tcPr>
          <w:p w14:paraId="7B27C80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2 327 851,792</w:t>
            </w:r>
          </w:p>
        </w:tc>
      </w:tr>
      <w:tr w:rsidR="00484B9C" w:rsidRPr="00484B9C" w14:paraId="1078285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694E22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58</w:t>
            </w:r>
          </w:p>
        </w:tc>
        <w:tc>
          <w:tcPr>
            <w:tcW w:w="3955" w:type="dxa"/>
            <w:noWrap/>
            <w:hideMark/>
          </w:tcPr>
          <w:p w14:paraId="08B3FD2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505 726,565</w:t>
            </w:r>
          </w:p>
        </w:tc>
        <w:tc>
          <w:tcPr>
            <w:tcW w:w="4240" w:type="dxa"/>
            <w:noWrap/>
            <w:hideMark/>
          </w:tcPr>
          <w:p w14:paraId="7C02BF7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2 327 840,709</w:t>
            </w:r>
          </w:p>
        </w:tc>
      </w:tr>
      <w:tr w:rsidR="00484B9C" w:rsidRPr="00484B9C" w14:paraId="0D7FE9B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CAFC7C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59</w:t>
            </w:r>
          </w:p>
        </w:tc>
        <w:tc>
          <w:tcPr>
            <w:tcW w:w="3955" w:type="dxa"/>
            <w:noWrap/>
            <w:hideMark/>
          </w:tcPr>
          <w:p w14:paraId="2E90E08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505 909,750</w:t>
            </w:r>
          </w:p>
        </w:tc>
        <w:tc>
          <w:tcPr>
            <w:tcW w:w="4240" w:type="dxa"/>
            <w:noWrap/>
            <w:hideMark/>
          </w:tcPr>
          <w:p w14:paraId="0702B2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2 327 511,720</w:t>
            </w:r>
          </w:p>
        </w:tc>
      </w:tr>
      <w:tr w:rsidR="00484B9C" w:rsidRPr="00484B9C" w14:paraId="63A2718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F365AA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60</w:t>
            </w:r>
          </w:p>
        </w:tc>
        <w:tc>
          <w:tcPr>
            <w:tcW w:w="3955" w:type="dxa"/>
            <w:noWrap/>
            <w:hideMark/>
          </w:tcPr>
          <w:p w14:paraId="6340FA4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505 918,627</w:t>
            </w:r>
          </w:p>
        </w:tc>
        <w:tc>
          <w:tcPr>
            <w:tcW w:w="4240" w:type="dxa"/>
            <w:noWrap/>
            <w:hideMark/>
          </w:tcPr>
          <w:p w14:paraId="4ECE83C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2 327 480,612</w:t>
            </w:r>
          </w:p>
        </w:tc>
      </w:tr>
      <w:tr w:rsidR="00484B9C" w:rsidRPr="00484B9C" w14:paraId="6CF88CD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9E990F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61</w:t>
            </w:r>
          </w:p>
        </w:tc>
        <w:tc>
          <w:tcPr>
            <w:tcW w:w="3955" w:type="dxa"/>
            <w:noWrap/>
            <w:hideMark/>
          </w:tcPr>
          <w:p w14:paraId="406B66E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505 918,940</w:t>
            </w:r>
          </w:p>
        </w:tc>
        <w:tc>
          <w:tcPr>
            <w:tcW w:w="4240" w:type="dxa"/>
            <w:noWrap/>
            <w:hideMark/>
          </w:tcPr>
          <w:p w14:paraId="735708C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2 327 447,349</w:t>
            </w:r>
          </w:p>
        </w:tc>
      </w:tr>
      <w:tr w:rsidR="00484B9C" w:rsidRPr="00484B9C" w14:paraId="520C5BF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640DAB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62</w:t>
            </w:r>
          </w:p>
        </w:tc>
        <w:tc>
          <w:tcPr>
            <w:tcW w:w="3955" w:type="dxa"/>
            <w:noWrap/>
            <w:hideMark/>
          </w:tcPr>
          <w:p w14:paraId="511395F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505 910,352</w:t>
            </w:r>
          </w:p>
        </w:tc>
        <w:tc>
          <w:tcPr>
            <w:tcW w:w="4240" w:type="dxa"/>
            <w:noWrap/>
            <w:hideMark/>
          </w:tcPr>
          <w:p w14:paraId="776E003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2 327 447,269</w:t>
            </w:r>
          </w:p>
        </w:tc>
      </w:tr>
      <w:tr w:rsidR="00484B9C" w:rsidRPr="00484B9C" w14:paraId="2A7BF59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F30B5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63</w:t>
            </w:r>
          </w:p>
        </w:tc>
        <w:tc>
          <w:tcPr>
            <w:tcW w:w="3955" w:type="dxa"/>
            <w:noWrap/>
            <w:hideMark/>
          </w:tcPr>
          <w:p w14:paraId="4AB28DA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505 919,734</w:t>
            </w:r>
          </w:p>
        </w:tc>
        <w:tc>
          <w:tcPr>
            <w:tcW w:w="4240" w:type="dxa"/>
            <w:noWrap/>
            <w:hideMark/>
          </w:tcPr>
          <w:p w14:paraId="3EF079C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2 326 666,197</w:t>
            </w:r>
          </w:p>
        </w:tc>
      </w:tr>
      <w:tr w:rsidR="00484B9C" w:rsidRPr="00484B9C" w14:paraId="1602D5D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08AAF0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64</w:t>
            </w:r>
          </w:p>
        </w:tc>
        <w:tc>
          <w:tcPr>
            <w:tcW w:w="3955" w:type="dxa"/>
            <w:noWrap/>
            <w:hideMark/>
          </w:tcPr>
          <w:p w14:paraId="136A5AD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505 923,847</w:t>
            </w:r>
          </w:p>
        </w:tc>
        <w:tc>
          <w:tcPr>
            <w:tcW w:w="4240" w:type="dxa"/>
            <w:noWrap/>
            <w:hideMark/>
          </w:tcPr>
          <w:p w14:paraId="722BD1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2 326 236,467</w:t>
            </w:r>
          </w:p>
        </w:tc>
      </w:tr>
      <w:tr w:rsidR="00484B9C" w:rsidRPr="00484B9C" w14:paraId="2128B3F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5D1DCC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65</w:t>
            </w:r>
          </w:p>
        </w:tc>
        <w:tc>
          <w:tcPr>
            <w:tcW w:w="3955" w:type="dxa"/>
            <w:noWrap/>
            <w:hideMark/>
          </w:tcPr>
          <w:p w14:paraId="5F1002C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505 909,453</w:t>
            </w:r>
          </w:p>
        </w:tc>
        <w:tc>
          <w:tcPr>
            <w:tcW w:w="4240" w:type="dxa"/>
            <w:noWrap/>
            <w:hideMark/>
          </w:tcPr>
          <w:p w14:paraId="044689F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2 326 206,513</w:t>
            </w:r>
          </w:p>
        </w:tc>
      </w:tr>
      <w:tr w:rsidR="00484B9C" w:rsidRPr="00484B9C" w14:paraId="69F69F5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18D94C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66</w:t>
            </w:r>
          </w:p>
        </w:tc>
        <w:tc>
          <w:tcPr>
            <w:tcW w:w="3955" w:type="dxa"/>
            <w:noWrap/>
            <w:hideMark/>
          </w:tcPr>
          <w:p w14:paraId="1F92568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505 909,738</w:t>
            </w:r>
          </w:p>
        </w:tc>
        <w:tc>
          <w:tcPr>
            <w:tcW w:w="4240" w:type="dxa"/>
            <w:noWrap/>
            <w:hideMark/>
          </w:tcPr>
          <w:p w14:paraId="4C0EAC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2 326 136,561</w:t>
            </w:r>
          </w:p>
        </w:tc>
      </w:tr>
      <w:tr w:rsidR="00484B9C" w:rsidRPr="00484B9C" w14:paraId="300CB68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54C5BC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lastRenderedPageBreak/>
              <w:t>67</w:t>
            </w:r>
          </w:p>
        </w:tc>
        <w:tc>
          <w:tcPr>
            <w:tcW w:w="3955" w:type="dxa"/>
            <w:noWrap/>
            <w:hideMark/>
          </w:tcPr>
          <w:p w14:paraId="4D697C1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505 909,971</w:t>
            </w:r>
          </w:p>
        </w:tc>
        <w:tc>
          <w:tcPr>
            <w:tcW w:w="4240" w:type="dxa"/>
            <w:noWrap/>
            <w:hideMark/>
          </w:tcPr>
          <w:p w14:paraId="62CB65C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2 326 092,434</w:t>
            </w:r>
          </w:p>
        </w:tc>
      </w:tr>
      <w:tr w:rsidR="00484B9C" w:rsidRPr="00484B9C" w14:paraId="1CB66C6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2C2F8B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68</w:t>
            </w:r>
          </w:p>
        </w:tc>
        <w:tc>
          <w:tcPr>
            <w:tcW w:w="3955" w:type="dxa"/>
            <w:noWrap/>
            <w:hideMark/>
          </w:tcPr>
          <w:p w14:paraId="3CCD3E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504 976,043</w:t>
            </w:r>
          </w:p>
        </w:tc>
        <w:tc>
          <w:tcPr>
            <w:tcW w:w="4240" w:type="dxa"/>
            <w:noWrap/>
            <w:hideMark/>
          </w:tcPr>
          <w:p w14:paraId="28D55F5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2 326 095,693</w:t>
            </w:r>
          </w:p>
        </w:tc>
      </w:tr>
      <w:tr w:rsidR="00484B9C" w:rsidRPr="00484B9C" w14:paraId="2CEF718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D69C4A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69</w:t>
            </w:r>
          </w:p>
        </w:tc>
        <w:tc>
          <w:tcPr>
            <w:tcW w:w="3955" w:type="dxa"/>
            <w:noWrap/>
            <w:hideMark/>
          </w:tcPr>
          <w:p w14:paraId="7DA9D93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503 481,498</w:t>
            </w:r>
          </w:p>
        </w:tc>
        <w:tc>
          <w:tcPr>
            <w:tcW w:w="4240" w:type="dxa"/>
            <w:noWrap/>
            <w:hideMark/>
          </w:tcPr>
          <w:p w14:paraId="77FFD73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2 326 100,909</w:t>
            </w:r>
          </w:p>
        </w:tc>
      </w:tr>
      <w:tr w:rsidR="00484B9C" w:rsidRPr="00484B9C" w14:paraId="1E77D61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8E241B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70</w:t>
            </w:r>
          </w:p>
        </w:tc>
        <w:tc>
          <w:tcPr>
            <w:tcW w:w="3955" w:type="dxa"/>
            <w:noWrap/>
            <w:hideMark/>
          </w:tcPr>
          <w:p w14:paraId="1AFF2FB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503 393,306</w:t>
            </w:r>
          </w:p>
        </w:tc>
        <w:tc>
          <w:tcPr>
            <w:tcW w:w="4240" w:type="dxa"/>
            <w:noWrap/>
            <w:hideMark/>
          </w:tcPr>
          <w:p w14:paraId="4AD6689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2 326 094,055</w:t>
            </w:r>
          </w:p>
        </w:tc>
      </w:tr>
      <w:tr w:rsidR="00484B9C" w:rsidRPr="00484B9C" w14:paraId="489E2ED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65C99F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71</w:t>
            </w:r>
          </w:p>
        </w:tc>
        <w:tc>
          <w:tcPr>
            <w:tcW w:w="3955" w:type="dxa"/>
            <w:noWrap/>
            <w:hideMark/>
          </w:tcPr>
          <w:p w14:paraId="598AF3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503 325,255</w:t>
            </w:r>
          </w:p>
        </w:tc>
        <w:tc>
          <w:tcPr>
            <w:tcW w:w="4240" w:type="dxa"/>
            <w:noWrap/>
            <w:hideMark/>
          </w:tcPr>
          <w:p w14:paraId="42AED7E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2 326 068,805</w:t>
            </w:r>
          </w:p>
        </w:tc>
      </w:tr>
      <w:tr w:rsidR="00484B9C" w:rsidRPr="00484B9C" w14:paraId="26FD92B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77780C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72</w:t>
            </w:r>
          </w:p>
        </w:tc>
        <w:tc>
          <w:tcPr>
            <w:tcW w:w="3955" w:type="dxa"/>
            <w:noWrap/>
            <w:hideMark/>
          </w:tcPr>
          <w:p w14:paraId="3E939B7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503 318,494</w:t>
            </w:r>
          </w:p>
        </w:tc>
        <w:tc>
          <w:tcPr>
            <w:tcW w:w="4240" w:type="dxa"/>
            <w:noWrap/>
            <w:hideMark/>
          </w:tcPr>
          <w:p w14:paraId="3FBF3FC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2 326 088,853</w:t>
            </w:r>
          </w:p>
        </w:tc>
      </w:tr>
      <w:tr w:rsidR="00484B9C" w:rsidRPr="00484B9C" w14:paraId="4C4B8D4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8F1B0B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73</w:t>
            </w:r>
          </w:p>
        </w:tc>
        <w:tc>
          <w:tcPr>
            <w:tcW w:w="3955" w:type="dxa"/>
            <w:noWrap/>
            <w:hideMark/>
          </w:tcPr>
          <w:p w14:paraId="1B157EE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503 088,763</w:t>
            </w:r>
          </w:p>
        </w:tc>
        <w:tc>
          <w:tcPr>
            <w:tcW w:w="4240" w:type="dxa"/>
            <w:noWrap/>
            <w:hideMark/>
          </w:tcPr>
          <w:p w14:paraId="22B31C2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2 326 089,619</w:t>
            </w:r>
          </w:p>
        </w:tc>
      </w:tr>
      <w:tr w:rsidR="00484B9C" w:rsidRPr="00484B9C" w14:paraId="7F2D4BF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978EFB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74</w:t>
            </w:r>
          </w:p>
        </w:tc>
        <w:tc>
          <w:tcPr>
            <w:tcW w:w="3955" w:type="dxa"/>
            <w:noWrap/>
            <w:hideMark/>
          </w:tcPr>
          <w:p w14:paraId="7F8FDA3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503 088,887</w:t>
            </w:r>
          </w:p>
        </w:tc>
        <w:tc>
          <w:tcPr>
            <w:tcW w:w="4240" w:type="dxa"/>
            <w:noWrap/>
            <w:hideMark/>
          </w:tcPr>
          <w:p w14:paraId="4CB2B74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2 326 084,618</w:t>
            </w:r>
          </w:p>
        </w:tc>
      </w:tr>
      <w:tr w:rsidR="00484B9C" w:rsidRPr="00484B9C" w14:paraId="3E1FFA9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7C95A7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75</w:t>
            </w:r>
          </w:p>
        </w:tc>
        <w:tc>
          <w:tcPr>
            <w:tcW w:w="3955" w:type="dxa"/>
            <w:noWrap/>
            <w:hideMark/>
          </w:tcPr>
          <w:p w14:paraId="52A15A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502 972,611</w:t>
            </w:r>
          </w:p>
        </w:tc>
        <w:tc>
          <w:tcPr>
            <w:tcW w:w="4240" w:type="dxa"/>
            <w:noWrap/>
            <w:hideMark/>
          </w:tcPr>
          <w:p w14:paraId="130B935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2 326 084,964</w:t>
            </w:r>
          </w:p>
        </w:tc>
      </w:tr>
      <w:tr w:rsidR="00484B9C" w:rsidRPr="00484B9C" w14:paraId="7427044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BDC92F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76</w:t>
            </w:r>
          </w:p>
        </w:tc>
        <w:tc>
          <w:tcPr>
            <w:tcW w:w="3955" w:type="dxa"/>
            <w:noWrap/>
            <w:hideMark/>
          </w:tcPr>
          <w:p w14:paraId="07FE3AF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502 964,249</w:t>
            </w:r>
          </w:p>
        </w:tc>
        <w:tc>
          <w:tcPr>
            <w:tcW w:w="4240" w:type="dxa"/>
            <w:noWrap/>
            <w:hideMark/>
          </w:tcPr>
          <w:p w14:paraId="3F27C7C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2 326 070,687</w:t>
            </w:r>
          </w:p>
        </w:tc>
      </w:tr>
      <w:tr w:rsidR="00484B9C" w:rsidRPr="00484B9C" w14:paraId="32A38E6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7DC682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77</w:t>
            </w:r>
          </w:p>
        </w:tc>
        <w:tc>
          <w:tcPr>
            <w:tcW w:w="3955" w:type="dxa"/>
            <w:noWrap/>
            <w:hideMark/>
          </w:tcPr>
          <w:p w14:paraId="7D95190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502 915,967</w:t>
            </w:r>
          </w:p>
        </w:tc>
        <w:tc>
          <w:tcPr>
            <w:tcW w:w="4240" w:type="dxa"/>
            <w:noWrap/>
            <w:hideMark/>
          </w:tcPr>
          <w:p w14:paraId="5BED1DF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2 326 098,643</w:t>
            </w:r>
          </w:p>
        </w:tc>
      </w:tr>
      <w:tr w:rsidR="00484B9C" w:rsidRPr="00484B9C" w14:paraId="477F5A3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79BFBE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78</w:t>
            </w:r>
          </w:p>
        </w:tc>
        <w:tc>
          <w:tcPr>
            <w:tcW w:w="3955" w:type="dxa"/>
            <w:noWrap/>
            <w:hideMark/>
          </w:tcPr>
          <w:p w14:paraId="461BED5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501 893,497</w:t>
            </w:r>
          </w:p>
        </w:tc>
        <w:tc>
          <w:tcPr>
            <w:tcW w:w="4240" w:type="dxa"/>
            <w:noWrap/>
            <w:hideMark/>
          </w:tcPr>
          <w:p w14:paraId="386CF85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2 326 103,398</w:t>
            </w:r>
          </w:p>
        </w:tc>
      </w:tr>
      <w:tr w:rsidR="00484B9C" w:rsidRPr="00484B9C" w14:paraId="1D2BE29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BB42C6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79</w:t>
            </w:r>
          </w:p>
        </w:tc>
        <w:tc>
          <w:tcPr>
            <w:tcW w:w="3955" w:type="dxa"/>
            <w:noWrap/>
            <w:hideMark/>
          </w:tcPr>
          <w:p w14:paraId="4A17FEA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501 345,809</w:t>
            </w:r>
          </w:p>
        </w:tc>
        <w:tc>
          <w:tcPr>
            <w:tcW w:w="4240" w:type="dxa"/>
            <w:noWrap/>
            <w:hideMark/>
          </w:tcPr>
          <w:p w14:paraId="1592008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2 326 101,304</w:t>
            </w:r>
          </w:p>
        </w:tc>
      </w:tr>
      <w:tr w:rsidR="00484B9C" w:rsidRPr="00484B9C" w14:paraId="15CC9D2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79F70C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80</w:t>
            </w:r>
          </w:p>
        </w:tc>
        <w:tc>
          <w:tcPr>
            <w:tcW w:w="3955" w:type="dxa"/>
            <w:noWrap/>
            <w:hideMark/>
          </w:tcPr>
          <w:p w14:paraId="7AB63A3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500 076,700</w:t>
            </w:r>
          </w:p>
        </w:tc>
        <w:tc>
          <w:tcPr>
            <w:tcW w:w="4240" w:type="dxa"/>
            <w:noWrap/>
            <w:hideMark/>
          </w:tcPr>
          <w:p w14:paraId="3BE3309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2 326 104,105</w:t>
            </w:r>
          </w:p>
        </w:tc>
      </w:tr>
      <w:tr w:rsidR="00484B9C" w:rsidRPr="00484B9C" w14:paraId="031078F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5B68C4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81</w:t>
            </w:r>
          </w:p>
        </w:tc>
        <w:tc>
          <w:tcPr>
            <w:tcW w:w="3955" w:type="dxa"/>
            <w:noWrap/>
            <w:hideMark/>
          </w:tcPr>
          <w:p w14:paraId="2730843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499 217,224</w:t>
            </w:r>
          </w:p>
        </w:tc>
        <w:tc>
          <w:tcPr>
            <w:tcW w:w="4240" w:type="dxa"/>
            <w:noWrap/>
            <w:hideMark/>
          </w:tcPr>
          <w:p w14:paraId="0B4C241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2 326 108,451</w:t>
            </w:r>
          </w:p>
        </w:tc>
      </w:tr>
      <w:tr w:rsidR="00484B9C" w:rsidRPr="00484B9C" w14:paraId="0B06392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9FD7EF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82</w:t>
            </w:r>
          </w:p>
        </w:tc>
        <w:tc>
          <w:tcPr>
            <w:tcW w:w="3955" w:type="dxa"/>
            <w:noWrap/>
            <w:hideMark/>
          </w:tcPr>
          <w:p w14:paraId="7CFB838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499 217,199</w:t>
            </w:r>
          </w:p>
        </w:tc>
        <w:tc>
          <w:tcPr>
            <w:tcW w:w="4240" w:type="dxa"/>
            <w:noWrap/>
            <w:hideMark/>
          </w:tcPr>
          <w:p w14:paraId="57F271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2 326 102,451</w:t>
            </w:r>
          </w:p>
        </w:tc>
      </w:tr>
      <w:tr w:rsidR="00484B9C" w:rsidRPr="00484B9C" w14:paraId="2DED636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8CC0E5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83</w:t>
            </w:r>
          </w:p>
        </w:tc>
        <w:tc>
          <w:tcPr>
            <w:tcW w:w="3955" w:type="dxa"/>
            <w:noWrap/>
            <w:hideMark/>
          </w:tcPr>
          <w:p w14:paraId="174E489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499 179,170</w:t>
            </w:r>
          </w:p>
        </w:tc>
        <w:tc>
          <w:tcPr>
            <w:tcW w:w="4240" w:type="dxa"/>
            <w:noWrap/>
            <w:hideMark/>
          </w:tcPr>
          <w:p w14:paraId="31448D4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2 326 102,611</w:t>
            </w:r>
          </w:p>
        </w:tc>
      </w:tr>
      <w:tr w:rsidR="00484B9C" w:rsidRPr="00484B9C" w14:paraId="662497D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70BCC4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84</w:t>
            </w:r>
          </w:p>
        </w:tc>
        <w:tc>
          <w:tcPr>
            <w:tcW w:w="3955" w:type="dxa"/>
            <w:noWrap/>
            <w:hideMark/>
          </w:tcPr>
          <w:p w14:paraId="6AA963F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499 179,202</w:t>
            </w:r>
          </w:p>
        </w:tc>
        <w:tc>
          <w:tcPr>
            <w:tcW w:w="4240" w:type="dxa"/>
            <w:noWrap/>
            <w:hideMark/>
          </w:tcPr>
          <w:p w14:paraId="7F6BD05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2 326 108,643</w:t>
            </w:r>
          </w:p>
        </w:tc>
      </w:tr>
      <w:tr w:rsidR="00484B9C" w:rsidRPr="00484B9C" w14:paraId="1E6E9A4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4E2AF4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85</w:t>
            </w:r>
          </w:p>
        </w:tc>
        <w:tc>
          <w:tcPr>
            <w:tcW w:w="3955" w:type="dxa"/>
            <w:noWrap/>
            <w:hideMark/>
          </w:tcPr>
          <w:p w14:paraId="276C421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497 770,234</w:t>
            </w:r>
          </w:p>
        </w:tc>
        <w:tc>
          <w:tcPr>
            <w:tcW w:w="4240" w:type="dxa"/>
            <w:noWrap/>
            <w:hideMark/>
          </w:tcPr>
          <w:p w14:paraId="7F31394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2 326 115,768</w:t>
            </w:r>
          </w:p>
        </w:tc>
      </w:tr>
      <w:tr w:rsidR="00484B9C" w:rsidRPr="00484B9C" w14:paraId="6F061E3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422699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86</w:t>
            </w:r>
          </w:p>
        </w:tc>
        <w:tc>
          <w:tcPr>
            <w:tcW w:w="3955" w:type="dxa"/>
            <w:noWrap/>
            <w:hideMark/>
          </w:tcPr>
          <w:p w14:paraId="0739BC1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497 770,272</w:t>
            </w:r>
          </w:p>
        </w:tc>
        <w:tc>
          <w:tcPr>
            <w:tcW w:w="4240" w:type="dxa"/>
            <w:noWrap/>
            <w:hideMark/>
          </w:tcPr>
          <w:p w14:paraId="4CF1B05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2 326 142,278</w:t>
            </w:r>
          </w:p>
        </w:tc>
      </w:tr>
      <w:tr w:rsidR="00484B9C" w:rsidRPr="00484B9C" w14:paraId="27AD250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8C126E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87</w:t>
            </w:r>
          </w:p>
        </w:tc>
        <w:tc>
          <w:tcPr>
            <w:tcW w:w="3955" w:type="dxa"/>
            <w:noWrap/>
            <w:hideMark/>
          </w:tcPr>
          <w:p w14:paraId="04FF25F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497 764,272</w:t>
            </w:r>
          </w:p>
        </w:tc>
        <w:tc>
          <w:tcPr>
            <w:tcW w:w="4240" w:type="dxa"/>
            <w:noWrap/>
            <w:hideMark/>
          </w:tcPr>
          <w:p w14:paraId="4B5F723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2 326 142,286</w:t>
            </w:r>
          </w:p>
        </w:tc>
      </w:tr>
      <w:tr w:rsidR="00484B9C" w:rsidRPr="00484B9C" w14:paraId="19A5465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873871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88</w:t>
            </w:r>
          </w:p>
        </w:tc>
        <w:tc>
          <w:tcPr>
            <w:tcW w:w="3955" w:type="dxa"/>
            <w:noWrap/>
            <w:hideMark/>
          </w:tcPr>
          <w:p w14:paraId="4311701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497 764,321</w:t>
            </w:r>
          </w:p>
        </w:tc>
        <w:tc>
          <w:tcPr>
            <w:tcW w:w="4240" w:type="dxa"/>
            <w:noWrap/>
            <w:hideMark/>
          </w:tcPr>
          <w:p w14:paraId="0F06F9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2 326 217,700</w:t>
            </w:r>
          </w:p>
        </w:tc>
      </w:tr>
      <w:tr w:rsidR="00484B9C" w:rsidRPr="00484B9C" w14:paraId="06782FA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487CE3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89</w:t>
            </w:r>
          </w:p>
        </w:tc>
        <w:tc>
          <w:tcPr>
            <w:tcW w:w="3955" w:type="dxa"/>
            <w:noWrap/>
            <w:hideMark/>
          </w:tcPr>
          <w:p w14:paraId="1900168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497 773,381</w:t>
            </w:r>
          </w:p>
        </w:tc>
        <w:tc>
          <w:tcPr>
            <w:tcW w:w="4240" w:type="dxa"/>
            <w:noWrap/>
            <w:hideMark/>
          </w:tcPr>
          <w:p w14:paraId="336D62E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2 326 217,789</w:t>
            </w:r>
          </w:p>
        </w:tc>
      </w:tr>
      <w:tr w:rsidR="00484B9C" w:rsidRPr="00484B9C" w14:paraId="556F886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BC8FD8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90</w:t>
            </w:r>
          </w:p>
        </w:tc>
        <w:tc>
          <w:tcPr>
            <w:tcW w:w="3955" w:type="dxa"/>
            <w:noWrap/>
            <w:hideMark/>
          </w:tcPr>
          <w:p w14:paraId="78B3C2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497 773,407</w:t>
            </w:r>
          </w:p>
        </w:tc>
        <w:tc>
          <w:tcPr>
            <w:tcW w:w="4240" w:type="dxa"/>
            <w:noWrap/>
            <w:hideMark/>
          </w:tcPr>
          <w:p w14:paraId="233C254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2 326 236,002</w:t>
            </w:r>
          </w:p>
        </w:tc>
      </w:tr>
      <w:tr w:rsidR="00484B9C" w:rsidRPr="00484B9C" w14:paraId="7866A02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2D0052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91</w:t>
            </w:r>
          </w:p>
        </w:tc>
        <w:tc>
          <w:tcPr>
            <w:tcW w:w="3955" w:type="dxa"/>
            <w:noWrap/>
            <w:hideMark/>
          </w:tcPr>
          <w:p w14:paraId="71624BB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496 922,651</w:t>
            </w:r>
          </w:p>
        </w:tc>
        <w:tc>
          <w:tcPr>
            <w:tcW w:w="4240" w:type="dxa"/>
            <w:noWrap/>
            <w:hideMark/>
          </w:tcPr>
          <w:p w14:paraId="62FF54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2 326 243,818</w:t>
            </w:r>
          </w:p>
        </w:tc>
      </w:tr>
      <w:tr w:rsidR="00484B9C" w:rsidRPr="00484B9C" w14:paraId="7BA8553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41A250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92</w:t>
            </w:r>
          </w:p>
        </w:tc>
        <w:tc>
          <w:tcPr>
            <w:tcW w:w="3955" w:type="dxa"/>
            <w:noWrap/>
            <w:hideMark/>
          </w:tcPr>
          <w:p w14:paraId="4A0A332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496 923,077</w:t>
            </w:r>
          </w:p>
        </w:tc>
        <w:tc>
          <w:tcPr>
            <w:tcW w:w="4240" w:type="dxa"/>
            <w:noWrap/>
            <w:hideMark/>
          </w:tcPr>
          <w:p w14:paraId="045994A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2 326 293,706</w:t>
            </w:r>
          </w:p>
        </w:tc>
      </w:tr>
      <w:tr w:rsidR="00484B9C" w:rsidRPr="00484B9C" w14:paraId="0BB8D69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3DAA9B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93</w:t>
            </w:r>
          </w:p>
        </w:tc>
        <w:tc>
          <w:tcPr>
            <w:tcW w:w="3955" w:type="dxa"/>
            <w:noWrap/>
            <w:hideMark/>
          </w:tcPr>
          <w:p w14:paraId="76AE109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496 894,238</w:t>
            </w:r>
          </w:p>
        </w:tc>
        <w:tc>
          <w:tcPr>
            <w:tcW w:w="4240" w:type="dxa"/>
            <w:noWrap/>
            <w:hideMark/>
          </w:tcPr>
          <w:p w14:paraId="0EC08B9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2 327 157,695</w:t>
            </w:r>
          </w:p>
        </w:tc>
      </w:tr>
      <w:tr w:rsidR="00484B9C" w:rsidRPr="00484B9C" w14:paraId="4A6DE2D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D0CF61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94</w:t>
            </w:r>
          </w:p>
        </w:tc>
        <w:tc>
          <w:tcPr>
            <w:tcW w:w="3955" w:type="dxa"/>
            <w:noWrap/>
            <w:hideMark/>
          </w:tcPr>
          <w:p w14:paraId="0549694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496 893,402</w:t>
            </w:r>
          </w:p>
        </w:tc>
        <w:tc>
          <w:tcPr>
            <w:tcW w:w="4240" w:type="dxa"/>
            <w:noWrap/>
            <w:hideMark/>
          </w:tcPr>
          <w:p w14:paraId="6C59C1D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2 327 246,749</w:t>
            </w:r>
          </w:p>
        </w:tc>
      </w:tr>
      <w:tr w:rsidR="00484B9C" w:rsidRPr="00484B9C" w14:paraId="7567514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4A34F0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95</w:t>
            </w:r>
          </w:p>
        </w:tc>
        <w:tc>
          <w:tcPr>
            <w:tcW w:w="3955" w:type="dxa"/>
            <w:noWrap/>
            <w:hideMark/>
          </w:tcPr>
          <w:p w14:paraId="381CB1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496 893,327</w:t>
            </w:r>
          </w:p>
        </w:tc>
        <w:tc>
          <w:tcPr>
            <w:tcW w:w="4240" w:type="dxa"/>
            <w:noWrap/>
            <w:hideMark/>
          </w:tcPr>
          <w:p w14:paraId="3FDF52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2 327 254,748</w:t>
            </w:r>
          </w:p>
        </w:tc>
      </w:tr>
      <w:tr w:rsidR="00484B9C" w:rsidRPr="00484B9C" w14:paraId="6E8714A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7A7454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96</w:t>
            </w:r>
          </w:p>
        </w:tc>
        <w:tc>
          <w:tcPr>
            <w:tcW w:w="3955" w:type="dxa"/>
            <w:noWrap/>
            <w:hideMark/>
          </w:tcPr>
          <w:p w14:paraId="0718845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496 892,520</w:t>
            </w:r>
          </w:p>
        </w:tc>
        <w:tc>
          <w:tcPr>
            <w:tcW w:w="4240" w:type="dxa"/>
            <w:noWrap/>
            <w:hideMark/>
          </w:tcPr>
          <w:p w14:paraId="5299BA2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2 327 256,705</w:t>
            </w:r>
          </w:p>
        </w:tc>
      </w:tr>
      <w:tr w:rsidR="00484B9C" w:rsidRPr="00484B9C" w14:paraId="79D8C4E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F30242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97</w:t>
            </w:r>
          </w:p>
        </w:tc>
        <w:tc>
          <w:tcPr>
            <w:tcW w:w="3955" w:type="dxa"/>
            <w:noWrap/>
            <w:hideMark/>
          </w:tcPr>
          <w:p w14:paraId="04E701B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496 891,782</w:t>
            </w:r>
          </w:p>
        </w:tc>
        <w:tc>
          <w:tcPr>
            <w:tcW w:w="4240" w:type="dxa"/>
            <w:noWrap/>
            <w:hideMark/>
          </w:tcPr>
          <w:p w14:paraId="2D38DF3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2 327 258,816</w:t>
            </w:r>
          </w:p>
        </w:tc>
      </w:tr>
      <w:tr w:rsidR="00484B9C" w:rsidRPr="00484B9C" w14:paraId="460269E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C06D66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98</w:t>
            </w:r>
          </w:p>
        </w:tc>
        <w:tc>
          <w:tcPr>
            <w:tcW w:w="3955" w:type="dxa"/>
            <w:noWrap/>
            <w:hideMark/>
          </w:tcPr>
          <w:p w14:paraId="7D5B998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496 890,847</w:t>
            </w:r>
          </w:p>
        </w:tc>
        <w:tc>
          <w:tcPr>
            <w:tcW w:w="4240" w:type="dxa"/>
            <w:noWrap/>
            <w:hideMark/>
          </w:tcPr>
          <w:p w14:paraId="3E1EFD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2 327 262,310</w:t>
            </w:r>
          </w:p>
        </w:tc>
      </w:tr>
      <w:tr w:rsidR="00484B9C" w:rsidRPr="00484B9C" w14:paraId="3B962A4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5A606C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99</w:t>
            </w:r>
          </w:p>
        </w:tc>
        <w:tc>
          <w:tcPr>
            <w:tcW w:w="3955" w:type="dxa"/>
            <w:noWrap/>
            <w:hideMark/>
          </w:tcPr>
          <w:p w14:paraId="2D5EF92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496 890,203</w:t>
            </w:r>
          </w:p>
        </w:tc>
        <w:tc>
          <w:tcPr>
            <w:tcW w:w="4240" w:type="dxa"/>
            <w:noWrap/>
            <w:hideMark/>
          </w:tcPr>
          <w:p w14:paraId="2F89267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2 327 266,115</w:t>
            </w:r>
          </w:p>
        </w:tc>
      </w:tr>
      <w:tr w:rsidR="00484B9C" w:rsidRPr="00484B9C" w14:paraId="228AB58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AE1C23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100</w:t>
            </w:r>
          </w:p>
        </w:tc>
        <w:tc>
          <w:tcPr>
            <w:tcW w:w="3955" w:type="dxa"/>
            <w:noWrap/>
            <w:hideMark/>
          </w:tcPr>
          <w:p w14:paraId="11E45D3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496 889,925</w:t>
            </w:r>
          </w:p>
        </w:tc>
        <w:tc>
          <w:tcPr>
            <w:tcW w:w="4240" w:type="dxa"/>
            <w:noWrap/>
            <w:hideMark/>
          </w:tcPr>
          <w:p w14:paraId="00D911C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2 327 270,339</w:t>
            </w:r>
          </w:p>
        </w:tc>
      </w:tr>
      <w:tr w:rsidR="00484B9C" w:rsidRPr="00484B9C" w14:paraId="580CE77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E62365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101</w:t>
            </w:r>
          </w:p>
        </w:tc>
        <w:tc>
          <w:tcPr>
            <w:tcW w:w="3955" w:type="dxa"/>
            <w:noWrap/>
            <w:hideMark/>
          </w:tcPr>
          <w:p w14:paraId="58CC4F9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496 890,010</w:t>
            </w:r>
          </w:p>
        </w:tc>
        <w:tc>
          <w:tcPr>
            <w:tcW w:w="4240" w:type="dxa"/>
            <w:noWrap/>
            <w:hideMark/>
          </w:tcPr>
          <w:p w14:paraId="3116F04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2 327 273,451</w:t>
            </w:r>
          </w:p>
        </w:tc>
      </w:tr>
      <w:tr w:rsidR="00484B9C" w:rsidRPr="00484B9C" w14:paraId="4ED3CDD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2190DB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102</w:t>
            </w:r>
          </w:p>
        </w:tc>
        <w:tc>
          <w:tcPr>
            <w:tcW w:w="3955" w:type="dxa"/>
            <w:noWrap/>
            <w:hideMark/>
          </w:tcPr>
          <w:p w14:paraId="162ECEA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496 890,454</w:t>
            </w:r>
          </w:p>
        </w:tc>
        <w:tc>
          <w:tcPr>
            <w:tcW w:w="4240" w:type="dxa"/>
            <w:noWrap/>
            <w:hideMark/>
          </w:tcPr>
          <w:p w14:paraId="1CBB0C4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2 327 277,285</w:t>
            </w:r>
          </w:p>
        </w:tc>
      </w:tr>
      <w:tr w:rsidR="00484B9C" w:rsidRPr="00484B9C" w14:paraId="66DDE98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E8BE80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103</w:t>
            </w:r>
          </w:p>
        </w:tc>
        <w:tc>
          <w:tcPr>
            <w:tcW w:w="3955" w:type="dxa"/>
            <w:noWrap/>
            <w:hideMark/>
          </w:tcPr>
          <w:p w14:paraId="485210B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496 891,174</w:t>
            </w:r>
          </w:p>
        </w:tc>
        <w:tc>
          <w:tcPr>
            <w:tcW w:w="4240" w:type="dxa"/>
            <w:noWrap/>
            <w:hideMark/>
          </w:tcPr>
          <w:p w14:paraId="0F59109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2 327 280,696</w:t>
            </w:r>
          </w:p>
        </w:tc>
      </w:tr>
      <w:tr w:rsidR="00484B9C" w:rsidRPr="00484B9C" w14:paraId="5639C26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A54281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104</w:t>
            </w:r>
          </w:p>
        </w:tc>
        <w:tc>
          <w:tcPr>
            <w:tcW w:w="3955" w:type="dxa"/>
            <w:noWrap/>
            <w:hideMark/>
          </w:tcPr>
          <w:p w14:paraId="3992207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496 892,056</w:t>
            </w:r>
          </w:p>
        </w:tc>
        <w:tc>
          <w:tcPr>
            <w:tcW w:w="4240" w:type="dxa"/>
            <w:noWrap/>
            <w:hideMark/>
          </w:tcPr>
          <w:p w14:paraId="35F36A1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2 327 283,643</w:t>
            </w:r>
          </w:p>
        </w:tc>
      </w:tr>
      <w:tr w:rsidR="00484B9C" w:rsidRPr="00484B9C" w14:paraId="4617BA0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0E4DA2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105</w:t>
            </w:r>
          </w:p>
        </w:tc>
        <w:tc>
          <w:tcPr>
            <w:tcW w:w="3955" w:type="dxa"/>
            <w:noWrap/>
            <w:hideMark/>
          </w:tcPr>
          <w:p w14:paraId="66916B4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496 888,658</w:t>
            </w:r>
          </w:p>
        </w:tc>
        <w:tc>
          <w:tcPr>
            <w:tcW w:w="4240" w:type="dxa"/>
            <w:noWrap/>
            <w:hideMark/>
          </w:tcPr>
          <w:p w14:paraId="73CE22B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2 327 642,557</w:t>
            </w:r>
          </w:p>
        </w:tc>
      </w:tr>
      <w:tr w:rsidR="00484B9C" w:rsidRPr="00484B9C" w14:paraId="3435BB5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749554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106</w:t>
            </w:r>
          </w:p>
        </w:tc>
        <w:tc>
          <w:tcPr>
            <w:tcW w:w="3955" w:type="dxa"/>
            <w:noWrap/>
            <w:hideMark/>
          </w:tcPr>
          <w:p w14:paraId="73591C0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496 785,936</w:t>
            </w:r>
          </w:p>
        </w:tc>
        <w:tc>
          <w:tcPr>
            <w:tcW w:w="4240" w:type="dxa"/>
            <w:noWrap/>
            <w:hideMark/>
          </w:tcPr>
          <w:p w14:paraId="3C94D17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2 327 642,281</w:t>
            </w:r>
          </w:p>
        </w:tc>
      </w:tr>
      <w:tr w:rsidR="00484B9C" w:rsidRPr="00484B9C" w14:paraId="6A2C741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C61006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107</w:t>
            </w:r>
          </w:p>
        </w:tc>
        <w:tc>
          <w:tcPr>
            <w:tcW w:w="3955" w:type="dxa"/>
            <w:noWrap/>
            <w:hideMark/>
          </w:tcPr>
          <w:p w14:paraId="005841D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496 762,325</w:t>
            </w:r>
          </w:p>
        </w:tc>
        <w:tc>
          <w:tcPr>
            <w:tcW w:w="4240" w:type="dxa"/>
            <w:noWrap/>
            <w:hideMark/>
          </w:tcPr>
          <w:p w14:paraId="54E181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2 327 654,509</w:t>
            </w:r>
          </w:p>
        </w:tc>
      </w:tr>
      <w:tr w:rsidR="00484B9C" w:rsidRPr="00484B9C" w14:paraId="6F97D78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66FBF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108</w:t>
            </w:r>
          </w:p>
        </w:tc>
        <w:tc>
          <w:tcPr>
            <w:tcW w:w="3955" w:type="dxa"/>
            <w:noWrap/>
            <w:hideMark/>
          </w:tcPr>
          <w:p w14:paraId="480C9D5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496 514,720</w:t>
            </w:r>
          </w:p>
        </w:tc>
        <w:tc>
          <w:tcPr>
            <w:tcW w:w="4240" w:type="dxa"/>
            <w:noWrap/>
            <w:hideMark/>
          </w:tcPr>
          <w:p w14:paraId="26FDBF1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2 327 656,151</w:t>
            </w:r>
          </w:p>
        </w:tc>
      </w:tr>
      <w:tr w:rsidR="00484B9C" w:rsidRPr="00484B9C" w14:paraId="55833C8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F35170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109</w:t>
            </w:r>
          </w:p>
        </w:tc>
        <w:tc>
          <w:tcPr>
            <w:tcW w:w="3955" w:type="dxa"/>
            <w:noWrap/>
            <w:hideMark/>
          </w:tcPr>
          <w:p w14:paraId="22C193C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496 514,871</w:t>
            </w:r>
          </w:p>
        </w:tc>
        <w:tc>
          <w:tcPr>
            <w:tcW w:w="4240" w:type="dxa"/>
            <w:noWrap/>
            <w:hideMark/>
          </w:tcPr>
          <w:p w14:paraId="7750100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2 328 042,718</w:t>
            </w:r>
          </w:p>
        </w:tc>
      </w:tr>
      <w:tr w:rsidR="00484B9C" w:rsidRPr="00484B9C" w14:paraId="063204E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6B6B1A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110</w:t>
            </w:r>
          </w:p>
        </w:tc>
        <w:tc>
          <w:tcPr>
            <w:tcW w:w="3955" w:type="dxa"/>
            <w:noWrap/>
            <w:hideMark/>
          </w:tcPr>
          <w:p w14:paraId="49C9677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496 430,020</w:t>
            </w:r>
          </w:p>
        </w:tc>
        <w:tc>
          <w:tcPr>
            <w:tcW w:w="4240" w:type="dxa"/>
            <w:noWrap/>
            <w:hideMark/>
          </w:tcPr>
          <w:p w14:paraId="4E935BB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2 328 162,406</w:t>
            </w:r>
          </w:p>
        </w:tc>
      </w:tr>
      <w:tr w:rsidR="00484B9C" w:rsidRPr="00484B9C" w14:paraId="2AD941B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7F3A73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111</w:t>
            </w:r>
          </w:p>
        </w:tc>
        <w:tc>
          <w:tcPr>
            <w:tcW w:w="3955" w:type="dxa"/>
            <w:noWrap/>
            <w:hideMark/>
          </w:tcPr>
          <w:p w14:paraId="69633F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496 280,204</w:t>
            </w:r>
          </w:p>
        </w:tc>
        <w:tc>
          <w:tcPr>
            <w:tcW w:w="4240" w:type="dxa"/>
            <w:noWrap/>
            <w:hideMark/>
          </w:tcPr>
          <w:p w14:paraId="1F8ACCA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2 328 193,999</w:t>
            </w:r>
          </w:p>
        </w:tc>
      </w:tr>
      <w:tr w:rsidR="00484B9C" w:rsidRPr="00484B9C" w14:paraId="45D2700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BBABB4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112</w:t>
            </w:r>
          </w:p>
        </w:tc>
        <w:tc>
          <w:tcPr>
            <w:tcW w:w="3955" w:type="dxa"/>
            <w:noWrap/>
            <w:hideMark/>
          </w:tcPr>
          <w:p w14:paraId="75B0978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496 264,296</w:t>
            </w:r>
          </w:p>
        </w:tc>
        <w:tc>
          <w:tcPr>
            <w:tcW w:w="4240" w:type="dxa"/>
            <w:noWrap/>
            <w:hideMark/>
          </w:tcPr>
          <w:p w14:paraId="12B1B0A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2 328 199,620</w:t>
            </w:r>
          </w:p>
        </w:tc>
      </w:tr>
      <w:tr w:rsidR="00484B9C" w:rsidRPr="00484B9C" w14:paraId="1B59439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51F837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113</w:t>
            </w:r>
          </w:p>
        </w:tc>
        <w:tc>
          <w:tcPr>
            <w:tcW w:w="3955" w:type="dxa"/>
            <w:noWrap/>
            <w:hideMark/>
          </w:tcPr>
          <w:p w14:paraId="150379C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496 165,218</w:t>
            </w:r>
          </w:p>
        </w:tc>
        <w:tc>
          <w:tcPr>
            <w:tcW w:w="4240" w:type="dxa"/>
            <w:noWrap/>
            <w:hideMark/>
          </w:tcPr>
          <w:p w14:paraId="416358F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2 328 242,834</w:t>
            </w:r>
          </w:p>
        </w:tc>
      </w:tr>
      <w:tr w:rsidR="00484B9C" w:rsidRPr="00484B9C" w14:paraId="5F5B6A9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A81D5D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114</w:t>
            </w:r>
          </w:p>
        </w:tc>
        <w:tc>
          <w:tcPr>
            <w:tcW w:w="3955" w:type="dxa"/>
            <w:noWrap/>
            <w:hideMark/>
          </w:tcPr>
          <w:p w14:paraId="71F63DF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495 882,934</w:t>
            </w:r>
          </w:p>
        </w:tc>
        <w:tc>
          <w:tcPr>
            <w:tcW w:w="4240" w:type="dxa"/>
            <w:noWrap/>
            <w:hideMark/>
          </w:tcPr>
          <w:p w14:paraId="0EB5611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2 328 255,481</w:t>
            </w:r>
          </w:p>
        </w:tc>
      </w:tr>
      <w:tr w:rsidR="00484B9C" w:rsidRPr="00484B9C" w14:paraId="3794047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1148FD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lastRenderedPageBreak/>
              <w:t>115</w:t>
            </w:r>
          </w:p>
        </w:tc>
        <w:tc>
          <w:tcPr>
            <w:tcW w:w="3955" w:type="dxa"/>
            <w:noWrap/>
            <w:hideMark/>
          </w:tcPr>
          <w:p w14:paraId="1CDE664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495 895,347</w:t>
            </w:r>
          </w:p>
        </w:tc>
        <w:tc>
          <w:tcPr>
            <w:tcW w:w="4240" w:type="dxa"/>
            <w:noWrap/>
            <w:hideMark/>
          </w:tcPr>
          <w:p w14:paraId="1B055B8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2 328 567,485</w:t>
            </w:r>
          </w:p>
        </w:tc>
      </w:tr>
      <w:tr w:rsidR="00484B9C" w:rsidRPr="00484B9C" w14:paraId="4DAB5CB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47BD6D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116</w:t>
            </w:r>
          </w:p>
        </w:tc>
        <w:tc>
          <w:tcPr>
            <w:tcW w:w="3955" w:type="dxa"/>
            <w:noWrap/>
            <w:hideMark/>
          </w:tcPr>
          <w:p w14:paraId="5DEEDEB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495 900,280</w:t>
            </w:r>
          </w:p>
        </w:tc>
        <w:tc>
          <w:tcPr>
            <w:tcW w:w="4240" w:type="dxa"/>
            <w:noWrap/>
            <w:hideMark/>
          </w:tcPr>
          <w:p w14:paraId="2FE3B53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2 328 567,290</w:t>
            </w:r>
          </w:p>
        </w:tc>
      </w:tr>
      <w:tr w:rsidR="00484B9C" w:rsidRPr="00484B9C" w14:paraId="00ABA51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211982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117</w:t>
            </w:r>
          </w:p>
        </w:tc>
        <w:tc>
          <w:tcPr>
            <w:tcW w:w="3955" w:type="dxa"/>
            <w:noWrap/>
            <w:hideMark/>
          </w:tcPr>
          <w:p w14:paraId="3805D8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495 901,475</w:t>
            </w:r>
          </w:p>
        </w:tc>
        <w:tc>
          <w:tcPr>
            <w:tcW w:w="4240" w:type="dxa"/>
            <w:noWrap/>
            <w:hideMark/>
          </w:tcPr>
          <w:p w14:paraId="535BB7E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2 328 597,472</w:t>
            </w:r>
          </w:p>
        </w:tc>
      </w:tr>
      <w:tr w:rsidR="00484B9C" w:rsidRPr="00484B9C" w14:paraId="7DDA9B8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3E91A5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118</w:t>
            </w:r>
          </w:p>
        </w:tc>
        <w:tc>
          <w:tcPr>
            <w:tcW w:w="3955" w:type="dxa"/>
            <w:noWrap/>
            <w:hideMark/>
          </w:tcPr>
          <w:p w14:paraId="30A4D4F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495 911,113</w:t>
            </w:r>
          </w:p>
        </w:tc>
        <w:tc>
          <w:tcPr>
            <w:tcW w:w="4240" w:type="dxa"/>
            <w:noWrap/>
            <w:hideMark/>
          </w:tcPr>
          <w:p w14:paraId="3E8B377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2 328 596,739</w:t>
            </w:r>
          </w:p>
        </w:tc>
      </w:tr>
      <w:tr w:rsidR="00484B9C" w:rsidRPr="00484B9C" w14:paraId="2CDFEDD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68C79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119</w:t>
            </w:r>
          </w:p>
        </w:tc>
        <w:tc>
          <w:tcPr>
            <w:tcW w:w="3955" w:type="dxa"/>
            <w:noWrap/>
            <w:hideMark/>
          </w:tcPr>
          <w:p w14:paraId="1612BBE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496 073,727</w:t>
            </w:r>
          </w:p>
        </w:tc>
        <w:tc>
          <w:tcPr>
            <w:tcW w:w="4240" w:type="dxa"/>
            <w:noWrap/>
            <w:hideMark/>
          </w:tcPr>
          <w:p w14:paraId="67BF31A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2 328 540,251</w:t>
            </w:r>
          </w:p>
        </w:tc>
      </w:tr>
      <w:tr w:rsidR="00484B9C" w:rsidRPr="00484B9C" w14:paraId="0FA941F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5B430B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120</w:t>
            </w:r>
          </w:p>
        </w:tc>
        <w:tc>
          <w:tcPr>
            <w:tcW w:w="3955" w:type="dxa"/>
            <w:noWrap/>
            <w:hideMark/>
          </w:tcPr>
          <w:p w14:paraId="0CBDADA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496 258,848</w:t>
            </w:r>
          </w:p>
        </w:tc>
        <w:tc>
          <w:tcPr>
            <w:tcW w:w="4240" w:type="dxa"/>
            <w:noWrap/>
            <w:hideMark/>
          </w:tcPr>
          <w:p w14:paraId="63BAC87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2 328 617,478</w:t>
            </w:r>
          </w:p>
        </w:tc>
      </w:tr>
      <w:tr w:rsidR="00484B9C" w:rsidRPr="00484B9C" w14:paraId="59B2444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B5383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121</w:t>
            </w:r>
          </w:p>
        </w:tc>
        <w:tc>
          <w:tcPr>
            <w:tcW w:w="3955" w:type="dxa"/>
            <w:noWrap/>
            <w:hideMark/>
          </w:tcPr>
          <w:p w14:paraId="7DEF8ED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496 324,950</w:t>
            </w:r>
          </w:p>
        </w:tc>
        <w:tc>
          <w:tcPr>
            <w:tcW w:w="4240" w:type="dxa"/>
            <w:noWrap/>
            <w:hideMark/>
          </w:tcPr>
          <w:p w14:paraId="6A47A5D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2 328 765,408</w:t>
            </w:r>
          </w:p>
        </w:tc>
      </w:tr>
      <w:tr w:rsidR="00484B9C" w:rsidRPr="00484B9C" w14:paraId="14F5AE0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6F25ED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122</w:t>
            </w:r>
          </w:p>
        </w:tc>
        <w:tc>
          <w:tcPr>
            <w:tcW w:w="3955" w:type="dxa"/>
            <w:noWrap/>
            <w:hideMark/>
          </w:tcPr>
          <w:p w14:paraId="3B2C378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496 288,816</w:t>
            </w:r>
          </w:p>
        </w:tc>
        <w:tc>
          <w:tcPr>
            <w:tcW w:w="4240" w:type="dxa"/>
            <w:noWrap/>
            <w:hideMark/>
          </w:tcPr>
          <w:p w14:paraId="2A5B8B2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2 328 779,428</w:t>
            </w:r>
          </w:p>
        </w:tc>
      </w:tr>
      <w:tr w:rsidR="00484B9C" w:rsidRPr="00484B9C" w14:paraId="5A0B8E5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0224D7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123</w:t>
            </w:r>
          </w:p>
        </w:tc>
        <w:tc>
          <w:tcPr>
            <w:tcW w:w="3955" w:type="dxa"/>
            <w:noWrap/>
            <w:hideMark/>
          </w:tcPr>
          <w:p w14:paraId="2F0278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496 293,246</w:t>
            </w:r>
          </w:p>
        </w:tc>
        <w:tc>
          <w:tcPr>
            <w:tcW w:w="4240" w:type="dxa"/>
            <w:noWrap/>
            <w:hideMark/>
          </w:tcPr>
          <w:p w14:paraId="0CD81E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2 328 790,799</w:t>
            </w:r>
          </w:p>
        </w:tc>
      </w:tr>
      <w:tr w:rsidR="00484B9C" w:rsidRPr="00484B9C" w14:paraId="439A301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85FF36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124</w:t>
            </w:r>
          </w:p>
        </w:tc>
        <w:tc>
          <w:tcPr>
            <w:tcW w:w="3955" w:type="dxa"/>
            <w:noWrap/>
            <w:hideMark/>
          </w:tcPr>
          <w:p w14:paraId="6409637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496 288,610</w:t>
            </w:r>
          </w:p>
        </w:tc>
        <w:tc>
          <w:tcPr>
            <w:tcW w:w="4240" w:type="dxa"/>
            <w:noWrap/>
            <w:hideMark/>
          </w:tcPr>
          <w:p w14:paraId="573912F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2 328 792,720</w:t>
            </w:r>
          </w:p>
        </w:tc>
      </w:tr>
      <w:tr w:rsidR="00484B9C" w:rsidRPr="00484B9C" w14:paraId="3DC8E25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D3343A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125</w:t>
            </w:r>
          </w:p>
        </w:tc>
        <w:tc>
          <w:tcPr>
            <w:tcW w:w="3955" w:type="dxa"/>
            <w:noWrap/>
            <w:hideMark/>
          </w:tcPr>
          <w:p w14:paraId="02B68BE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496 306,413</w:t>
            </w:r>
          </w:p>
        </w:tc>
        <w:tc>
          <w:tcPr>
            <w:tcW w:w="4240" w:type="dxa"/>
            <w:noWrap/>
            <w:hideMark/>
          </w:tcPr>
          <w:p w14:paraId="3022B00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2 328 838,604</w:t>
            </w:r>
          </w:p>
        </w:tc>
      </w:tr>
      <w:tr w:rsidR="00484B9C" w:rsidRPr="00484B9C" w14:paraId="3040607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E9F87C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126</w:t>
            </w:r>
          </w:p>
        </w:tc>
        <w:tc>
          <w:tcPr>
            <w:tcW w:w="3955" w:type="dxa"/>
            <w:noWrap/>
            <w:hideMark/>
          </w:tcPr>
          <w:p w14:paraId="2929DB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496 355,751</w:t>
            </w:r>
          </w:p>
        </w:tc>
        <w:tc>
          <w:tcPr>
            <w:tcW w:w="4240" w:type="dxa"/>
            <w:noWrap/>
            <w:hideMark/>
          </w:tcPr>
          <w:p w14:paraId="45C84D0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2 328 819,405</w:t>
            </w:r>
          </w:p>
        </w:tc>
      </w:tr>
      <w:tr w:rsidR="00484B9C" w:rsidRPr="00484B9C" w14:paraId="2123A47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0C2457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127</w:t>
            </w:r>
          </w:p>
        </w:tc>
        <w:tc>
          <w:tcPr>
            <w:tcW w:w="3955" w:type="dxa"/>
            <w:noWrap/>
            <w:hideMark/>
          </w:tcPr>
          <w:p w14:paraId="27EEFC6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496 519,302</w:t>
            </w:r>
          </w:p>
        </w:tc>
        <w:tc>
          <w:tcPr>
            <w:tcW w:w="4240" w:type="dxa"/>
            <w:noWrap/>
            <w:hideMark/>
          </w:tcPr>
          <w:p w14:paraId="1656F5E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2 328 748,967</w:t>
            </w:r>
          </w:p>
        </w:tc>
      </w:tr>
      <w:tr w:rsidR="00484B9C" w:rsidRPr="00484B9C" w14:paraId="2B0196B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F6A0A8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128</w:t>
            </w:r>
          </w:p>
        </w:tc>
        <w:tc>
          <w:tcPr>
            <w:tcW w:w="3955" w:type="dxa"/>
            <w:noWrap/>
            <w:hideMark/>
          </w:tcPr>
          <w:p w14:paraId="5222C2F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496 693,494</w:t>
            </w:r>
          </w:p>
        </w:tc>
        <w:tc>
          <w:tcPr>
            <w:tcW w:w="4240" w:type="dxa"/>
            <w:noWrap/>
            <w:hideMark/>
          </w:tcPr>
          <w:p w14:paraId="1A9D98F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2 328 678,514</w:t>
            </w:r>
          </w:p>
        </w:tc>
      </w:tr>
      <w:tr w:rsidR="00484B9C" w:rsidRPr="00484B9C" w14:paraId="69455D2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6FFCEA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129</w:t>
            </w:r>
          </w:p>
        </w:tc>
        <w:tc>
          <w:tcPr>
            <w:tcW w:w="3955" w:type="dxa"/>
            <w:noWrap/>
            <w:hideMark/>
          </w:tcPr>
          <w:p w14:paraId="4EA7FD9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496 725,500</w:t>
            </w:r>
          </w:p>
        </w:tc>
        <w:tc>
          <w:tcPr>
            <w:tcW w:w="4240" w:type="dxa"/>
            <w:noWrap/>
            <w:hideMark/>
          </w:tcPr>
          <w:p w14:paraId="1DB9502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2 328 666,736</w:t>
            </w:r>
          </w:p>
        </w:tc>
      </w:tr>
      <w:tr w:rsidR="00484B9C" w:rsidRPr="00484B9C" w14:paraId="4BF3CD8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514AC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130</w:t>
            </w:r>
          </w:p>
        </w:tc>
        <w:tc>
          <w:tcPr>
            <w:tcW w:w="3955" w:type="dxa"/>
            <w:noWrap/>
            <w:hideMark/>
          </w:tcPr>
          <w:p w14:paraId="252CFE0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496 743,602</w:t>
            </w:r>
          </w:p>
        </w:tc>
        <w:tc>
          <w:tcPr>
            <w:tcW w:w="4240" w:type="dxa"/>
            <w:noWrap/>
            <w:hideMark/>
          </w:tcPr>
          <w:p w14:paraId="4A1969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2 328 663,966</w:t>
            </w:r>
          </w:p>
        </w:tc>
      </w:tr>
      <w:tr w:rsidR="00484B9C" w:rsidRPr="00484B9C" w14:paraId="6E337EF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3204C1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131</w:t>
            </w:r>
          </w:p>
        </w:tc>
        <w:tc>
          <w:tcPr>
            <w:tcW w:w="3955" w:type="dxa"/>
            <w:noWrap/>
            <w:hideMark/>
          </w:tcPr>
          <w:p w14:paraId="69141A5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496 748,652</w:t>
            </w:r>
          </w:p>
        </w:tc>
        <w:tc>
          <w:tcPr>
            <w:tcW w:w="4240" w:type="dxa"/>
            <w:noWrap/>
            <w:hideMark/>
          </w:tcPr>
          <w:p w14:paraId="4342A15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2 328 663,194</w:t>
            </w:r>
          </w:p>
        </w:tc>
      </w:tr>
      <w:tr w:rsidR="00484B9C" w:rsidRPr="00484B9C" w14:paraId="28E7E65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89B6C3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132</w:t>
            </w:r>
          </w:p>
        </w:tc>
        <w:tc>
          <w:tcPr>
            <w:tcW w:w="3955" w:type="dxa"/>
            <w:noWrap/>
            <w:hideMark/>
          </w:tcPr>
          <w:p w14:paraId="0D93CF7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496 743,290</w:t>
            </w:r>
          </w:p>
        </w:tc>
        <w:tc>
          <w:tcPr>
            <w:tcW w:w="4240" w:type="dxa"/>
            <w:noWrap/>
            <w:hideMark/>
          </w:tcPr>
          <w:p w14:paraId="7A8A5B9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2 328 627,382</w:t>
            </w:r>
          </w:p>
        </w:tc>
      </w:tr>
      <w:tr w:rsidR="00484B9C" w:rsidRPr="00484B9C" w14:paraId="6675A6C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37CDD5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133</w:t>
            </w:r>
          </w:p>
        </w:tc>
        <w:tc>
          <w:tcPr>
            <w:tcW w:w="3955" w:type="dxa"/>
            <w:noWrap/>
            <w:hideMark/>
          </w:tcPr>
          <w:p w14:paraId="484439D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496 729,138</w:t>
            </w:r>
          </w:p>
        </w:tc>
        <w:tc>
          <w:tcPr>
            <w:tcW w:w="4240" w:type="dxa"/>
            <w:noWrap/>
            <w:hideMark/>
          </w:tcPr>
          <w:p w14:paraId="7C6C6BE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2 328 628,634</w:t>
            </w:r>
          </w:p>
        </w:tc>
      </w:tr>
      <w:tr w:rsidR="00484B9C" w:rsidRPr="00484B9C" w14:paraId="1D545B0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A8D3E1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134</w:t>
            </w:r>
          </w:p>
        </w:tc>
        <w:tc>
          <w:tcPr>
            <w:tcW w:w="3955" w:type="dxa"/>
            <w:noWrap/>
            <w:hideMark/>
          </w:tcPr>
          <w:p w14:paraId="27950C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496 713,027</w:t>
            </w:r>
          </w:p>
        </w:tc>
        <w:tc>
          <w:tcPr>
            <w:tcW w:w="4240" w:type="dxa"/>
            <w:noWrap/>
            <w:hideMark/>
          </w:tcPr>
          <w:p w14:paraId="1C199AC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2 328 599,124</w:t>
            </w:r>
          </w:p>
        </w:tc>
      </w:tr>
      <w:tr w:rsidR="00484B9C" w:rsidRPr="00484B9C" w14:paraId="0160F7B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834E9F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135</w:t>
            </w:r>
          </w:p>
        </w:tc>
        <w:tc>
          <w:tcPr>
            <w:tcW w:w="3955" w:type="dxa"/>
            <w:noWrap/>
            <w:hideMark/>
          </w:tcPr>
          <w:p w14:paraId="310195E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496 731,462</w:t>
            </w:r>
          </w:p>
        </w:tc>
        <w:tc>
          <w:tcPr>
            <w:tcW w:w="4240" w:type="dxa"/>
            <w:noWrap/>
            <w:hideMark/>
          </w:tcPr>
          <w:p w14:paraId="24E1B17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2 328 588,489</w:t>
            </w:r>
          </w:p>
        </w:tc>
      </w:tr>
      <w:tr w:rsidR="00484B9C" w:rsidRPr="00484B9C" w14:paraId="716C076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00B319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136</w:t>
            </w:r>
          </w:p>
        </w:tc>
        <w:tc>
          <w:tcPr>
            <w:tcW w:w="3955" w:type="dxa"/>
            <w:noWrap/>
            <w:hideMark/>
          </w:tcPr>
          <w:p w14:paraId="487B5EF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496 746,640</w:t>
            </w:r>
          </w:p>
        </w:tc>
        <w:tc>
          <w:tcPr>
            <w:tcW w:w="4240" w:type="dxa"/>
            <w:noWrap/>
            <w:hideMark/>
          </w:tcPr>
          <w:p w14:paraId="3FF692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2 328 621,682</w:t>
            </w:r>
          </w:p>
        </w:tc>
      </w:tr>
      <w:tr w:rsidR="00484B9C" w:rsidRPr="00484B9C" w14:paraId="47EEFA2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865480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137</w:t>
            </w:r>
          </w:p>
        </w:tc>
        <w:tc>
          <w:tcPr>
            <w:tcW w:w="3955" w:type="dxa"/>
            <w:noWrap/>
            <w:hideMark/>
          </w:tcPr>
          <w:p w14:paraId="4088D1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496 753,200</w:t>
            </w:r>
          </w:p>
        </w:tc>
        <w:tc>
          <w:tcPr>
            <w:tcW w:w="4240" w:type="dxa"/>
            <w:noWrap/>
            <w:hideMark/>
          </w:tcPr>
          <w:p w14:paraId="5BE6FFC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2 328 666,520</w:t>
            </w:r>
          </w:p>
        </w:tc>
      </w:tr>
      <w:tr w:rsidR="00484B9C" w:rsidRPr="00484B9C" w14:paraId="6C50930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5FFEF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138</w:t>
            </w:r>
          </w:p>
        </w:tc>
        <w:tc>
          <w:tcPr>
            <w:tcW w:w="3955" w:type="dxa"/>
            <w:noWrap/>
            <w:hideMark/>
          </w:tcPr>
          <w:p w14:paraId="369AB88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496 760,300</w:t>
            </w:r>
          </w:p>
        </w:tc>
        <w:tc>
          <w:tcPr>
            <w:tcW w:w="4240" w:type="dxa"/>
            <w:noWrap/>
            <w:hideMark/>
          </w:tcPr>
          <w:p w14:paraId="68A7115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2 328 665,325</w:t>
            </w:r>
          </w:p>
        </w:tc>
      </w:tr>
      <w:tr w:rsidR="00484B9C" w:rsidRPr="00484B9C" w14:paraId="4BA04A1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A24CF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139</w:t>
            </w:r>
          </w:p>
        </w:tc>
        <w:tc>
          <w:tcPr>
            <w:tcW w:w="3955" w:type="dxa"/>
            <w:noWrap/>
            <w:hideMark/>
          </w:tcPr>
          <w:p w14:paraId="213C336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496 762,036</w:t>
            </w:r>
          </w:p>
        </w:tc>
        <w:tc>
          <w:tcPr>
            <w:tcW w:w="4240" w:type="dxa"/>
            <w:noWrap/>
            <w:hideMark/>
          </w:tcPr>
          <w:p w14:paraId="1D8D2A6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2 328 677,332</w:t>
            </w:r>
          </w:p>
        </w:tc>
      </w:tr>
      <w:tr w:rsidR="00484B9C" w:rsidRPr="00484B9C" w14:paraId="2911A28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F46652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140</w:t>
            </w:r>
          </w:p>
        </w:tc>
        <w:tc>
          <w:tcPr>
            <w:tcW w:w="3955" w:type="dxa"/>
            <w:noWrap/>
            <w:hideMark/>
          </w:tcPr>
          <w:p w14:paraId="2AA3C0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496 729,728</w:t>
            </w:r>
          </w:p>
        </w:tc>
        <w:tc>
          <w:tcPr>
            <w:tcW w:w="4240" w:type="dxa"/>
            <w:noWrap/>
            <w:hideMark/>
          </w:tcPr>
          <w:p w14:paraId="6728F37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2 328 682,275</w:t>
            </w:r>
          </w:p>
        </w:tc>
      </w:tr>
      <w:tr w:rsidR="00484B9C" w:rsidRPr="00484B9C" w14:paraId="0FBF14D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495F88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141</w:t>
            </w:r>
          </w:p>
        </w:tc>
        <w:tc>
          <w:tcPr>
            <w:tcW w:w="3955" w:type="dxa"/>
            <w:noWrap/>
            <w:hideMark/>
          </w:tcPr>
          <w:p w14:paraId="286B3B5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496 525,467</w:t>
            </w:r>
          </w:p>
        </w:tc>
        <w:tc>
          <w:tcPr>
            <w:tcW w:w="4240" w:type="dxa"/>
            <w:noWrap/>
            <w:hideMark/>
          </w:tcPr>
          <w:p w14:paraId="34CF4CB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2 328 763,732</w:t>
            </w:r>
          </w:p>
        </w:tc>
      </w:tr>
      <w:tr w:rsidR="00484B9C" w:rsidRPr="00484B9C" w14:paraId="5EF1185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08E9E4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142</w:t>
            </w:r>
          </w:p>
        </w:tc>
        <w:tc>
          <w:tcPr>
            <w:tcW w:w="3955" w:type="dxa"/>
            <w:noWrap/>
            <w:hideMark/>
          </w:tcPr>
          <w:p w14:paraId="6A5B939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496 361,818</w:t>
            </w:r>
          </w:p>
        </w:tc>
        <w:tc>
          <w:tcPr>
            <w:tcW w:w="4240" w:type="dxa"/>
            <w:noWrap/>
            <w:hideMark/>
          </w:tcPr>
          <w:p w14:paraId="5638DFD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2 328 834,212</w:t>
            </w:r>
          </w:p>
        </w:tc>
      </w:tr>
      <w:tr w:rsidR="00484B9C" w:rsidRPr="00484B9C" w14:paraId="25234DB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23FD9D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143</w:t>
            </w:r>
          </w:p>
        </w:tc>
        <w:tc>
          <w:tcPr>
            <w:tcW w:w="3955" w:type="dxa"/>
            <w:noWrap/>
            <w:hideMark/>
          </w:tcPr>
          <w:p w14:paraId="4695AA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496 301,949</w:t>
            </w:r>
          </w:p>
        </w:tc>
        <w:tc>
          <w:tcPr>
            <w:tcW w:w="4240" w:type="dxa"/>
            <w:noWrap/>
            <w:hideMark/>
          </w:tcPr>
          <w:p w14:paraId="76B5524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2 328 857,510</w:t>
            </w:r>
          </w:p>
        </w:tc>
      </w:tr>
      <w:tr w:rsidR="00484B9C" w:rsidRPr="00484B9C" w14:paraId="466E18E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669DF3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144</w:t>
            </w:r>
          </w:p>
        </w:tc>
        <w:tc>
          <w:tcPr>
            <w:tcW w:w="3955" w:type="dxa"/>
            <w:noWrap/>
            <w:hideMark/>
          </w:tcPr>
          <w:p w14:paraId="36A52A7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496 295,977</w:t>
            </w:r>
          </w:p>
        </w:tc>
        <w:tc>
          <w:tcPr>
            <w:tcW w:w="4240" w:type="dxa"/>
            <w:noWrap/>
            <w:hideMark/>
          </w:tcPr>
          <w:p w14:paraId="795B80E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2 328 842,883</w:t>
            </w:r>
          </w:p>
        </w:tc>
      </w:tr>
      <w:tr w:rsidR="00484B9C" w:rsidRPr="00484B9C" w14:paraId="7160C77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8BE4C3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145</w:t>
            </w:r>
          </w:p>
        </w:tc>
        <w:tc>
          <w:tcPr>
            <w:tcW w:w="3955" w:type="dxa"/>
            <w:noWrap/>
            <w:hideMark/>
          </w:tcPr>
          <w:p w14:paraId="077F460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496 302,589</w:t>
            </w:r>
          </w:p>
        </w:tc>
        <w:tc>
          <w:tcPr>
            <w:tcW w:w="4240" w:type="dxa"/>
            <w:noWrap/>
            <w:hideMark/>
          </w:tcPr>
          <w:p w14:paraId="38AD74A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2 328 840,233</w:t>
            </w:r>
          </w:p>
        </w:tc>
      </w:tr>
      <w:tr w:rsidR="00484B9C" w:rsidRPr="00484B9C" w14:paraId="0ED20EF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8D00A4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146</w:t>
            </w:r>
          </w:p>
        </w:tc>
        <w:tc>
          <w:tcPr>
            <w:tcW w:w="3955" w:type="dxa"/>
            <w:noWrap/>
            <w:hideMark/>
          </w:tcPr>
          <w:p w14:paraId="5027F4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496 284,881</w:t>
            </w:r>
          </w:p>
        </w:tc>
        <w:tc>
          <w:tcPr>
            <w:tcW w:w="4240" w:type="dxa"/>
            <w:noWrap/>
            <w:hideMark/>
          </w:tcPr>
          <w:p w14:paraId="27CD6CC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2 328 794,167</w:t>
            </w:r>
          </w:p>
        </w:tc>
      </w:tr>
      <w:tr w:rsidR="00484B9C" w:rsidRPr="00484B9C" w14:paraId="5263751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B95E8D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147</w:t>
            </w:r>
          </w:p>
        </w:tc>
        <w:tc>
          <w:tcPr>
            <w:tcW w:w="3955" w:type="dxa"/>
            <w:noWrap/>
            <w:hideMark/>
          </w:tcPr>
          <w:p w14:paraId="3111326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496 278,311</w:t>
            </w:r>
          </w:p>
        </w:tc>
        <w:tc>
          <w:tcPr>
            <w:tcW w:w="4240" w:type="dxa"/>
            <w:noWrap/>
            <w:hideMark/>
          </w:tcPr>
          <w:p w14:paraId="7BC868A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2 328 796,585</w:t>
            </w:r>
          </w:p>
        </w:tc>
      </w:tr>
      <w:tr w:rsidR="00484B9C" w:rsidRPr="00484B9C" w14:paraId="3E085FE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C906DB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148</w:t>
            </w:r>
          </w:p>
        </w:tc>
        <w:tc>
          <w:tcPr>
            <w:tcW w:w="3955" w:type="dxa"/>
            <w:noWrap/>
            <w:hideMark/>
          </w:tcPr>
          <w:p w14:paraId="5BCCF3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496 268,112</w:t>
            </w:r>
          </w:p>
        </w:tc>
        <w:tc>
          <w:tcPr>
            <w:tcW w:w="4240" w:type="dxa"/>
            <w:noWrap/>
            <w:hideMark/>
          </w:tcPr>
          <w:p w14:paraId="60B294E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2 328 770,299</w:t>
            </w:r>
          </w:p>
        </w:tc>
      </w:tr>
      <w:tr w:rsidR="00484B9C" w:rsidRPr="00484B9C" w14:paraId="2A3751C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253FAE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149</w:t>
            </w:r>
          </w:p>
        </w:tc>
        <w:tc>
          <w:tcPr>
            <w:tcW w:w="3955" w:type="dxa"/>
            <w:noWrap/>
            <w:hideMark/>
          </w:tcPr>
          <w:p w14:paraId="4ACD75E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496 303,479</w:t>
            </w:r>
          </w:p>
        </w:tc>
        <w:tc>
          <w:tcPr>
            <w:tcW w:w="4240" w:type="dxa"/>
            <w:noWrap/>
            <w:hideMark/>
          </w:tcPr>
          <w:p w14:paraId="47307CF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2 328 756,577</w:t>
            </w:r>
          </w:p>
        </w:tc>
      </w:tr>
      <w:tr w:rsidR="00484B9C" w:rsidRPr="00484B9C" w14:paraId="5E54F72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749C3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150</w:t>
            </w:r>
          </w:p>
        </w:tc>
        <w:tc>
          <w:tcPr>
            <w:tcW w:w="3955" w:type="dxa"/>
            <w:noWrap/>
            <w:hideMark/>
          </w:tcPr>
          <w:p w14:paraId="53EA186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496 246,830</w:t>
            </w:r>
          </w:p>
        </w:tc>
        <w:tc>
          <w:tcPr>
            <w:tcW w:w="4240" w:type="dxa"/>
            <w:noWrap/>
            <w:hideMark/>
          </w:tcPr>
          <w:p w14:paraId="56B7A58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2 328 629,801</w:t>
            </w:r>
          </w:p>
        </w:tc>
      </w:tr>
      <w:tr w:rsidR="00484B9C" w:rsidRPr="00484B9C" w14:paraId="122D7A0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C9AF40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151</w:t>
            </w:r>
          </w:p>
        </w:tc>
        <w:tc>
          <w:tcPr>
            <w:tcW w:w="3955" w:type="dxa"/>
            <w:noWrap/>
            <w:hideMark/>
          </w:tcPr>
          <w:p w14:paraId="5F908E5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496 073,206</w:t>
            </w:r>
          </w:p>
        </w:tc>
        <w:tc>
          <w:tcPr>
            <w:tcW w:w="4240" w:type="dxa"/>
            <w:noWrap/>
            <w:hideMark/>
          </w:tcPr>
          <w:p w14:paraId="47B1FC6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2 328 557,370</w:t>
            </w:r>
          </w:p>
        </w:tc>
      </w:tr>
      <w:tr w:rsidR="00484B9C" w:rsidRPr="00484B9C" w14:paraId="6995F40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5AF1A4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152</w:t>
            </w:r>
          </w:p>
        </w:tc>
        <w:tc>
          <w:tcPr>
            <w:tcW w:w="3955" w:type="dxa"/>
            <w:noWrap/>
            <w:hideMark/>
          </w:tcPr>
          <w:p w14:paraId="598F4D4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495 914,399</w:t>
            </w:r>
          </w:p>
        </w:tc>
        <w:tc>
          <w:tcPr>
            <w:tcW w:w="4240" w:type="dxa"/>
            <w:noWrap/>
            <w:hideMark/>
          </w:tcPr>
          <w:p w14:paraId="6993E3C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2 328 612,535</w:t>
            </w:r>
          </w:p>
        </w:tc>
      </w:tr>
      <w:tr w:rsidR="00484B9C" w:rsidRPr="00484B9C" w14:paraId="1818805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8BE925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153</w:t>
            </w:r>
          </w:p>
        </w:tc>
        <w:tc>
          <w:tcPr>
            <w:tcW w:w="3955" w:type="dxa"/>
            <w:noWrap/>
            <w:hideMark/>
          </w:tcPr>
          <w:p w14:paraId="02020F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495 896,030</w:t>
            </w:r>
          </w:p>
        </w:tc>
        <w:tc>
          <w:tcPr>
            <w:tcW w:w="4240" w:type="dxa"/>
            <w:noWrap/>
            <w:hideMark/>
          </w:tcPr>
          <w:p w14:paraId="24136BB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2 328 613,931</w:t>
            </w:r>
          </w:p>
        </w:tc>
      </w:tr>
      <w:tr w:rsidR="00484B9C" w:rsidRPr="00484B9C" w14:paraId="7033FC1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F0126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154</w:t>
            </w:r>
          </w:p>
        </w:tc>
        <w:tc>
          <w:tcPr>
            <w:tcW w:w="3955" w:type="dxa"/>
            <w:noWrap/>
            <w:hideMark/>
          </w:tcPr>
          <w:p w14:paraId="6A286DB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495 661,327</w:t>
            </w:r>
          </w:p>
        </w:tc>
        <w:tc>
          <w:tcPr>
            <w:tcW w:w="4240" w:type="dxa"/>
            <w:noWrap/>
            <w:hideMark/>
          </w:tcPr>
          <w:p w14:paraId="2C05A91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2 328 795,525</w:t>
            </w:r>
          </w:p>
        </w:tc>
      </w:tr>
      <w:tr w:rsidR="00484B9C" w:rsidRPr="00484B9C" w14:paraId="37991D8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55AF56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155</w:t>
            </w:r>
          </w:p>
        </w:tc>
        <w:tc>
          <w:tcPr>
            <w:tcW w:w="3955" w:type="dxa"/>
            <w:noWrap/>
            <w:hideMark/>
          </w:tcPr>
          <w:p w14:paraId="5D85D57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495 657,093</w:t>
            </w:r>
          </w:p>
        </w:tc>
        <w:tc>
          <w:tcPr>
            <w:tcW w:w="4240" w:type="dxa"/>
            <w:noWrap/>
            <w:hideMark/>
          </w:tcPr>
          <w:p w14:paraId="725B675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2 328 789,950</w:t>
            </w:r>
          </w:p>
        </w:tc>
      </w:tr>
      <w:tr w:rsidR="00484B9C" w:rsidRPr="00484B9C" w14:paraId="165DD7E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80F57B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156</w:t>
            </w:r>
          </w:p>
        </w:tc>
        <w:tc>
          <w:tcPr>
            <w:tcW w:w="3955" w:type="dxa"/>
            <w:noWrap/>
            <w:hideMark/>
          </w:tcPr>
          <w:p w14:paraId="4FA4780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495 567,862</w:t>
            </w:r>
          </w:p>
        </w:tc>
        <w:tc>
          <w:tcPr>
            <w:tcW w:w="4240" w:type="dxa"/>
            <w:noWrap/>
            <w:hideMark/>
          </w:tcPr>
          <w:p w14:paraId="739E2E2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2 328 858,501</w:t>
            </w:r>
          </w:p>
        </w:tc>
      </w:tr>
      <w:tr w:rsidR="00484B9C" w:rsidRPr="00484B9C" w14:paraId="50B7103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92F855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157</w:t>
            </w:r>
          </w:p>
        </w:tc>
        <w:tc>
          <w:tcPr>
            <w:tcW w:w="3955" w:type="dxa"/>
            <w:noWrap/>
            <w:hideMark/>
          </w:tcPr>
          <w:p w14:paraId="1F1A3F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495 572,024</w:t>
            </w:r>
          </w:p>
        </w:tc>
        <w:tc>
          <w:tcPr>
            <w:tcW w:w="4240" w:type="dxa"/>
            <w:noWrap/>
            <w:hideMark/>
          </w:tcPr>
          <w:p w14:paraId="4CF7925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2 328 864,128</w:t>
            </w:r>
          </w:p>
        </w:tc>
      </w:tr>
      <w:tr w:rsidR="00484B9C" w:rsidRPr="00484B9C" w14:paraId="4B050DD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9F6EA2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158</w:t>
            </w:r>
          </w:p>
        </w:tc>
        <w:tc>
          <w:tcPr>
            <w:tcW w:w="3955" w:type="dxa"/>
            <w:noWrap/>
            <w:hideMark/>
          </w:tcPr>
          <w:p w14:paraId="3082770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495 563,734</w:t>
            </w:r>
          </w:p>
        </w:tc>
        <w:tc>
          <w:tcPr>
            <w:tcW w:w="4240" w:type="dxa"/>
            <w:noWrap/>
            <w:hideMark/>
          </w:tcPr>
          <w:p w14:paraId="181DD1C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2 328 870,531</w:t>
            </w:r>
          </w:p>
        </w:tc>
      </w:tr>
      <w:tr w:rsidR="00484B9C" w:rsidRPr="00484B9C" w14:paraId="63C70E7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BF0CF7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159</w:t>
            </w:r>
          </w:p>
        </w:tc>
        <w:tc>
          <w:tcPr>
            <w:tcW w:w="3955" w:type="dxa"/>
            <w:noWrap/>
            <w:hideMark/>
          </w:tcPr>
          <w:p w14:paraId="0052EFD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495 502,456</w:t>
            </w:r>
          </w:p>
        </w:tc>
        <w:tc>
          <w:tcPr>
            <w:tcW w:w="4240" w:type="dxa"/>
            <w:noWrap/>
            <w:hideMark/>
          </w:tcPr>
          <w:p w14:paraId="08C7605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2 328 947,852</w:t>
            </w:r>
          </w:p>
        </w:tc>
      </w:tr>
      <w:tr w:rsidR="00484B9C" w:rsidRPr="00484B9C" w14:paraId="45763DE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683E4C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160</w:t>
            </w:r>
          </w:p>
        </w:tc>
        <w:tc>
          <w:tcPr>
            <w:tcW w:w="3955" w:type="dxa"/>
            <w:noWrap/>
            <w:hideMark/>
          </w:tcPr>
          <w:p w14:paraId="6CECC89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495 486,756</w:t>
            </w:r>
          </w:p>
        </w:tc>
        <w:tc>
          <w:tcPr>
            <w:tcW w:w="4240" w:type="dxa"/>
            <w:noWrap/>
            <w:hideMark/>
          </w:tcPr>
          <w:p w14:paraId="52D80CF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2 328 954,514</w:t>
            </w:r>
          </w:p>
        </w:tc>
      </w:tr>
      <w:tr w:rsidR="00484B9C" w:rsidRPr="00484B9C" w14:paraId="12B3D87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43220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161</w:t>
            </w:r>
          </w:p>
        </w:tc>
        <w:tc>
          <w:tcPr>
            <w:tcW w:w="3955" w:type="dxa"/>
            <w:noWrap/>
            <w:hideMark/>
          </w:tcPr>
          <w:p w14:paraId="720A882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495 484,803</w:t>
            </w:r>
          </w:p>
        </w:tc>
        <w:tc>
          <w:tcPr>
            <w:tcW w:w="4240" w:type="dxa"/>
            <w:noWrap/>
            <w:hideMark/>
          </w:tcPr>
          <w:p w14:paraId="1916973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2 328 949,911</w:t>
            </w:r>
          </w:p>
        </w:tc>
      </w:tr>
      <w:tr w:rsidR="00484B9C" w:rsidRPr="00484B9C" w14:paraId="2207E84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883617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162</w:t>
            </w:r>
          </w:p>
        </w:tc>
        <w:tc>
          <w:tcPr>
            <w:tcW w:w="3955" w:type="dxa"/>
            <w:noWrap/>
            <w:hideMark/>
          </w:tcPr>
          <w:p w14:paraId="033FA43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495 448,580</w:t>
            </w:r>
          </w:p>
        </w:tc>
        <w:tc>
          <w:tcPr>
            <w:tcW w:w="4240" w:type="dxa"/>
            <w:noWrap/>
            <w:hideMark/>
          </w:tcPr>
          <w:p w14:paraId="3B8CC2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2 328 965,277</w:t>
            </w:r>
          </w:p>
        </w:tc>
      </w:tr>
      <w:tr w:rsidR="00484B9C" w:rsidRPr="00484B9C" w14:paraId="53E1DFF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46611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lastRenderedPageBreak/>
              <w:t>163</w:t>
            </w:r>
          </w:p>
        </w:tc>
        <w:tc>
          <w:tcPr>
            <w:tcW w:w="3955" w:type="dxa"/>
            <w:noWrap/>
            <w:hideMark/>
          </w:tcPr>
          <w:p w14:paraId="7AB4A0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495 449,764</w:t>
            </w:r>
          </w:p>
        </w:tc>
        <w:tc>
          <w:tcPr>
            <w:tcW w:w="4240" w:type="dxa"/>
            <w:noWrap/>
            <w:hideMark/>
          </w:tcPr>
          <w:p w14:paraId="7E851E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2 328 970,209</w:t>
            </w:r>
          </w:p>
        </w:tc>
      </w:tr>
      <w:tr w:rsidR="00484B9C" w:rsidRPr="00484B9C" w14:paraId="64F5545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B5A941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164</w:t>
            </w:r>
          </w:p>
        </w:tc>
        <w:tc>
          <w:tcPr>
            <w:tcW w:w="3955" w:type="dxa"/>
            <w:noWrap/>
            <w:hideMark/>
          </w:tcPr>
          <w:p w14:paraId="7CF05CD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495 332,591</w:t>
            </w:r>
          </w:p>
        </w:tc>
        <w:tc>
          <w:tcPr>
            <w:tcW w:w="4240" w:type="dxa"/>
            <w:noWrap/>
            <w:hideMark/>
          </w:tcPr>
          <w:p w14:paraId="2C26BB8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2 329 019,926</w:t>
            </w:r>
          </w:p>
        </w:tc>
      </w:tr>
      <w:tr w:rsidR="00484B9C" w:rsidRPr="00484B9C" w14:paraId="0CF3F2A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2B1FBE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165</w:t>
            </w:r>
          </w:p>
        </w:tc>
        <w:tc>
          <w:tcPr>
            <w:tcW w:w="3955" w:type="dxa"/>
            <w:noWrap/>
            <w:hideMark/>
          </w:tcPr>
          <w:p w14:paraId="7118B1E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495 319,961</w:t>
            </w:r>
          </w:p>
        </w:tc>
        <w:tc>
          <w:tcPr>
            <w:tcW w:w="4240" w:type="dxa"/>
            <w:noWrap/>
            <w:hideMark/>
          </w:tcPr>
          <w:p w14:paraId="5B6D58C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2 329 156,137</w:t>
            </w:r>
          </w:p>
        </w:tc>
      </w:tr>
      <w:tr w:rsidR="00484B9C" w:rsidRPr="00484B9C" w14:paraId="21F8A72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5B0F67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166</w:t>
            </w:r>
          </w:p>
        </w:tc>
        <w:tc>
          <w:tcPr>
            <w:tcW w:w="3955" w:type="dxa"/>
            <w:noWrap/>
            <w:hideMark/>
          </w:tcPr>
          <w:p w14:paraId="70ED02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495 296,454</w:t>
            </w:r>
          </w:p>
        </w:tc>
        <w:tc>
          <w:tcPr>
            <w:tcW w:w="4240" w:type="dxa"/>
            <w:noWrap/>
            <w:hideMark/>
          </w:tcPr>
          <w:p w14:paraId="4F9854C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2 329 164,781</w:t>
            </w:r>
          </w:p>
        </w:tc>
      </w:tr>
      <w:tr w:rsidR="00484B9C" w:rsidRPr="00484B9C" w14:paraId="0FE069E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B31C66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167</w:t>
            </w:r>
          </w:p>
        </w:tc>
        <w:tc>
          <w:tcPr>
            <w:tcW w:w="3955" w:type="dxa"/>
            <w:noWrap/>
            <w:hideMark/>
          </w:tcPr>
          <w:p w14:paraId="1F96517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495 278,519</w:t>
            </w:r>
          </w:p>
        </w:tc>
        <w:tc>
          <w:tcPr>
            <w:tcW w:w="4240" w:type="dxa"/>
            <w:noWrap/>
            <w:hideMark/>
          </w:tcPr>
          <w:p w14:paraId="64BF099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2 329 156,900</w:t>
            </w:r>
          </w:p>
        </w:tc>
      </w:tr>
      <w:tr w:rsidR="00484B9C" w:rsidRPr="00484B9C" w14:paraId="6ED7D36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F4CBB8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168</w:t>
            </w:r>
          </w:p>
        </w:tc>
        <w:tc>
          <w:tcPr>
            <w:tcW w:w="3955" w:type="dxa"/>
            <w:noWrap/>
            <w:hideMark/>
          </w:tcPr>
          <w:p w14:paraId="2DC2413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495 272,857</w:t>
            </w:r>
          </w:p>
        </w:tc>
        <w:tc>
          <w:tcPr>
            <w:tcW w:w="4240" w:type="dxa"/>
            <w:noWrap/>
            <w:hideMark/>
          </w:tcPr>
          <w:p w14:paraId="104CD6C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2 329 150,750</w:t>
            </w:r>
          </w:p>
        </w:tc>
      </w:tr>
      <w:tr w:rsidR="00484B9C" w:rsidRPr="00484B9C" w14:paraId="7B66CBD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8D4F03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169</w:t>
            </w:r>
          </w:p>
        </w:tc>
        <w:tc>
          <w:tcPr>
            <w:tcW w:w="3955" w:type="dxa"/>
            <w:noWrap/>
            <w:hideMark/>
          </w:tcPr>
          <w:p w14:paraId="4C10BFB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495 260,271</w:t>
            </w:r>
          </w:p>
        </w:tc>
        <w:tc>
          <w:tcPr>
            <w:tcW w:w="4240" w:type="dxa"/>
            <w:noWrap/>
            <w:hideMark/>
          </w:tcPr>
          <w:p w14:paraId="3997460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2 329 128,296</w:t>
            </w:r>
          </w:p>
        </w:tc>
      </w:tr>
      <w:tr w:rsidR="00484B9C" w:rsidRPr="00484B9C" w14:paraId="3D8FA2E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1A5F72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170</w:t>
            </w:r>
          </w:p>
        </w:tc>
        <w:tc>
          <w:tcPr>
            <w:tcW w:w="3955" w:type="dxa"/>
            <w:noWrap/>
            <w:hideMark/>
          </w:tcPr>
          <w:p w14:paraId="47067D8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495 305,784</w:t>
            </w:r>
          </w:p>
        </w:tc>
        <w:tc>
          <w:tcPr>
            <w:tcW w:w="4240" w:type="dxa"/>
            <w:noWrap/>
            <w:hideMark/>
          </w:tcPr>
          <w:p w14:paraId="5F0AD4B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2 329 107,195</w:t>
            </w:r>
          </w:p>
        </w:tc>
      </w:tr>
      <w:tr w:rsidR="00484B9C" w:rsidRPr="00484B9C" w14:paraId="47195FC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A68A49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171</w:t>
            </w:r>
          </w:p>
        </w:tc>
        <w:tc>
          <w:tcPr>
            <w:tcW w:w="3955" w:type="dxa"/>
            <w:noWrap/>
            <w:hideMark/>
          </w:tcPr>
          <w:p w14:paraId="2B7F5C0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495 317,828</w:t>
            </w:r>
          </w:p>
        </w:tc>
        <w:tc>
          <w:tcPr>
            <w:tcW w:w="4240" w:type="dxa"/>
            <w:noWrap/>
            <w:hideMark/>
          </w:tcPr>
          <w:p w14:paraId="4FFA0ED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2 329 008,809</w:t>
            </w:r>
          </w:p>
        </w:tc>
      </w:tr>
      <w:tr w:rsidR="00484B9C" w:rsidRPr="00484B9C" w14:paraId="4D4CB70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37CE65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172</w:t>
            </w:r>
          </w:p>
        </w:tc>
        <w:tc>
          <w:tcPr>
            <w:tcW w:w="3955" w:type="dxa"/>
            <w:noWrap/>
            <w:hideMark/>
          </w:tcPr>
          <w:p w14:paraId="599D20D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495 444,992</w:t>
            </w:r>
          </w:p>
        </w:tc>
        <w:tc>
          <w:tcPr>
            <w:tcW w:w="4240" w:type="dxa"/>
            <w:noWrap/>
            <w:hideMark/>
          </w:tcPr>
          <w:p w14:paraId="7C00FF3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2 328 954,853</w:t>
            </w:r>
          </w:p>
        </w:tc>
      </w:tr>
      <w:tr w:rsidR="00484B9C" w:rsidRPr="00484B9C" w14:paraId="50AE666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31668B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173</w:t>
            </w:r>
          </w:p>
        </w:tc>
        <w:tc>
          <w:tcPr>
            <w:tcW w:w="3955" w:type="dxa"/>
            <w:noWrap/>
            <w:hideMark/>
          </w:tcPr>
          <w:p w14:paraId="5DBC719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495 446,237</w:t>
            </w:r>
          </w:p>
        </w:tc>
        <w:tc>
          <w:tcPr>
            <w:tcW w:w="4240" w:type="dxa"/>
            <w:noWrap/>
            <w:hideMark/>
          </w:tcPr>
          <w:p w14:paraId="215EE61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2 328 959,754</w:t>
            </w:r>
          </w:p>
        </w:tc>
      </w:tr>
      <w:tr w:rsidR="00484B9C" w:rsidRPr="00484B9C" w14:paraId="71D39AE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D9AAFD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174</w:t>
            </w:r>
          </w:p>
        </w:tc>
        <w:tc>
          <w:tcPr>
            <w:tcW w:w="3955" w:type="dxa"/>
            <w:noWrap/>
            <w:hideMark/>
          </w:tcPr>
          <w:p w14:paraId="4259B19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495 482,460</w:t>
            </w:r>
          </w:p>
        </w:tc>
        <w:tc>
          <w:tcPr>
            <w:tcW w:w="4240" w:type="dxa"/>
            <w:noWrap/>
            <w:hideMark/>
          </w:tcPr>
          <w:p w14:paraId="05FDB9F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2 328 944,387</w:t>
            </w:r>
          </w:p>
        </w:tc>
      </w:tr>
      <w:tr w:rsidR="00484B9C" w:rsidRPr="00484B9C" w14:paraId="4217177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DEAAB3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175</w:t>
            </w:r>
          </w:p>
        </w:tc>
        <w:tc>
          <w:tcPr>
            <w:tcW w:w="3955" w:type="dxa"/>
            <w:noWrap/>
            <w:hideMark/>
          </w:tcPr>
          <w:p w14:paraId="0EB8583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495 481,084</w:t>
            </w:r>
          </w:p>
        </w:tc>
        <w:tc>
          <w:tcPr>
            <w:tcW w:w="4240" w:type="dxa"/>
            <w:noWrap/>
            <w:hideMark/>
          </w:tcPr>
          <w:p w14:paraId="511C348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2 328 939,540</w:t>
            </w:r>
          </w:p>
        </w:tc>
      </w:tr>
      <w:tr w:rsidR="00484B9C" w:rsidRPr="00484B9C" w14:paraId="1666D74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AED4CC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176</w:t>
            </w:r>
          </w:p>
        </w:tc>
        <w:tc>
          <w:tcPr>
            <w:tcW w:w="3955" w:type="dxa"/>
            <w:noWrap/>
            <w:hideMark/>
          </w:tcPr>
          <w:p w14:paraId="4CA7993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495 492,371</w:t>
            </w:r>
          </w:p>
        </w:tc>
        <w:tc>
          <w:tcPr>
            <w:tcW w:w="4240" w:type="dxa"/>
            <w:noWrap/>
            <w:hideMark/>
          </w:tcPr>
          <w:p w14:paraId="54AD461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2 328 934,751</w:t>
            </w:r>
          </w:p>
        </w:tc>
      </w:tr>
      <w:tr w:rsidR="00484B9C" w:rsidRPr="00484B9C" w14:paraId="5A22F1B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25D2FA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177</w:t>
            </w:r>
          </w:p>
        </w:tc>
        <w:tc>
          <w:tcPr>
            <w:tcW w:w="3955" w:type="dxa"/>
            <w:noWrap/>
            <w:hideMark/>
          </w:tcPr>
          <w:p w14:paraId="4BFA25B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495 552,433</w:t>
            </w:r>
          </w:p>
        </w:tc>
        <w:tc>
          <w:tcPr>
            <w:tcW w:w="4240" w:type="dxa"/>
            <w:noWrap/>
            <w:hideMark/>
          </w:tcPr>
          <w:p w14:paraId="56857D4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2 328 858,996</w:t>
            </w:r>
          </w:p>
        </w:tc>
      </w:tr>
      <w:tr w:rsidR="00484B9C" w:rsidRPr="00484B9C" w14:paraId="5AD09DB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99EED4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178</w:t>
            </w:r>
          </w:p>
        </w:tc>
        <w:tc>
          <w:tcPr>
            <w:tcW w:w="3955" w:type="dxa"/>
            <w:noWrap/>
            <w:hideMark/>
          </w:tcPr>
          <w:p w14:paraId="31020F7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495 562,807</w:t>
            </w:r>
          </w:p>
        </w:tc>
        <w:tc>
          <w:tcPr>
            <w:tcW w:w="4240" w:type="dxa"/>
            <w:noWrap/>
            <w:hideMark/>
          </w:tcPr>
          <w:p w14:paraId="371925E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2 328 850,996</w:t>
            </w:r>
          </w:p>
        </w:tc>
      </w:tr>
      <w:tr w:rsidR="00484B9C" w:rsidRPr="00484B9C" w14:paraId="1B47173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03F13D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179</w:t>
            </w:r>
          </w:p>
        </w:tc>
        <w:tc>
          <w:tcPr>
            <w:tcW w:w="3955" w:type="dxa"/>
            <w:noWrap/>
            <w:hideMark/>
          </w:tcPr>
          <w:p w14:paraId="5EE8752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495 565,833</w:t>
            </w:r>
          </w:p>
        </w:tc>
        <w:tc>
          <w:tcPr>
            <w:tcW w:w="4240" w:type="dxa"/>
            <w:noWrap/>
            <w:hideMark/>
          </w:tcPr>
          <w:p w14:paraId="16E2F11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2 328 854,977</w:t>
            </w:r>
          </w:p>
        </w:tc>
      </w:tr>
      <w:tr w:rsidR="00484B9C" w:rsidRPr="00484B9C" w14:paraId="34FDA83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15213A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180</w:t>
            </w:r>
          </w:p>
        </w:tc>
        <w:tc>
          <w:tcPr>
            <w:tcW w:w="3955" w:type="dxa"/>
            <w:noWrap/>
            <w:hideMark/>
          </w:tcPr>
          <w:p w14:paraId="14C918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495 654,611</w:t>
            </w:r>
          </w:p>
        </w:tc>
        <w:tc>
          <w:tcPr>
            <w:tcW w:w="4240" w:type="dxa"/>
            <w:noWrap/>
            <w:hideMark/>
          </w:tcPr>
          <w:p w14:paraId="01B26C9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2 328 786,732</w:t>
            </w:r>
          </w:p>
        </w:tc>
      </w:tr>
      <w:tr w:rsidR="00484B9C" w:rsidRPr="00484B9C" w14:paraId="20CF9DB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22A1B8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181</w:t>
            </w:r>
          </w:p>
        </w:tc>
        <w:tc>
          <w:tcPr>
            <w:tcW w:w="3955" w:type="dxa"/>
            <w:noWrap/>
            <w:hideMark/>
          </w:tcPr>
          <w:p w14:paraId="246EA53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495 651,564</w:t>
            </w:r>
          </w:p>
        </w:tc>
        <w:tc>
          <w:tcPr>
            <w:tcW w:w="4240" w:type="dxa"/>
            <w:noWrap/>
            <w:hideMark/>
          </w:tcPr>
          <w:p w14:paraId="43C612E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2 328 782,768</w:t>
            </w:r>
          </w:p>
        </w:tc>
      </w:tr>
      <w:tr w:rsidR="00484B9C" w:rsidRPr="00484B9C" w14:paraId="5357AE7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7E2CDC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182</w:t>
            </w:r>
          </w:p>
        </w:tc>
        <w:tc>
          <w:tcPr>
            <w:tcW w:w="3955" w:type="dxa"/>
            <w:noWrap/>
            <w:hideMark/>
          </w:tcPr>
          <w:p w14:paraId="32FDF42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495 817,813</w:t>
            </w:r>
          </w:p>
        </w:tc>
        <w:tc>
          <w:tcPr>
            <w:tcW w:w="4240" w:type="dxa"/>
            <w:noWrap/>
            <w:hideMark/>
          </w:tcPr>
          <w:p w14:paraId="538C95B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2 328 655,093</w:t>
            </w:r>
          </w:p>
        </w:tc>
      </w:tr>
      <w:tr w:rsidR="00484B9C" w:rsidRPr="00484B9C" w14:paraId="2057335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5CD258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183</w:t>
            </w:r>
          </w:p>
        </w:tc>
        <w:tc>
          <w:tcPr>
            <w:tcW w:w="3955" w:type="dxa"/>
            <w:noWrap/>
            <w:hideMark/>
          </w:tcPr>
          <w:p w14:paraId="0A24C5F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495 884,562</w:t>
            </w:r>
          </w:p>
        </w:tc>
        <w:tc>
          <w:tcPr>
            <w:tcW w:w="4240" w:type="dxa"/>
            <w:noWrap/>
            <w:hideMark/>
          </w:tcPr>
          <w:p w14:paraId="3FCC6BF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2 328 600,021</w:t>
            </w:r>
          </w:p>
        </w:tc>
      </w:tr>
      <w:tr w:rsidR="00484B9C" w:rsidRPr="00484B9C" w14:paraId="02186FC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C5911B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184</w:t>
            </w:r>
          </w:p>
        </w:tc>
        <w:tc>
          <w:tcPr>
            <w:tcW w:w="3955" w:type="dxa"/>
            <w:noWrap/>
            <w:hideMark/>
          </w:tcPr>
          <w:p w14:paraId="100A023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495 883,294</w:t>
            </w:r>
          </w:p>
        </w:tc>
        <w:tc>
          <w:tcPr>
            <w:tcW w:w="4240" w:type="dxa"/>
            <w:noWrap/>
            <w:hideMark/>
          </w:tcPr>
          <w:p w14:paraId="6B038BD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2 328 567,970</w:t>
            </w:r>
          </w:p>
        </w:tc>
      </w:tr>
      <w:tr w:rsidR="00484B9C" w:rsidRPr="00484B9C" w14:paraId="0B14A9F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E83FEE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185</w:t>
            </w:r>
          </w:p>
        </w:tc>
        <w:tc>
          <w:tcPr>
            <w:tcW w:w="3955" w:type="dxa"/>
            <w:noWrap/>
            <w:hideMark/>
          </w:tcPr>
          <w:p w14:paraId="28D5C75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495 889,288</w:t>
            </w:r>
          </w:p>
        </w:tc>
        <w:tc>
          <w:tcPr>
            <w:tcW w:w="4240" w:type="dxa"/>
            <w:noWrap/>
            <w:hideMark/>
          </w:tcPr>
          <w:p w14:paraId="2C4C6D9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2 328 567,716</w:t>
            </w:r>
          </w:p>
        </w:tc>
      </w:tr>
      <w:tr w:rsidR="00484B9C" w:rsidRPr="00484B9C" w14:paraId="1E32F37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2C97BD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186</w:t>
            </w:r>
          </w:p>
        </w:tc>
        <w:tc>
          <w:tcPr>
            <w:tcW w:w="3955" w:type="dxa"/>
            <w:noWrap/>
            <w:hideMark/>
          </w:tcPr>
          <w:p w14:paraId="769FC9E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495 876,933</w:t>
            </w:r>
          </w:p>
        </w:tc>
        <w:tc>
          <w:tcPr>
            <w:tcW w:w="4240" w:type="dxa"/>
            <w:noWrap/>
            <w:hideMark/>
          </w:tcPr>
          <w:p w14:paraId="6B119FF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2 328 255,559</w:t>
            </w:r>
          </w:p>
        </w:tc>
      </w:tr>
      <w:tr w:rsidR="00484B9C" w:rsidRPr="00484B9C" w14:paraId="57B2EA4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3B203C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187</w:t>
            </w:r>
          </w:p>
        </w:tc>
        <w:tc>
          <w:tcPr>
            <w:tcW w:w="3955" w:type="dxa"/>
            <w:noWrap/>
            <w:hideMark/>
          </w:tcPr>
          <w:p w14:paraId="7F46C47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495 871,926</w:t>
            </w:r>
          </w:p>
        </w:tc>
        <w:tc>
          <w:tcPr>
            <w:tcW w:w="4240" w:type="dxa"/>
            <w:noWrap/>
            <w:hideMark/>
          </w:tcPr>
          <w:p w14:paraId="58EB589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2 328 255,499</w:t>
            </w:r>
          </w:p>
        </w:tc>
      </w:tr>
      <w:tr w:rsidR="00484B9C" w:rsidRPr="00484B9C" w14:paraId="372840F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5D299F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188</w:t>
            </w:r>
          </w:p>
        </w:tc>
        <w:tc>
          <w:tcPr>
            <w:tcW w:w="3955" w:type="dxa"/>
            <w:noWrap/>
            <w:hideMark/>
          </w:tcPr>
          <w:p w14:paraId="7B682E2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495 871,312</w:t>
            </w:r>
          </w:p>
        </w:tc>
        <w:tc>
          <w:tcPr>
            <w:tcW w:w="4240" w:type="dxa"/>
            <w:noWrap/>
            <w:hideMark/>
          </w:tcPr>
          <w:p w14:paraId="66BE8CB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2 328 239,976</w:t>
            </w:r>
          </w:p>
        </w:tc>
      </w:tr>
      <w:tr w:rsidR="00484B9C" w:rsidRPr="00484B9C" w14:paraId="7715BBB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E4FFA7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189</w:t>
            </w:r>
          </w:p>
        </w:tc>
        <w:tc>
          <w:tcPr>
            <w:tcW w:w="3955" w:type="dxa"/>
            <w:noWrap/>
            <w:hideMark/>
          </w:tcPr>
          <w:p w14:paraId="7D48D22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495 876,302</w:t>
            </w:r>
          </w:p>
        </w:tc>
        <w:tc>
          <w:tcPr>
            <w:tcW w:w="4240" w:type="dxa"/>
            <w:noWrap/>
            <w:hideMark/>
          </w:tcPr>
          <w:p w14:paraId="6DB2954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2 328 239,639</w:t>
            </w:r>
          </w:p>
        </w:tc>
      </w:tr>
      <w:tr w:rsidR="00484B9C" w:rsidRPr="00484B9C" w14:paraId="5E67245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7CECC6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190</w:t>
            </w:r>
          </w:p>
        </w:tc>
        <w:tc>
          <w:tcPr>
            <w:tcW w:w="3955" w:type="dxa"/>
            <w:noWrap/>
            <w:hideMark/>
          </w:tcPr>
          <w:p w14:paraId="7385119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496 161,406</w:t>
            </w:r>
          </w:p>
        </w:tc>
        <w:tc>
          <w:tcPr>
            <w:tcW w:w="4240" w:type="dxa"/>
            <w:noWrap/>
            <w:hideMark/>
          </w:tcPr>
          <w:p w14:paraId="5300BD3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2 328 227,640</w:t>
            </w:r>
          </w:p>
        </w:tc>
      </w:tr>
      <w:tr w:rsidR="00484B9C" w:rsidRPr="00484B9C" w14:paraId="15009DA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5EB17F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191</w:t>
            </w:r>
          </w:p>
        </w:tc>
        <w:tc>
          <w:tcPr>
            <w:tcW w:w="3955" w:type="dxa"/>
            <w:noWrap/>
            <w:hideMark/>
          </w:tcPr>
          <w:p w14:paraId="1704500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496 275,617</w:t>
            </w:r>
          </w:p>
        </w:tc>
        <w:tc>
          <w:tcPr>
            <w:tcW w:w="4240" w:type="dxa"/>
            <w:noWrap/>
            <w:hideMark/>
          </w:tcPr>
          <w:p w14:paraId="1B7FE8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2 328 179,002</w:t>
            </w:r>
          </w:p>
        </w:tc>
      </w:tr>
      <w:tr w:rsidR="00484B9C" w:rsidRPr="00484B9C" w14:paraId="194BEEA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3ADFAC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192</w:t>
            </w:r>
          </w:p>
        </w:tc>
        <w:tc>
          <w:tcPr>
            <w:tcW w:w="3955" w:type="dxa"/>
            <w:noWrap/>
            <w:hideMark/>
          </w:tcPr>
          <w:p w14:paraId="547A3A3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496 420,577</w:t>
            </w:r>
          </w:p>
        </w:tc>
        <w:tc>
          <w:tcPr>
            <w:tcW w:w="4240" w:type="dxa"/>
            <w:noWrap/>
            <w:hideMark/>
          </w:tcPr>
          <w:p w14:paraId="7019653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2 328 148,061</w:t>
            </w:r>
          </w:p>
        </w:tc>
      </w:tr>
      <w:tr w:rsidR="00484B9C" w:rsidRPr="00484B9C" w14:paraId="7DCB3DE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10E6AA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193</w:t>
            </w:r>
          </w:p>
        </w:tc>
        <w:tc>
          <w:tcPr>
            <w:tcW w:w="3955" w:type="dxa"/>
            <w:noWrap/>
            <w:hideMark/>
          </w:tcPr>
          <w:p w14:paraId="711DA20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496 498,869</w:t>
            </w:r>
          </w:p>
        </w:tc>
        <w:tc>
          <w:tcPr>
            <w:tcW w:w="4240" w:type="dxa"/>
            <w:noWrap/>
            <w:hideMark/>
          </w:tcPr>
          <w:p w14:paraId="18DD532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2 328 037,625</w:t>
            </w:r>
          </w:p>
        </w:tc>
      </w:tr>
      <w:tr w:rsidR="00484B9C" w:rsidRPr="00484B9C" w14:paraId="10C5B16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912BF1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194</w:t>
            </w:r>
          </w:p>
        </w:tc>
        <w:tc>
          <w:tcPr>
            <w:tcW w:w="3955" w:type="dxa"/>
            <w:noWrap/>
            <w:hideMark/>
          </w:tcPr>
          <w:p w14:paraId="5F3A2FC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496 498,693</w:t>
            </w:r>
          </w:p>
        </w:tc>
        <w:tc>
          <w:tcPr>
            <w:tcW w:w="4240" w:type="dxa"/>
            <w:noWrap/>
            <w:hideMark/>
          </w:tcPr>
          <w:p w14:paraId="564784F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2 327 640,258</w:t>
            </w:r>
          </w:p>
        </w:tc>
      </w:tr>
      <w:tr w:rsidR="00484B9C" w:rsidRPr="00484B9C" w14:paraId="0346101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B32BD6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195</w:t>
            </w:r>
          </w:p>
        </w:tc>
        <w:tc>
          <w:tcPr>
            <w:tcW w:w="3955" w:type="dxa"/>
            <w:noWrap/>
            <w:hideMark/>
          </w:tcPr>
          <w:p w14:paraId="349969E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496 760,413</w:t>
            </w:r>
          </w:p>
        </w:tc>
        <w:tc>
          <w:tcPr>
            <w:tcW w:w="4240" w:type="dxa"/>
            <w:noWrap/>
            <w:hideMark/>
          </w:tcPr>
          <w:p w14:paraId="7C81311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2 327 638,523</w:t>
            </w:r>
          </w:p>
        </w:tc>
      </w:tr>
      <w:tr w:rsidR="00484B9C" w:rsidRPr="00484B9C" w14:paraId="6260200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1E3DAD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196</w:t>
            </w:r>
          </w:p>
        </w:tc>
        <w:tc>
          <w:tcPr>
            <w:tcW w:w="3955" w:type="dxa"/>
            <w:noWrap/>
            <w:hideMark/>
          </w:tcPr>
          <w:p w14:paraId="0D4FEC9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496 781,671</w:t>
            </w:r>
          </w:p>
        </w:tc>
        <w:tc>
          <w:tcPr>
            <w:tcW w:w="4240" w:type="dxa"/>
            <w:noWrap/>
            <w:hideMark/>
          </w:tcPr>
          <w:p w14:paraId="4E35007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2 327 626,272</w:t>
            </w:r>
          </w:p>
        </w:tc>
      </w:tr>
      <w:tr w:rsidR="00484B9C" w:rsidRPr="00484B9C" w14:paraId="169722D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CBAD43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197</w:t>
            </w:r>
          </w:p>
        </w:tc>
        <w:tc>
          <w:tcPr>
            <w:tcW w:w="3955" w:type="dxa"/>
            <w:noWrap/>
            <w:hideMark/>
          </w:tcPr>
          <w:p w14:paraId="466B0F2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496 872,788</w:t>
            </w:r>
          </w:p>
        </w:tc>
        <w:tc>
          <w:tcPr>
            <w:tcW w:w="4240" w:type="dxa"/>
            <w:noWrap/>
            <w:hideMark/>
          </w:tcPr>
          <w:p w14:paraId="143028B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2 327 626,460</w:t>
            </w:r>
          </w:p>
        </w:tc>
      </w:tr>
      <w:tr w:rsidR="00484B9C" w:rsidRPr="00484B9C" w14:paraId="166AB5E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F205F9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198</w:t>
            </w:r>
          </w:p>
        </w:tc>
        <w:tc>
          <w:tcPr>
            <w:tcW w:w="3955" w:type="dxa"/>
            <w:noWrap/>
            <w:hideMark/>
          </w:tcPr>
          <w:p w14:paraId="57FFA9E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496 876,478</w:t>
            </w:r>
          </w:p>
        </w:tc>
        <w:tc>
          <w:tcPr>
            <w:tcW w:w="4240" w:type="dxa"/>
            <w:noWrap/>
            <w:hideMark/>
          </w:tcPr>
          <w:p w14:paraId="0626B7E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2 327 238,590</w:t>
            </w:r>
          </w:p>
        </w:tc>
      </w:tr>
      <w:tr w:rsidR="00484B9C" w:rsidRPr="00484B9C" w14:paraId="62CE41F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6CFFD6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199</w:t>
            </w:r>
          </w:p>
        </w:tc>
        <w:tc>
          <w:tcPr>
            <w:tcW w:w="3955" w:type="dxa"/>
            <w:noWrap/>
            <w:hideMark/>
          </w:tcPr>
          <w:p w14:paraId="44387C7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496 878,241</w:t>
            </w:r>
          </w:p>
        </w:tc>
        <w:tc>
          <w:tcPr>
            <w:tcW w:w="4240" w:type="dxa"/>
            <w:noWrap/>
            <w:hideMark/>
          </w:tcPr>
          <w:p w14:paraId="460C596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2 327 157,353</w:t>
            </w:r>
          </w:p>
        </w:tc>
      </w:tr>
      <w:tr w:rsidR="00484B9C" w:rsidRPr="00484B9C" w14:paraId="1FE399F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DC4BA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200</w:t>
            </w:r>
          </w:p>
        </w:tc>
        <w:tc>
          <w:tcPr>
            <w:tcW w:w="3955" w:type="dxa"/>
            <w:noWrap/>
            <w:hideMark/>
          </w:tcPr>
          <w:p w14:paraId="1F45EF6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496 907,074</w:t>
            </w:r>
          </w:p>
        </w:tc>
        <w:tc>
          <w:tcPr>
            <w:tcW w:w="4240" w:type="dxa"/>
            <w:noWrap/>
            <w:hideMark/>
          </w:tcPr>
          <w:p w14:paraId="58FDE91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2 326 293,507</w:t>
            </w:r>
          </w:p>
        </w:tc>
      </w:tr>
      <w:tr w:rsidR="00484B9C" w:rsidRPr="00484B9C" w14:paraId="2B66F4E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996F35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201</w:t>
            </w:r>
          </w:p>
        </w:tc>
        <w:tc>
          <w:tcPr>
            <w:tcW w:w="3955" w:type="dxa"/>
            <w:noWrap/>
            <w:hideMark/>
          </w:tcPr>
          <w:p w14:paraId="2F035E6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496 906,515</w:t>
            </w:r>
          </w:p>
        </w:tc>
        <w:tc>
          <w:tcPr>
            <w:tcW w:w="4240" w:type="dxa"/>
            <w:noWrap/>
            <w:hideMark/>
          </w:tcPr>
          <w:p w14:paraId="2F4955A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2 326 227,881</w:t>
            </w:r>
          </w:p>
        </w:tc>
      </w:tr>
      <w:tr w:rsidR="00484B9C" w:rsidRPr="00484B9C" w14:paraId="3A4B0B1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7CD2B1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202</w:t>
            </w:r>
          </w:p>
        </w:tc>
        <w:tc>
          <w:tcPr>
            <w:tcW w:w="3955" w:type="dxa"/>
            <w:noWrap/>
            <w:hideMark/>
          </w:tcPr>
          <w:p w14:paraId="04FAD28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497 757,399</w:t>
            </w:r>
          </w:p>
        </w:tc>
        <w:tc>
          <w:tcPr>
            <w:tcW w:w="4240" w:type="dxa"/>
            <w:noWrap/>
            <w:hideMark/>
          </w:tcPr>
          <w:p w14:paraId="256BF96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2 326 220,146</w:t>
            </w:r>
          </w:p>
        </w:tc>
      </w:tr>
      <w:tr w:rsidR="00484B9C" w:rsidRPr="00484B9C" w14:paraId="62C16D0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BF5D0D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203</w:t>
            </w:r>
          </w:p>
        </w:tc>
        <w:tc>
          <w:tcPr>
            <w:tcW w:w="3955" w:type="dxa"/>
            <w:noWrap/>
            <w:hideMark/>
          </w:tcPr>
          <w:p w14:paraId="505AA81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497 760,403</w:t>
            </w:r>
          </w:p>
        </w:tc>
        <w:tc>
          <w:tcPr>
            <w:tcW w:w="4240" w:type="dxa"/>
            <w:noWrap/>
            <w:hideMark/>
          </w:tcPr>
          <w:p w14:paraId="40F06E3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2 326 220,072</w:t>
            </w:r>
          </w:p>
        </w:tc>
      </w:tr>
      <w:tr w:rsidR="00484B9C" w:rsidRPr="00484B9C" w14:paraId="284D5B2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1817E9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204</w:t>
            </w:r>
          </w:p>
        </w:tc>
        <w:tc>
          <w:tcPr>
            <w:tcW w:w="3955" w:type="dxa"/>
            <w:noWrap/>
            <w:hideMark/>
          </w:tcPr>
          <w:p w14:paraId="4FE22BC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497 760,272</w:t>
            </w:r>
          </w:p>
        </w:tc>
        <w:tc>
          <w:tcPr>
            <w:tcW w:w="4240" w:type="dxa"/>
            <w:noWrap/>
            <w:hideMark/>
          </w:tcPr>
          <w:p w14:paraId="32B6C26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2 326 142,292</w:t>
            </w:r>
          </w:p>
        </w:tc>
      </w:tr>
      <w:tr w:rsidR="00484B9C" w:rsidRPr="00484B9C" w14:paraId="1E588E8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AAE268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205</w:t>
            </w:r>
          </w:p>
        </w:tc>
        <w:tc>
          <w:tcPr>
            <w:tcW w:w="3955" w:type="dxa"/>
            <w:noWrap/>
            <w:hideMark/>
          </w:tcPr>
          <w:p w14:paraId="4608061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497 754,272</w:t>
            </w:r>
          </w:p>
        </w:tc>
        <w:tc>
          <w:tcPr>
            <w:tcW w:w="4240" w:type="dxa"/>
            <w:noWrap/>
            <w:hideMark/>
          </w:tcPr>
          <w:p w14:paraId="3CDDA6E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2 326 142,301</w:t>
            </w:r>
          </w:p>
        </w:tc>
      </w:tr>
      <w:tr w:rsidR="00484B9C" w:rsidRPr="00484B9C" w14:paraId="5292C92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660F47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206</w:t>
            </w:r>
          </w:p>
        </w:tc>
        <w:tc>
          <w:tcPr>
            <w:tcW w:w="3955" w:type="dxa"/>
            <w:noWrap/>
            <w:hideMark/>
          </w:tcPr>
          <w:p w14:paraId="108F32C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497 754,212</w:t>
            </w:r>
          </w:p>
        </w:tc>
        <w:tc>
          <w:tcPr>
            <w:tcW w:w="4240" w:type="dxa"/>
            <w:noWrap/>
            <w:hideMark/>
          </w:tcPr>
          <w:p w14:paraId="609BC2F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2 326 099,849</w:t>
            </w:r>
          </w:p>
        </w:tc>
      </w:tr>
      <w:tr w:rsidR="00484B9C" w:rsidRPr="00484B9C" w14:paraId="05BB427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43AE38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207</w:t>
            </w:r>
          </w:p>
        </w:tc>
        <w:tc>
          <w:tcPr>
            <w:tcW w:w="3955" w:type="dxa"/>
            <w:noWrap/>
            <w:hideMark/>
          </w:tcPr>
          <w:p w14:paraId="4238C6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499 179,121</w:t>
            </w:r>
          </w:p>
        </w:tc>
        <w:tc>
          <w:tcPr>
            <w:tcW w:w="4240" w:type="dxa"/>
            <w:noWrap/>
            <w:hideMark/>
          </w:tcPr>
          <w:p w14:paraId="171E6FF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2 326 092,643</w:t>
            </w:r>
          </w:p>
        </w:tc>
      </w:tr>
      <w:tr w:rsidR="00484B9C" w:rsidRPr="00484B9C" w14:paraId="6483999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BF06A0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208</w:t>
            </w:r>
          </w:p>
        </w:tc>
        <w:tc>
          <w:tcPr>
            <w:tcW w:w="3955" w:type="dxa"/>
            <w:noWrap/>
            <w:hideMark/>
          </w:tcPr>
          <w:p w14:paraId="51204FE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499 179,146</w:t>
            </w:r>
          </w:p>
        </w:tc>
        <w:tc>
          <w:tcPr>
            <w:tcW w:w="4240" w:type="dxa"/>
            <w:noWrap/>
            <w:hideMark/>
          </w:tcPr>
          <w:p w14:paraId="5FA5539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2 326 097,643</w:t>
            </w:r>
          </w:p>
        </w:tc>
      </w:tr>
      <w:tr w:rsidR="00484B9C" w:rsidRPr="00484B9C" w14:paraId="08356750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7A7633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209</w:t>
            </w:r>
          </w:p>
        </w:tc>
        <w:tc>
          <w:tcPr>
            <w:tcW w:w="3955" w:type="dxa"/>
            <w:noWrap/>
            <w:hideMark/>
          </w:tcPr>
          <w:p w14:paraId="5B95DB0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499 217,168</w:t>
            </w:r>
          </w:p>
        </w:tc>
        <w:tc>
          <w:tcPr>
            <w:tcW w:w="4240" w:type="dxa"/>
            <w:noWrap/>
            <w:hideMark/>
          </w:tcPr>
          <w:p w14:paraId="1F0119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2 326 097,451</w:t>
            </w:r>
          </w:p>
        </w:tc>
      </w:tr>
      <w:tr w:rsidR="00484B9C" w:rsidRPr="00484B9C" w14:paraId="5B9C700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3C9199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210</w:t>
            </w:r>
          </w:p>
        </w:tc>
        <w:tc>
          <w:tcPr>
            <w:tcW w:w="3955" w:type="dxa"/>
            <w:noWrap/>
            <w:hideMark/>
          </w:tcPr>
          <w:p w14:paraId="54E7922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499 217,143</w:t>
            </w:r>
          </w:p>
        </w:tc>
        <w:tc>
          <w:tcPr>
            <w:tcW w:w="4240" w:type="dxa"/>
            <w:noWrap/>
            <w:hideMark/>
          </w:tcPr>
          <w:p w14:paraId="52DF4D1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2 326 092,451</w:t>
            </w:r>
          </w:p>
        </w:tc>
      </w:tr>
      <w:tr w:rsidR="00484B9C" w:rsidRPr="00484B9C" w14:paraId="785775C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B8270C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lastRenderedPageBreak/>
              <w:t>211</w:t>
            </w:r>
          </w:p>
        </w:tc>
        <w:tc>
          <w:tcPr>
            <w:tcW w:w="3955" w:type="dxa"/>
            <w:noWrap/>
            <w:hideMark/>
          </w:tcPr>
          <w:p w14:paraId="762D003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500 076,641</w:t>
            </w:r>
          </w:p>
        </w:tc>
        <w:tc>
          <w:tcPr>
            <w:tcW w:w="4240" w:type="dxa"/>
            <w:noWrap/>
            <w:hideMark/>
          </w:tcPr>
          <w:p w14:paraId="376D54B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2 326 088,105</w:t>
            </w:r>
          </w:p>
        </w:tc>
      </w:tr>
      <w:tr w:rsidR="00484B9C" w:rsidRPr="00484B9C" w14:paraId="7D7F553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E4F0F5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212</w:t>
            </w:r>
          </w:p>
        </w:tc>
        <w:tc>
          <w:tcPr>
            <w:tcW w:w="3955" w:type="dxa"/>
            <w:noWrap/>
            <w:hideMark/>
          </w:tcPr>
          <w:p w14:paraId="4A0C5CB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501 345,822</w:t>
            </w:r>
          </w:p>
        </w:tc>
        <w:tc>
          <w:tcPr>
            <w:tcW w:w="4240" w:type="dxa"/>
            <w:noWrap/>
            <w:hideMark/>
          </w:tcPr>
          <w:p w14:paraId="574E9A3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2 326 085,304</w:t>
            </w:r>
          </w:p>
        </w:tc>
      </w:tr>
      <w:tr w:rsidR="00484B9C" w:rsidRPr="00484B9C" w14:paraId="114D268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8F44CD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213</w:t>
            </w:r>
          </w:p>
        </w:tc>
        <w:tc>
          <w:tcPr>
            <w:tcW w:w="3955" w:type="dxa"/>
            <w:noWrap/>
            <w:hideMark/>
          </w:tcPr>
          <w:p w14:paraId="6F356AC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501 893,490</w:t>
            </w:r>
          </w:p>
        </w:tc>
        <w:tc>
          <w:tcPr>
            <w:tcW w:w="4240" w:type="dxa"/>
            <w:noWrap/>
            <w:hideMark/>
          </w:tcPr>
          <w:p w14:paraId="6F4DA8A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2 326 087,397</w:t>
            </w:r>
          </w:p>
        </w:tc>
      </w:tr>
      <w:tr w:rsidR="00484B9C" w:rsidRPr="00484B9C" w14:paraId="30D8290D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7CAF01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214</w:t>
            </w:r>
          </w:p>
        </w:tc>
        <w:tc>
          <w:tcPr>
            <w:tcW w:w="3955" w:type="dxa"/>
            <w:noWrap/>
            <w:hideMark/>
          </w:tcPr>
          <w:p w14:paraId="1F6A6CC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502 911,635</w:t>
            </w:r>
          </w:p>
        </w:tc>
        <w:tc>
          <w:tcPr>
            <w:tcW w:w="4240" w:type="dxa"/>
            <w:noWrap/>
            <w:hideMark/>
          </w:tcPr>
          <w:p w14:paraId="50DC5C9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2 326 082,663</w:t>
            </w:r>
          </w:p>
        </w:tc>
      </w:tr>
      <w:tr w:rsidR="00484B9C" w:rsidRPr="00484B9C" w14:paraId="1D4EB8D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FABB3A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215</w:t>
            </w:r>
          </w:p>
        </w:tc>
        <w:tc>
          <w:tcPr>
            <w:tcW w:w="3955" w:type="dxa"/>
            <w:noWrap/>
            <w:hideMark/>
          </w:tcPr>
          <w:p w14:paraId="29182F5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502 970,009</w:t>
            </w:r>
          </w:p>
        </w:tc>
        <w:tc>
          <w:tcPr>
            <w:tcW w:w="4240" w:type="dxa"/>
            <w:noWrap/>
            <w:hideMark/>
          </w:tcPr>
          <w:p w14:paraId="1FDDDC0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2 326 048,863</w:t>
            </w:r>
          </w:p>
        </w:tc>
      </w:tr>
      <w:tr w:rsidR="00484B9C" w:rsidRPr="00484B9C" w14:paraId="1D549DE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015975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216</w:t>
            </w:r>
          </w:p>
        </w:tc>
        <w:tc>
          <w:tcPr>
            <w:tcW w:w="3955" w:type="dxa"/>
            <w:noWrap/>
            <w:hideMark/>
          </w:tcPr>
          <w:p w14:paraId="075D091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502 987,677</w:t>
            </w:r>
          </w:p>
        </w:tc>
        <w:tc>
          <w:tcPr>
            <w:tcW w:w="4240" w:type="dxa"/>
            <w:noWrap/>
            <w:hideMark/>
          </w:tcPr>
          <w:p w14:paraId="1733126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2 326 079,029</w:t>
            </w:r>
          </w:p>
        </w:tc>
      </w:tr>
      <w:tr w:rsidR="00484B9C" w:rsidRPr="00484B9C" w14:paraId="6C73AAFF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23992A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217</w:t>
            </w:r>
          </w:p>
        </w:tc>
        <w:tc>
          <w:tcPr>
            <w:tcW w:w="3955" w:type="dxa"/>
            <w:noWrap/>
            <w:hideMark/>
          </w:tcPr>
          <w:p w14:paraId="05BB3F2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503 089,225</w:t>
            </w:r>
          </w:p>
        </w:tc>
        <w:tc>
          <w:tcPr>
            <w:tcW w:w="4240" w:type="dxa"/>
            <w:noWrap/>
            <w:hideMark/>
          </w:tcPr>
          <w:p w14:paraId="7B7256A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2 326 078,617</w:t>
            </w:r>
          </w:p>
        </w:tc>
      </w:tr>
      <w:tr w:rsidR="00484B9C" w:rsidRPr="00484B9C" w14:paraId="3DBEF82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C73E09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218</w:t>
            </w:r>
          </w:p>
        </w:tc>
        <w:tc>
          <w:tcPr>
            <w:tcW w:w="3955" w:type="dxa"/>
            <w:noWrap/>
            <w:hideMark/>
          </w:tcPr>
          <w:p w14:paraId="747ACBC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503 089,349</w:t>
            </w:r>
          </w:p>
        </w:tc>
        <w:tc>
          <w:tcPr>
            <w:tcW w:w="4240" w:type="dxa"/>
            <w:noWrap/>
            <w:hideMark/>
          </w:tcPr>
          <w:p w14:paraId="25E783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2 326 073,616</w:t>
            </w:r>
          </w:p>
        </w:tc>
      </w:tr>
      <w:tr w:rsidR="00484B9C" w:rsidRPr="00484B9C" w14:paraId="2C3D83D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242739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219</w:t>
            </w:r>
          </w:p>
        </w:tc>
        <w:tc>
          <w:tcPr>
            <w:tcW w:w="3955" w:type="dxa"/>
            <w:noWrap/>
            <w:hideMark/>
          </w:tcPr>
          <w:p w14:paraId="2A5A358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503 307,102</w:t>
            </w:r>
          </w:p>
        </w:tc>
        <w:tc>
          <w:tcPr>
            <w:tcW w:w="4240" w:type="dxa"/>
            <w:noWrap/>
            <w:hideMark/>
          </w:tcPr>
          <w:p w14:paraId="61C3B68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2 326 072,564</w:t>
            </w:r>
          </w:p>
        </w:tc>
      </w:tr>
      <w:tr w:rsidR="00484B9C" w:rsidRPr="00484B9C" w14:paraId="4727893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EF807E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220</w:t>
            </w:r>
          </w:p>
        </w:tc>
        <w:tc>
          <w:tcPr>
            <w:tcW w:w="3955" w:type="dxa"/>
            <w:noWrap/>
            <w:hideMark/>
          </w:tcPr>
          <w:p w14:paraId="1C5319B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503 315,362</w:t>
            </w:r>
          </w:p>
        </w:tc>
        <w:tc>
          <w:tcPr>
            <w:tcW w:w="4240" w:type="dxa"/>
            <w:noWrap/>
            <w:hideMark/>
          </w:tcPr>
          <w:p w14:paraId="3B0EF05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2 326 048,069</w:t>
            </w:r>
          </w:p>
        </w:tc>
      </w:tr>
      <w:tr w:rsidR="00484B9C" w:rsidRPr="00484B9C" w14:paraId="7AF88CD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2C882C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221</w:t>
            </w:r>
          </w:p>
        </w:tc>
        <w:tc>
          <w:tcPr>
            <w:tcW w:w="3955" w:type="dxa"/>
            <w:noWrap/>
            <w:hideMark/>
          </w:tcPr>
          <w:p w14:paraId="714E378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503 396,775</w:t>
            </w:r>
          </w:p>
        </w:tc>
        <w:tc>
          <w:tcPr>
            <w:tcW w:w="4240" w:type="dxa"/>
            <w:noWrap/>
            <w:hideMark/>
          </w:tcPr>
          <w:p w14:paraId="60B42B9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2 326 078,276</w:t>
            </w:r>
          </w:p>
        </w:tc>
      </w:tr>
      <w:tr w:rsidR="00484B9C" w:rsidRPr="00484B9C" w14:paraId="2DA81D1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C3F867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222</w:t>
            </w:r>
          </w:p>
        </w:tc>
        <w:tc>
          <w:tcPr>
            <w:tcW w:w="3955" w:type="dxa"/>
            <w:noWrap/>
            <w:hideMark/>
          </w:tcPr>
          <w:p w14:paraId="1C16815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503 482,091</w:t>
            </w:r>
          </w:p>
        </w:tc>
        <w:tc>
          <w:tcPr>
            <w:tcW w:w="4240" w:type="dxa"/>
            <w:noWrap/>
            <w:hideMark/>
          </w:tcPr>
          <w:p w14:paraId="266C8E9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2 326 084,907</w:t>
            </w:r>
          </w:p>
        </w:tc>
      </w:tr>
      <w:tr w:rsidR="00484B9C" w:rsidRPr="00484B9C" w14:paraId="7B3609E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570BF1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223</w:t>
            </w:r>
          </w:p>
        </w:tc>
        <w:tc>
          <w:tcPr>
            <w:tcW w:w="3955" w:type="dxa"/>
            <w:noWrap/>
            <w:hideMark/>
          </w:tcPr>
          <w:p w14:paraId="715FB6F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504 975,988</w:t>
            </w:r>
          </w:p>
        </w:tc>
        <w:tc>
          <w:tcPr>
            <w:tcW w:w="4240" w:type="dxa"/>
            <w:noWrap/>
            <w:hideMark/>
          </w:tcPr>
          <w:p w14:paraId="7FFBD56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2 326 079,693</w:t>
            </w:r>
          </w:p>
        </w:tc>
      </w:tr>
      <w:tr w:rsidR="00484B9C" w:rsidRPr="00484B9C" w14:paraId="58C03D2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3270C7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224</w:t>
            </w:r>
          </w:p>
        </w:tc>
        <w:tc>
          <w:tcPr>
            <w:tcW w:w="3955" w:type="dxa"/>
            <w:noWrap/>
            <w:hideMark/>
          </w:tcPr>
          <w:p w14:paraId="6C16A69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505 935,237</w:t>
            </w:r>
          </w:p>
        </w:tc>
        <w:tc>
          <w:tcPr>
            <w:tcW w:w="4240" w:type="dxa"/>
            <w:noWrap/>
            <w:hideMark/>
          </w:tcPr>
          <w:p w14:paraId="3C02F6B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2 326 076,345</w:t>
            </w:r>
          </w:p>
        </w:tc>
      </w:tr>
      <w:tr w:rsidR="00484B9C" w:rsidRPr="00484B9C" w14:paraId="64DAAC6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1F7A7A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225</w:t>
            </w:r>
          </w:p>
        </w:tc>
        <w:tc>
          <w:tcPr>
            <w:tcW w:w="3955" w:type="dxa"/>
            <w:noWrap/>
            <w:hideMark/>
          </w:tcPr>
          <w:p w14:paraId="74E6EC3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505 959,683</w:t>
            </w:r>
          </w:p>
        </w:tc>
        <w:tc>
          <w:tcPr>
            <w:tcW w:w="4240" w:type="dxa"/>
            <w:noWrap/>
            <w:hideMark/>
          </w:tcPr>
          <w:p w14:paraId="5A009ED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2 326 076,698</w:t>
            </w:r>
          </w:p>
        </w:tc>
      </w:tr>
      <w:tr w:rsidR="00484B9C" w:rsidRPr="00484B9C" w14:paraId="23FF7F91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414760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226</w:t>
            </w:r>
          </w:p>
        </w:tc>
        <w:tc>
          <w:tcPr>
            <w:tcW w:w="3955" w:type="dxa"/>
            <w:noWrap/>
            <w:hideMark/>
          </w:tcPr>
          <w:p w14:paraId="1001EF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505 959,611</w:t>
            </w:r>
          </w:p>
        </w:tc>
        <w:tc>
          <w:tcPr>
            <w:tcW w:w="4240" w:type="dxa"/>
            <w:noWrap/>
            <w:hideMark/>
          </w:tcPr>
          <w:p w14:paraId="3547F14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2 326 081,697</w:t>
            </w:r>
          </w:p>
        </w:tc>
      </w:tr>
      <w:tr w:rsidR="00484B9C" w:rsidRPr="00484B9C" w14:paraId="4FCABE1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BCDAA8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227</w:t>
            </w:r>
          </w:p>
        </w:tc>
        <w:tc>
          <w:tcPr>
            <w:tcW w:w="3955" w:type="dxa"/>
            <w:noWrap/>
            <w:hideMark/>
          </w:tcPr>
          <w:p w14:paraId="3C14CB0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505 980,842</w:t>
            </w:r>
          </w:p>
        </w:tc>
        <w:tc>
          <w:tcPr>
            <w:tcW w:w="4240" w:type="dxa"/>
            <w:noWrap/>
            <w:hideMark/>
          </w:tcPr>
          <w:p w14:paraId="04BC886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2 326 082,003</w:t>
            </w:r>
          </w:p>
        </w:tc>
      </w:tr>
      <w:tr w:rsidR="00484B9C" w:rsidRPr="00484B9C" w14:paraId="49DA1B8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FEBB2A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228</w:t>
            </w:r>
          </w:p>
        </w:tc>
        <w:tc>
          <w:tcPr>
            <w:tcW w:w="3955" w:type="dxa"/>
            <w:noWrap/>
            <w:hideMark/>
          </w:tcPr>
          <w:p w14:paraId="0030936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505 980,914</w:t>
            </w:r>
          </w:p>
        </w:tc>
        <w:tc>
          <w:tcPr>
            <w:tcW w:w="4240" w:type="dxa"/>
            <w:noWrap/>
            <w:hideMark/>
          </w:tcPr>
          <w:p w14:paraId="6293596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2 326 077,003</w:t>
            </w:r>
          </w:p>
        </w:tc>
      </w:tr>
      <w:tr w:rsidR="00484B9C" w:rsidRPr="00484B9C" w14:paraId="56A5D87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F5F51C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229</w:t>
            </w:r>
          </w:p>
        </w:tc>
        <w:tc>
          <w:tcPr>
            <w:tcW w:w="3955" w:type="dxa"/>
            <w:noWrap/>
            <w:hideMark/>
          </w:tcPr>
          <w:p w14:paraId="16D2090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506 510,605</w:t>
            </w:r>
          </w:p>
        </w:tc>
        <w:tc>
          <w:tcPr>
            <w:tcW w:w="4240" w:type="dxa"/>
            <w:noWrap/>
            <w:hideMark/>
          </w:tcPr>
          <w:p w14:paraId="12B220E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2 326 084,634</w:t>
            </w:r>
          </w:p>
        </w:tc>
      </w:tr>
      <w:tr w:rsidR="00484B9C" w:rsidRPr="00484B9C" w14:paraId="6ADF8B2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36E728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230</w:t>
            </w:r>
          </w:p>
        </w:tc>
        <w:tc>
          <w:tcPr>
            <w:tcW w:w="3955" w:type="dxa"/>
            <w:noWrap/>
            <w:hideMark/>
          </w:tcPr>
          <w:p w14:paraId="2F2C4C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506 979,739</w:t>
            </w:r>
          </w:p>
        </w:tc>
        <w:tc>
          <w:tcPr>
            <w:tcW w:w="4240" w:type="dxa"/>
            <w:noWrap/>
            <w:hideMark/>
          </w:tcPr>
          <w:p w14:paraId="51920BE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2 326 081,087</w:t>
            </w:r>
          </w:p>
        </w:tc>
      </w:tr>
      <w:tr w:rsidR="00484B9C" w:rsidRPr="00484B9C" w14:paraId="1A3DF93B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CE99EF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231</w:t>
            </w:r>
          </w:p>
        </w:tc>
        <w:tc>
          <w:tcPr>
            <w:tcW w:w="3955" w:type="dxa"/>
            <w:noWrap/>
            <w:hideMark/>
          </w:tcPr>
          <w:p w14:paraId="4984879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506 979,809</w:t>
            </w:r>
          </w:p>
        </w:tc>
        <w:tc>
          <w:tcPr>
            <w:tcW w:w="4240" w:type="dxa"/>
            <w:noWrap/>
            <w:hideMark/>
          </w:tcPr>
          <w:p w14:paraId="7C53144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2 326 086,088</w:t>
            </w:r>
          </w:p>
        </w:tc>
      </w:tr>
      <w:tr w:rsidR="00484B9C" w:rsidRPr="00484B9C" w14:paraId="54641DF4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68F15A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232</w:t>
            </w:r>
          </w:p>
        </w:tc>
        <w:tc>
          <w:tcPr>
            <w:tcW w:w="3955" w:type="dxa"/>
            <w:noWrap/>
            <w:hideMark/>
          </w:tcPr>
          <w:p w14:paraId="4A3DF9D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507 002,579</w:t>
            </w:r>
          </w:p>
        </w:tc>
        <w:tc>
          <w:tcPr>
            <w:tcW w:w="4240" w:type="dxa"/>
            <w:noWrap/>
            <w:hideMark/>
          </w:tcPr>
          <w:p w14:paraId="46A5741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2 326 086,094</w:t>
            </w:r>
          </w:p>
        </w:tc>
      </w:tr>
      <w:tr w:rsidR="00484B9C" w:rsidRPr="00484B9C" w14:paraId="61E5F63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FDDF3E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233</w:t>
            </w:r>
          </w:p>
        </w:tc>
        <w:tc>
          <w:tcPr>
            <w:tcW w:w="3955" w:type="dxa"/>
            <w:noWrap/>
            <w:hideMark/>
          </w:tcPr>
          <w:p w14:paraId="20E3C69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507 002,557</w:t>
            </w:r>
          </w:p>
        </w:tc>
        <w:tc>
          <w:tcPr>
            <w:tcW w:w="4240" w:type="dxa"/>
            <w:noWrap/>
            <w:hideMark/>
          </w:tcPr>
          <w:p w14:paraId="5D4602C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2 326 081,093</w:t>
            </w:r>
          </w:p>
        </w:tc>
      </w:tr>
      <w:tr w:rsidR="00484B9C" w:rsidRPr="00484B9C" w14:paraId="2826290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E239F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234</w:t>
            </w:r>
          </w:p>
        </w:tc>
        <w:tc>
          <w:tcPr>
            <w:tcW w:w="3955" w:type="dxa"/>
            <w:noWrap/>
            <w:hideMark/>
          </w:tcPr>
          <w:p w14:paraId="47A4435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507 511,512</w:t>
            </w:r>
          </w:p>
        </w:tc>
        <w:tc>
          <w:tcPr>
            <w:tcW w:w="4240" w:type="dxa"/>
            <w:noWrap/>
            <w:hideMark/>
          </w:tcPr>
          <w:p w14:paraId="03B7403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2 326 081,373</w:t>
            </w:r>
          </w:p>
        </w:tc>
      </w:tr>
      <w:tr w:rsidR="00484B9C" w:rsidRPr="00484B9C" w14:paraId="2F20DD0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B010F9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235</w:t>
            </w:r>
          </w:p>
        </w:tc>
        <w:tc>
          <w:tcPr>
            <w:tcW w:w="3955" w:type="dxa"/>
            <w:noWrap/>
            <w:hideMark/>
          </w:tcPr>
          <w:p w14:paraId="52BF0A9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508 494,923</w:t>
            </w:r>
          </w:p>
        </w:tc>
        <w:tc>
          <w:tcPr>
            <w:tcW w:w="4240" w:type="dxa"/>
            <w:noWrap/>
            <w:hideMark/>
          </w:tcPr>
          <w:p w14:paraId="0605FF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2 326 077,170</w:t>
            </w:r>
          </w:p>
        </w:tc>
      </w:tr>
      <w:tr w:rsidR="00484B9C" w:rsidRPr="00484B9C" w14:paraId="447CCA7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ACC597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236</w:t>
            </w:r>
          </w:p>
        </w:tc>
        <w:tc>
          <w:tcPr>
            <w:tcW w:w="3955" w:type="dxa"/>
            <w:noWrap/>
            <w:hideMark/>
          </w:tcPr>
          <w:p w14:paraId="2C920B9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508 549,086</w:t>
            </w:r>
          </w:p>
        </w:tc>
        <w:tc>
          <w:tcPr>
            <w:tcW w:w="4240" w:type="dxa"/>
            <w:noWrap/>
            <w:hideMark/>
          </w:tcPr>
          <w:p w14:paraId="79D3915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2 326 077,074</w:t>
            </w:r>
          </w:p>
        </w:tc>
      </w:tr>
      <w:tr w:rsidR="00484B9C" w:rsidRPr="00484B9C" w14:paraId="4151A4A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270393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237</w:t>
            </w:r>
          </w:p>
        </w:tc>
        <w:tc>
          <w:tcPr>
            <w:tcW w:w="3955" w:type="dxa"/>
            <w:noWrap/>
            <w:hideMark/>
          </w:tcPr>
          <w:p w14:paraId="26506BE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508 549,095</w:t>
            </w:r>
          </w:p>
        </w:tc>
        <w:tc>
          <w:tcPr>
            <w:tcW w:w="4240" w:type="dxa"/>
            <w:noWrap/>
            <w:hideMark/>
          </w:tcPr>
          <w:p w14:paraId="7647F36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2 326 082,074</w:t>
            </w:r>
          </w:p>
        </w:tc>
      </w:tr>
      <w:tr w:rsidR="00484B9C" w:rsidRPr="00484B9C" w14:paraId="2C6C86F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425E28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238</w:t>
            </w:r>
          </w:p>
        </w:tc>
        <w:tc>
          <w:tcPr>
            <w:tcW w:w="3955" w:type="dxa"/>
            <w:noWrap/>
            <w:hideMark/>
          </w:tcPr>
          <w:p w14:paraId="6C70ECD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508 590,149</w:t>
            </w:r>
          </w:p>
        </w:tc>
        <w:tc>
          <w:tcPr>
            <w:tcW w:w="4240" w:type="dxa"/>
            <w:noWrap/>
            <w:hideMark/>
          </w:tcPr>
          <w:p w14:paraId="433A3E15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2 326 081,991</w:t>
            </w:r>
          </w:p>
        </w:tc>
      </w:tr>
      <w:tr w:rsidR="00484B9C" w:rsidRPr="00484B9C" w14:paraId="3E31610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A829BA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239</w:t>
            </w:r>
          </w:p>
        </w:tc>
        <w:tc>
          <w:tcPr>
            <w:tcW w:w="3955" w:type="dxa"/>
            <w:noWrap/>
            <w:hideMark/>
          </w:tcPr>
          <w:p w14:paraId="5F9B35E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508 590,140</w:t>
            </w:r>
          </w:p>
        </w:tc>
        <w:tc>
          <w:tcPr>
            <w:tcW w:w="4240" w:type="dxa"/>
            <w:noWrap/>
            <w:hideMark/>
          </w:tcPr>
          <w:p w14:paraId="606FDAF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2 326 077,001</w:t>
            </w:r>
          </w:p>
        </w:tc>
      </w:tr>
      <w:tr w:rsidR="00484B9C" w:rsidRPr="00484B9C" w14:paraId="44E1E8D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764DF3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240</w:t>
            </w:r>
          </w:p>
        </w:tc>
        <w:tc>
          <w:tcPr>
            <w:tcW w:w="3955" w:type="dxa"/>
            <w:noWrap/>
            <w:hideMark/>
          </w:tcPr>
          <w:p w14:paraId="43D4940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508 641,290</w:t>
            </w:r>
          </w:p>
        </w:tc>
        <w:tc>
          <w:tcPr>
            <w:tcW w:w="4240" w:type="dxa"/>
            <w:noWrap/>
            <w:hideMark/>
          </w:tcPr>
          <w:p w14:paraId="4D40AAB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2 326 076,910</w:t>
            </w:r>
          </w:p>
        </w:tc>
      </w:tr>
      <w:tr w:rsidR="00484B9C" w:rsidRPr="00484B9C" w14:paraId="5194C0AA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29AEB9C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241</w:t>
            </w:r>
          </w:p>
        </w:tc>
        <w:tc>
          <w:tcPr>
            <w:tcW w:w="3955" w:type="dxa"/>
            <w:noWrap/>
            <w:hideMark/>
          </w:tcPr>
          <w:p w14:paraId="2F19E52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508 995,375</w:t>
            </w:r>
          </w:p>
        </w:tc>
        <w:tc>
          <w:tcPr>
            <w:tcW w:w="4240" w:type="dxa"/>
            <w:noWrap/>
            <w:hideMark/>
          </w:tcPr>
          <w:p w14:paraId="0F79E00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2 326 073,500</w:t>
            </w:r>
          </w:p>
        </w:tc>
      </w:tr>
      <w:tr w:rsidR="00484B9C" w:rsidRPr="00484B9C" w14:paraId="51502CE8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2B01C3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242</w:t>
            </w:r>
          </w:p>
        </w:tc>
        <w:tc>
          <w:tcPr>
            <w:tcW w:w="3955" w:type="dxa"/>
            <w:noWrap/>
            <w:hideMark/>
          </w:tcPr>
          <w:p w14:paraId="4937376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509 028,130</w:t>
            </w:r>
          </w:p>
        </w:tc>
        <w:tc>
          <w:tcPr>
            <w:tcW w:w="4240" w:type="dxa"/>
            <w:noWrap/>
            <w:hideMark/>
          </w:tcPr>
          <w:p w14:paraId="6654766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2 326 068,409</w:t>
            </w:r>
          </w:p>
        </w:tc>
      </w:tr>
      <w:tr w:rsidR="00484B9C" w:rsidRPr="00484B9C" w14:paraId="7DF8AE1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BD79D0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243</w:t>
            </w:r>
          </w:p>
        </w:tc>
        <w:tc>
          <w:tcPr>
            <w:tcW w:w="3955" w:type="dxa"/>
            <w:noWrap/>
            <w:hideMark/>
          </w:tcPr>
          <w:p w14:paraId="69B083E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509 219,919</w:t>
            </w:r>
          </w:p>
        </w:tc>
        <w:tc>
          <w:tcPr>
            <w:tcW w:w="4240" w:type="dxa"/>
            <w:noWrap/>
            <w:hideMark/>
          </w:tcPr>
          <w:p w14:paraId="33C093F3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2 325 981,361</w:t>
            </w:r>
          </w:p>
        </w:tc>
      </w:tr>
      <w:tr w:rsidR="00484B9C" w:rsidRPr="00484B9C" w14:paraId="2D9F8EB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483C6A6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244</w:t>
            </w:r>
          </w:p>
        </w:tc>
        <w:tc>
          <w:tcPr>
            <w:tcW w:w="3955" w:type="dxa"/>
            <w:noWrap/>
            <w:hideMark/>
          </w:tcPr>
          <w:p w14:paraId="50CA993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509 725,925</w:t>
            </w:r>
          </w:p>
        </w:tc>
        <w:tc>
          <w:tcPr>
            <w:tcW w:w="4240" w:type="dxa"/>
            <w:noWrap/>
            <w:hideMark/>
          </w:tcPr>
          <w:p w14:paraId="07644B0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2 325 655,018</w:t>
            </w:r>
          </w:p>
        </w:tc>
      </w:tr>
      <w:tr w:rsidR="00484B9C" w:rsidRPr="00484B9C" w14:paraId="5BEB1A8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D337C7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245</w:t>
            </w:r>
          </w:p>
        </w:tc>
        <w:tc>
          <w:tcPr>
            <w:tcW w:w="3955" w:type="dxa"/>
            <w:noWrap/>
            <w:hideMark/>
          </w:tcPr>
          <w:p w14:paraId="1B39D31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510 139,322</w:t>
            </w:r>
          </w:p>
        </w:tc>
        <w:tc>
          <w:tcPr>
            <w:tcW w:w="4240" w:type="dxa"/>
            <w:noWrap/>
            <w:hideMark/>
          </w:tcPr>
          <w:p w14:paraId="1464039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2 325 396,393</w:t>
            </w:r>
          </w:p>
        </w:tc>
      </w:tr>
      <w:tr w:rsidR="00484B9C" w:rsidRPr="00484B9C" w14:paraId="11F40EF5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564FF2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246</w:t>
            </w:r>
          </w:p>
        </w:tc>
        <w:tc>
          <w:tcPr>
            <w:tcW w:w="3955" w:type="dxa"/>
            <w:noWrap/>
            <w:hideMark/>
          </w:tcPr>
          <w:p w14:paraId="6E9EA7F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510 567,457</w:t>
            </w:r>
          </w:p>
        </w:tc>
        <w:tc>
          <w:tcPr>
            <w:tcW w:w="4240" w:type="dxa"/>
            <w:noWrap/>
            <w:hideMark/>
          </w:tcPr>
          <w:p w14:paraId="579F365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2 325 129,910</w:t>
            </w:r>
          </w:p>
        </w:tc>
      </w:tr>
      <w:tr w:rsidR="00484B9C" w:rsidRPr="00484B9C" w14:paraId="30415EF2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AEE89B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247</w:t>
            </w:r>
          </w:p>
        </w:tc>
        <w:tc>
          <w:tcPr>
            <w:tcW w:w="3955" w:type="dxa"/>
            <w:noWrap/>
            <w:hideMark/>
          </w:tcPr>
          <w:p w14:paraId="0C25507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510 578,930</w:t>
            </w:r>
          </w:p>
        </w:tc>
        <w:tc>
          <w:tcPr>
            <w:tcW w:w="4240" w:type="dxa"/>
            <w:noWrap/>
            <w:hideMark/>
          </w:tcPr>
          <w:p w14:paraId="0E8C1D01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2 325 148,618</w:t>
            </w:r>
          </w:p>
        </w:tc>
      </w:tr>
      <w:tr w:rsidR="00484B9C" w:rsidRPr="00484B9C" w14:paraId="6A2EC20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56E42A8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248</w:t>
            </w:r>
          </w:p>
        </w:tc>
        <w:tc>
          <w:tcPr>
            <w:tcW w:w="3955" w:type="dxa"/>
            <w:noWrap/>
            <w:hideMark/>
          </w:tcPr>
          <w:p w14:paraId="0A3F605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510 574,707</w:t>
            </w:r>
          </w:p>
        </w:tc>
        <w:tc>
          <w:tcPr>
            <w:tcW w:w="4240" w:type="dxa"/>
            <w:noWrap/>
            <w:hideMark/>
          </w:tcPr>
          <w:p w14:paraId="3C60D74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2 325 151,264</w:t>
            </w:r>
          </w:p>
        </w:tc>
      </w:tr>
      <w:tr w:rsidR="00484B9C" w:rsidRPr="00484B9C" w14:paraId="656FA826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ED6C2E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249</w:t>
            </w:r>
          </w:p>
        </w:tc>
        <w:tc>
          <w:tcPr>
            <w:tcW w:w="3955" w:type="dxa"/>
            <w:noWrap/>
            <w:hideMark/>
          </w:tcPr>
          <w:p w14:paraId="30005736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510 590,511</w:t>
            </w:r>
          </w:p>
        </w:tc>
        <w:tc>
          <w:tcPr>
            <w:tcW w:w="4240" w:type="dxa"/>
            <w:noWrap/>
            <w:hideMark/>
          </w:tcPr>
          <w:p w14:paraId="181E820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2 325 177,033</w:t>
            </w:r>
          </w:p>
        </w:tc>
      </w:tr>
      <w:tr w:rsidR="00484B9C" w:rsidRPr="00484B9C" w14:paraId="7DC99553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792B6F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250</w:t>
            </w:r>
          </w:p>
        </w:tc>
        <w:tc>
          <w:tcPr>
            <w:tcW w:w="3955" w:type="dxa"/>
            <w:noWrap/>
            <w:hideMark/>
          </w:tcPr>
          <w:p w14:paraId="2280D5B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510 608,053</w:t>
            </w:r>
          </w:p>
        </w:tc>
        <w:tc>
          <w:tcPr>
            <w:tcW w:w="4240" w:type="dxa"/>
            <w:noWrap/>
            <w:hideMark/>
          </w:tcPr>
          <w:p w14:paraId="43931CE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2 325 205,669</w:t>
            </w:r>
          </w:p>
        </w:tc>
      </w:tr>
      <w:tr w:rsidR="00484B9C" w:rsidRPr="00484B9C" w14:paraId="6A6A2FA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39727A3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251</w:t>
            </w:r>
          </w:p>
        </w:tc>
        <w:tc>
          <w:tcPr>
            <w:tcW w:w="3955" w:type="dxa"/>
            <w:noWrap/>
            <w:hideMark/>
          </w:tcPr>
          <w:p w14:paraId="77C6E9D7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510 612,313</w:t>
            </w:r>
          </w:p>
        </w:tc>
        <w:tc>
          <w:tcPr>
            <w:tcW w:w="4240" w:type="dxa"/>
            <w:noWrap/>
            <w:hideMark/>
          </w:tcPr>
          <w:p w14:paraId="2505CBD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2 325 203,051</w:t>
            </w:r>
          </w:p>
        </w:tc>
      </w:tr>
      <w:tr w:rsidR="00484B9C" w:rsidRPr="00484B9C" w14:paraId="1530A4A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6B3021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252</w:t>
            </w:r>
          </w:p>
        </w:tc>
        <w:tc>
          <w:tcPr>
            <w:tcW w:w="3955" w:type="dxa"/>
            <w:noWrap/>
            <w:hideMark/>
          </w:tcPr>
          <w:p w14:paraId="1C651AA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510 629,351</w:t>
            </w:r>
          </w:p>
        </w:tc>
        <w:tc>
          <w:tcPr>
            <w:tcW w:w="4240" w:type="dxa"/>
            <w:noWrap/>
            <w:hideMark/>
          </w:tcPr>
          <w:p w14:paraId="6DBD609F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2 325 230,832</w:t>
            </w:r>
          </w:p>
        </w:tc>
      </w:tr>
      <w:tr w:rsidR="00484B9C" w:rsidRPr="00484B9C" w14:paraId="63004D4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062A76D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253</w:t>
            </w:r>
          </w:p>
        </w:tc>
        <w:tc>
          <w:tcPr>
            <w:tcW w:w="3955" w:type="dxa"/>
            <w:noWrap/>
            <w:hideMark/>
          </w:tcPr>
          <w:p w14:paraId="261EB2FC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510 868,271</w:t>
            </w:r>
          </w:p>
        </w:tc>
        <w:tc>
          <w:tcPr>
            <w:tcW w:w="4240" w:type="dxa"/>
            <w:noWrap/>
            <w:hideMark/>
          </w:tcPr>
          <w:p w14:paraId="02C537F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2 325 081,639</w:t>
            </w:r>
          </w:p>
        </w:tc>
      </w:tr>
      <w:tr w:rsidR="00484B9C" w:rsidRPr="00484B9C" w14:paraId="72DCE55C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DA17B22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254</w:t>
            </w:r>
          </w:p>
        </w:tc>
        <w:tc>
          <w:tcPr>
            <w:tcW w:w="3955" w:type="dxa"/>
            <w:noWrap/>
            <w:hideMark/>
          </w:tcPr>
          <w:p w14:paraId="56FD85C4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510 933,716</w:t>
            </w:r>
          </w:p>
        </w:tc>
        <w:tc>
          <w:tcPr>
            <w:tcW w:w="4240" w:type="dxa"/>
            <w:noWrap/>
            <w:hideMark/>
          </w:tcPr>
          <w:p w14:paraId="570195CE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2 325 049,599</w:t>
            </w:r>
          </w:p>
        </w:tc>
      </w:tr>
      <w:tr w:rsidR="00484B9C" w:rsidRPr="00484B9C" w14:paraId="6CE6B147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1F57FF5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255</w:t>
            </w:r>
          </w:p>
        </w:tc>
        <w:tc>
          <w:tcPr>
            <w:tcW w:w="3955" w:type="dxa"/>
            <w:noWrap/>
            <w:hideMark/>
          </w:tcPr>
          <w:p w14:paraId="0DEBB5CD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511 190,659</w:t>
            </w:r>
          </w:p>
        </w:tc>
        <w:tc>
          <w:tcPr>
            <w:tcW w:w="4240" w:type="dxa"/>
            <w:noWrap/>
            <w:hideMark/>
          </w:tcPr>
          <w:p w14:paraId="26AA435B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2 324 985,139</w:t>
            </w:r>
          </w:p>
        </w:tc>
      </w:tr>
      <w:tr w:rsidR="00484B9C" w:rsidRPr="00484B9C" w14:paraId="71842AFE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692BEBF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256</w:t>
            </w:r>
          </w:p>
        </w:tc>
        <w:tc>
          <w:tcPr>
            <w:tcW w:w="3955" w:type="dxa"/>
            <w:noWrap/>
            <w:hideMark/>
          </w:tcPr>
          <w:p w14:paraId="5508A0F9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511 311,007</w:t>
            </w:r>
          </w:p>
        </w:tc>
        <w:tc>
          <w:tcPr>
            <w:tcW w:w="4240" w:type="dxa"/>
            <w:noWrap/>
            <w:hideMark/>
          </w:tcPr>
          <w:p w14:paraId="4714516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2 324 955,625</w:t>
            </w:r>
          </w:p>
        </w:tc>
      </w:tr>
      <w:tr w:rsidR="00484B9C" w:rsidRPr="00484B9C" w14:paraId="3B524159" w14:textId="77777777" w:rsidTr="00484B9C">
        <w:trPr>
          <w:trHeight w:val="300"/>
          <w:jc w:val="center"/>
        </w:trPr>
        <w:tc>
          <w:tcPr>
            <w:tcW w:w="1129" w:type="dxa"/>
            <w:noWrap/>
            <w:hideMark/>
          </w:tcPr>
          <w:p w14:paraId="76724A28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257</w:t>
            </w:r>
          </w:p>
        </w:tc>
        <w:tc>
          <w:tcPr>
            <w:tcW w:w="3955" w:type="dxa"/>
            <w:noWrap/>
            <w:hideMark/>
          </w:tcPr>
          <w:p w14:paraId="1993D25A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511 322,262</w:t>
            </w:r>
          </w:p>
        </w:tc>
        <w:tc>
          <w:tcPr>
            <w:tcW w:w="4240" w:type="dxa"/>
            <w:noWrap/>
            <w:hideMark/>
          </w:tcPr>
          <w:p w14:paraId="56F976E0" w14:textId="77777777" w:rsidR="00484B9C" w:rsidRPr="00484B9C" w:rsidRDefault="00484B9C" w:rsidP="00484B9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bCs/>
                <w:kern w:val="2"/>
              </w:rPr>
            </w:pPr>
            <w:r w:rsidRPr="00484B9C">
              <w:rPr>
                <w:rFonts w:ascii="Times New Roman" w:hAnsi="Times New Roman"/>
                <w:bCs/>
                <w:kern w:val="2"/>
              </w:rPr>
              <w:t>2 324 952,872</w:t>
            </w:r>
          </w:p>
        </w:tc>
      </w:tr>
    </w:tbl>
    <w:p w14:paraId="76DD88EE" w14:textId="77777777" w:rsidR="0015645B" w:rsidRDefault="0015645B" w:rsidP="002C5E0E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</w:p>
    <w:p w14:paraId="054F94C3" w14:textId="3D5B6925" w:rsidR="002C5E0E" w:rsidRPr="00B9310B" w:rsidRDefault="002C5E0E" w:rsidP="002C5E0E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  <w:r w:rsidRPr="00B9310B">
        <w:rPr>
          <w:rFonts w:ascii="Times New Roman" w:hAnsi="Times New Roman"/>
          <w:b/>
          <w:kern w:val="2"/>
        </w:rPr>
        <w:lastRenderedPageBreak/>
        <w:t>2.1. Планировочные и архитектурно-пространственные решения</w:t>
      </w:r>
    </w:p>
    <w:p w14:paraId="590AB988" w14:textId="77777777" w:rsidR="002C5E0E" w:rsidRPr="00B9310B" w:rsidRDefault="002C5E0E" w:rsidP="002C5E0E">
      <w:pPr>
        <w:tabs>
          <w:tab w:val="left" w:pos="426"/>
        </w:tabs>
        <w:ind w:firstLine="0"/>
        <w:jc w:val="center"/>
        <w:rPr>
          <w:rFonts w:ascii="Times New Roman" w:hAnsi="Times New Roman"/>
          <w:b/>
          <w:kern w:val="2"/>
        </w:rPr>
      </w:pPr>
    </w:p>
    <w:p w14:paraId="46AE3604" w14:textId="3C7BDA10" w:rsidR="006D1DDA" w:rsidRDefault="002C5E0E" w:rsidP="002C5E0E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1F6069">
        <w:rPr>
          <w:rFonts w:ascii="Times New Roman" w:hAnsi="Times New Roman"/>
          <w:lang w:eastAsia="ar-SA"/>
        </w:rPr>
        <w:t xml:space="preserve">В административном отношении объект: </w:t>
      </w:r>
      <w:r w:rsidR="00484B9C" w:rsidRPr="00484B9C">
        <w:rPr>
          <w:rFonts w:ascii="Times New Roman" w:hAnsi="Times New Roman"/>
          <w:lang w:eastAsia="ar-SA"/>
        </w:rPr>
        <w:t xml:space="preserve">«Газопровод межпоселковый высокого давления от х. </w:t>
      </w:r>
      <w:proofErr w:type="spellStart"/>
      <w:r w:rsidR="00484B9C" w:rsidRPr="00484B9C">
        <w:rPr>
          <w:rFonts w:ascii="Times New Roman" w:hAnsi="Times New Roman"/>
          <w:lang w:eastAsia="ar-SA"/>
        </w:rPr>
        <w:t>Верхнекольцов</w:t>
      </w:r>
      <w:proofErr w:type="spellEnd"/>
      <w:r w:rsidR="00484B9C" w:rsidRPr="00484B9C">
        <w:rPr>
          <w:rFonts w:ascii="Times New Roman" w:hAnsi="Times New Roman"/>
          <w:lang w:eastAsia="ar-SA"/>
        </w:rPr>
        <w:t xml:space="preserve"> до   х. Свободный, х. </w:t>
      </w:r>
      <w:proofErr w:type="spellStart"/>
      <w:r w:rsidR="00484B9C" w:rsidRPr="00484B9C">
        <w:rPr>
          <w:rFonts w:ascii="Times New Roman" w:hAnsi="Times New Roman"/>
          <w:lang w:eastAsia="ar-SA"/>
        </w:rPr>
        <w:t>Новороссошанский</w:t>
      </w:r>
      <w:proofErr w:type="spellEnd"/>
      <w:r w:rsidR="00484B9C" w:rsidRPr="00484B9C">
        <w:rPr>
          <w:rFonts w:ascii="Times New Roman" w:hAnsi="Times New Roman"/>
          <w:lang w:eastAsia="ar-SA"/>
        </w:rPr>
        <w:t>, х. Чумаков Тацинского района Ростовской области»</w:t>
      </w:r>
      <w:r w:rsidRPr="001F6069">
        <w:rPr>
          <w:rFonts w:ascii="Times New Roman" w:hAnsi="Times New Roman"/>
          <w:lang w:eastAsia="ar-SA"/>
        </w:rPr>
        <w:t xml:space="preserve">, проходит по землям </w:t>
      </w:r>
      <w:r w:rsidR="00484B9C" w:rsidRPr="00484B9C">
        <w:rPr>
          <w:rFonts w:ascii="Times New Roman" w:hAnsi="Times New Roman"/>
          <w:kern w:val="2"/>
        </w:rPr>
        <w:t>Ермаковского сельского поселения Тацинского района Ростовской области.</w:t>
      </w:r>
      <w:r w:rsidRPr="001F6069">
        <w:rPr>
          <w:rFonts w:ascii="Times New Roman" w:hAnsi="Times New Roman"/>
          <w:lang w:eastAsia="ar-SA"/>
        </w:rPr>
        <w:t xml:space="preserve"> </w:t>
      </w:r>
    </w:p>
    <w:p w14:paraId="07887880" w14:textId="77777777" w:rsidR="00387609" w:rsidRPr="00387609" w:rsidRDefault="00387609" w:rsidP="00387609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387609">
        <w:rPr>
          <w:rFonts w:ascii="Times New Roman" w:hAnsi="Times New Roman"/>
          <w:lang w:eastAsia="ar-SA"/>
        </w:rPr>
        <w:t>Проектной документацией предусматривается прокладка межпоселкового газопровода высокого давления 2 категории. Трассировка газопровода высокого давления 2 категории и места установки ГРПШ приняты в соответствии с границами кадастровых участков, с планировкой территории для строительства объекта, а также с действующей нормативно-технической документацией.</w:t>
      </w:r>
    </w:p>
    <w:p w14:paraId="198387FD" w14:textId="77777777" w:rsidR="00387609" w:rsidRPr="00387609" w:rsidRDefault="00387609" w:rsidP="00387609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387609">
        <w:rPr>
          <w:rFonts w:ascii="Times New Roman" w:hAnsi="Times New Roman"/>
          <w:lang w:eastAsia="ar-SA"/>
        </w:rPr>
        <w:t xml:space="preserve">Точка врезки проектируемого полиэтиленового газопровода высокого давления 2 категории </w:t>
      </w:r>
      <w:proofErr w:type="spellStart"/>
      <w:r w:rsidRPr="00387609">
        <w:rPr>
          <w:rFonts w:ascii="Times New Roman" w:hAnsi="Times New Roman"/>
          <w:lang w:eastAsia="ar-SA"/>
        </w:rPr>
        <w:t>Ду</w:t>
      </w:r>
      <w:proofErr w:type="spellEnd"/>
      <w:r w:rsidRPr="00387609">
        <w:rPr>
          <w:rFonts w:ascii="Times New Roman" w:hAnsi="Times New Roman"/>
          <w:lang w:eastAsia="ar-SA"/>
        </w:rPr>
        <w:t xml:space="preserve"> 160, предусматривается в существующий подземный полиэтиленовый газопровод высокого давления 2 категории Ду110 мм в районе х. </w:t>
      </w:r>
      <w:proofErr w:type="spellStart"/>
      <w:r w:rsidRPr="00387609">
        <w:rPr>
          <w:rFonts w:ascii="Times New Roman" w:hAnsi="Times New Roman"/>
          <w:lang w:eastAsia="ar-SA"/>
        </w:rPr>
        <w:t>Верхнекольцов</w:t>
      </w:r>
      <w:proofErr w:type="spellEnd"/>
      <w:r w:rsidRPr="00387609">
        <w:rPr>
          <w:rFonts w:ascii="Times New Roman" w:hAnsi="Times New Roman"/>
          <w:lang w:eastAsia="ar-SA"/>
        </w:rPr>
        <w:t xml:space="preserve"> Тацинского района Ростовской области. Врезка осуществляется без снижения давления, в соответствии с разделом 8 СТО Газпром газораспределение 2.20-2020, по технологии </w:t>
      </w:r>
      <w:proofErr w:type="spellStart"/>
      <w:r w:rsidRPr="00387609">
        <w:rPr>
          <w:rFonts w:ascii="Times New Roman" w:hAnsi="Times New Roman"/>
          <w:lang w:eastAsia="ar-SA"/>
        </w:rPr>
        <w:t>Ravetti</w:t>
      </w:r>
      <w:proofErr w:type="spellEnd"/>
      <w:r w:rsidRPr="00387609">
        <w:rPr>
          <w:rFonts w:ascii="Times New Roman" w:hAnsi="Times New Roman"/>
          <w:lang w:eastAsia="ar-SA"/>
        </w:rPr>
        <w:t>.</w:t>
      </w:r>
    </w:p>
    <w:p w14:paraId="6604C54E" w14:textId="77777777" w:rsidR="00387609" w:rsidRPr="00387609" w:rsidRDefault="00387609" w:rsidP="00387609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387609">
        <w:rPr>
          <w:rFonts w:ascii="Times New Roman" w:hAnsi="Times New Roman"/>
          <w:lang w:eastAsia="ar-SA"/>
        </w:rPr>
        <w:t xml:space="preserve">Трасса проектируемого межпоселкового газопровода высокого давления 2 категории начинается на расстоянии 0,5 км к югу от въезда в х. </w:t>
      </w:r>
      <w:proofErr w:type="spellStart"/>
      <w:r w:rsidRPr="00387609">
        <w:rPr>
          <w:rFonts w:ascii="Times New Roman" w:hAnsi="Times New Roman"/>
          <w:lang w:eastAsia="ar-SA"/>
        </w:rPr>
        <w:t>Верхнекольцов</w:t>
      </w:r>
      <w:proofErr w:type="spellEnd"/>
      <w:r w:rsidRPr="00387609">
        <w:rPr>
          <w:rFonts w:ascii="Times New Roman" w:hAnsi="Times New Roman"/>
          <w:lang w:eastAsia="ar-SA"/>
        </w:rPr>
        <w:t xml:space="preserve"> Тацинского района Ростовской области. После врезки в существующий газопровод высокого давления 2 категории Ду110 на проектируемом газопроводе Ду160 предусматривается установка шарового крана Ду150 в подземном исполнении в ограждении. От точки врезки проектируемый газопровод высокого давления 2 категории прокладывается в южном направлении параллельно региональной автомобильной дороги 60 ОП РЗ 60К-23 «г. </w:t>
      </w:r>
      <w:proofErr w:type="spellStart"/>
      <w:r w:rsidRPr="00387609">
        <w:rPr>
          <w:rFonts w:ascii="Times New Roman" w:hAnsi="Times New Roman"/>
          <w:lang w:eastAsia="ar-SA"/>
        </w:rPr>
        <w:t>Ростов</w:t>
      </w:r>
      <w:proofErr w:type="spellEnd"/>
      <w:r w:rsidRPr="00387609">
        <w:rPr>
          <w:rFonts w:ascii="Times New Roman" w:hAnsi="Times New Roman"/>
          <w:lang w:eastAsia="ar-SA"/>
        </w:rPr>
        <w:t xml:space="preserve">-на-Дону (от магистрали «Дон») – г. Семикаракорск – г. Волгодонск – г. Константиновск – ст. Тацинская» на расстоянии не менее 50,0 м от края проезжей части. Через 5,8 км от точки врезки в восточном направлении предусматривается ответвление газопровода к х. Свободный до места установки ГРПШ. После отвода на х. Свободный на основном газопроводе предусматривается установка шарового крана Ду150. Далее трасса газопровода продолжает параллельное следование региональной автодороге 60 ОП РЗ 60К-23 «г. </w:t>
      </w:r>
      <w:proofErr w:type="spellStart"/>
      <w:r w:rsidRPr="00387609">
        <w:rPr>
          <w:rFonts w:ascii="Times New Roman" w:hAnsi="Times New Roman"/>
          <w:lang w:eastAsia="ar-SA"/>
        </w:rPr>
        <w:t>Ростов</w:t>
      </w:r>
      <w:proofErr w:type="spellEnd"/>
      <w:r w:rsidRPr="00387609">
        <w:rPr>
          <w:rFonts w:ascii="Times New Roman" w:hAnsi="Times New Roman"/>
          <w:lang w:eastAsia="ar-SA"/>
        </w:rPr>
        <w:t xml:space="preserve">-на-Дону (от магистрали «Дон») – г. Семикаракорск – г. Волгодонск – г. Константиновск – ст. Тацинская» и через 8,7 км, пересекая автодорогу закрытым способом трасса поворачивает на юг через 800,0 м поворачивает  на восток., через 2,9 км закрытым способом методом ННБ пересекает балку </w:t>
      </w:r>
      <w:proofErr w:type="spellStart"/>
      <w:r w:rsidRPr="00387609">
        <w:rPr>
          <w:rFonts w:ascii="Times New Roman" w:hAnsi="Times New Roman"/>
          <w:lang w:eastAsia="ar-SA"/>
        </w:rPr>
        <w:t>Новороссошанскую</w:t>
      </w:r>
      <w:proofErr w:type="spellEnd"/>
      <w:r w:rsidRPr="00387609">
        <w:rPr>
          <w:rFonts w:ascii="Times New Roman" w:hAnsi="Times New Roman"/>
          <w:lang w:eastAsia="ar-SA"/>
        </w:rPr>
        <w:t xml:space="preserve">, далее через 200,0 м устанавливается переход 160/110, затем трасса разветвляется в двух направлениях к х. </w:t>
      </w:r>
      <w:proofErr w:type="spellStart"/>
      <w:r w:rsidRPr="00387609">
        <w:rPr>
          <w:rFonts w:ascii="Times New Roman" w:hAnsi="Times New Roman"/>
          <w:lang w:eastAsia="ar-SA"/>
        </w:rPr>
        <w:t>Новороссошанский</w:t>
      </w:r>
      <w:proofErr w:type="spellEnd"/>
      <w:r w:rsidRPr="00387609">
        <w:rPr>
          <w:rFonts w:ascii="Times New Roman" w:hAnsi="Times New Roman"/>
          <w:lang w:eastAsia="ar-SA"/>
        </w:rPr>
        <w:t xml:space="preserve"> до места установки ГРПШ и на юго-восток к х. Чумаков, где через 2,5 км пересекает закрытым способом Ближнюю Россошанскую балку, затем поворачивает на юго-восток и через 0,3 км пересекает закрытым способом Токовую балку и через 0,15 км пересекает Вербовую балку, далее поворачивает на восток до места установки ГРПШ через 0,5 км. На каждом ответвлении газопровода высокого давления 2 категории к хуторам предусматривается установка шаровых кранов в подземном исполнении (Ду50 – х. Свободный, Ду100 – х. </w:t>
      </w:r>
      <w:proofErr w:type="spellStart"/>
      <w:r w:rsidRPr="00387609">
        <w:rPr>
          <w:rFonts w:ascii="Times New Roman" w:hAnsi="Times New Roman"/>
          <w:lang w:eastAsia="ar-SA"/>
        </w:rPr>
        <w:t>Новороссошанский</w:t>
      </w:r>
      <w:proofErr w:type="spellEnd"/>
      <w:r w:rsidRPr="00387609">
        <w:rPr>
          <w:rFonts w:ascii="Times New Roman" w:hAnsi="Times New Roman"/>
          <w:lang w:eastAsia="ar-SA"/>
        </w:rPr>
        <w:t xml:space="preserve">, Ду100 – х. Чумаков) в ограждении. </w:t>
      </w:r>
    </w:p>
    <w:p w14:paraId="1B3F0A79" w14:textId="60123DB7" w:rsidR="0029054C" w:rsidRPr="0029054C" w:rsidRDefault="00387609" w:rsidP="00387609">
      <w:pPr>
        <w:tabs>
          <w:tab w:val="left" w:pos="426"/>
        </w:tabs>
        <w:jc w:val="both"/>
        <w:rPr>
          <w:rFonts w:ascii="Times New Roman" w:hAnsi="Times New Roman"/>
          <w:color w:val="FF0000"/>
          <w:lang w:eastAsia="ar-SA"/>
        </w:rPr>
      </w:pPr>
      <w:r w:rsidRPr="00387609">
        <w:rPr>
          <w:rFonts w:ascii="Times New Roman" w:hAnsi="Times New Roman"/>
          <w:lang w:eastAsia="ar-SA"/>
        </w:rPr>
        <w:t xml:space="preserve">Источники газоснабжения: подземный газопровод высокого давления II категории </w:t>
      </w:r>
      <w:proofErr w:type="spellStart"/>
      <w:r w:rsidRPr="00387609">
        <w:rPr>
          <w:rFonts w:ascii="Times New Roman" w:hAnsi="Times New Roman"/>
          <w:lang w:eastAsia="ar-SA"/>
        </w:rPr>
        <w:t>Ду</w:t>
      </w:r>
      <w:proofErr w:type="spellEnd"/>
      <w:r w:rsidRPr="00387609">
        <w:rPr>
          <w:rFonts w:ascii="Times New Roman" w:hAnsi="Times New Roman"/>
          <w:lang w:eastAsia="ar-SA"/>
        </w:rPr>
        <w:t xml:space="preserve"> 110 мм в районе х. </w:t>
      </w:r>
      <w:proofErr w:type="spellStart"/>
      <w:r w:rsidRPr="00387609">
        <w:rPr>
          <w:rFonts w:ascii="Times New Roman" w:hAnsi="Times New Roman"/>
          <w:lang w:eastAsia="ar-SA"/>
        </w:rPr>
        <w:t>Верхнекольцов</w:t>
      </w:r>
      <w:proofErr w:type="spellEnd"/>
      <w:r w:rsidRPr="00387609">
        <w:rPr>
          <w:rFonts w:ascii="Times New Roman" w:hAnsi="Times New Roman"/>
          <w:lang w:eastAsia="ar-SA"/>
        </w:rPr>
        <w:t>.</w:t>
      </w:r>
      <w:r w:rsidR="001D0E99" w:rsidRPr="0029054C">
        <w:rPr>
          <w:rFonts w:ascii="Times New Roman" w:hAnsi="Times New Roman"/>
          <w:color w:val="FF0000"/>
          <w:lang w:eastAsia="ar-SA"/>
        </w:rPr>
        <w:t xml:space="preserve"> </w:t>
      </w:r>
    </w:p>
    <w:p w14:paraId="0B7C7532" w14:textId="4170B0E5" w:rsidR="002C5E0E" w:rsidRPr="00F214B9" w:rsidRDefault="001D0E99" w:rsidP="002C5E0E">
      <w:p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1D0E99">
        <w:rPr>
          <w:rFonts w:ascii="Times New Roman" w:hAnsi="Times New Roman"/>
          <w:lang w:eastAsia="ar-SA"/>
        </w:rPr>
        <w:t>Основные планировочные показатели системы газоснабжения приведены в таблице №2.</w:t>
      </w:r>
    </w:p>
    <w:p w14:paraId="40A8AA06" w14:textId="77777777" w:rsidR="002C5E0E" w:rsidRPr="00B9310B" w:rsidRDefault="002C5E0E" w:rsidP="002C5E0E">
      <w:pPr>
        <w:tabs>
          <w:tab w:val="left" w:pos="426"/>
        </w:tabs>
        <w:ind w:firstLine="0"/>
        <w:jc w:val="right"/>
        <w:rPr>
          <w:rFonts w:ascii="Times New Roman" w:hAnsi="Times New Roman"/>
          <w:kern w:val="2"/>
        </w:rPr>
      </w:pPr>
      <w:r w:rsidRPr="00B9310B">
        <w:rPr>
          <w:rFonts w:ascii="Times New Roman" w:hAnsi="Times New Roman"/>
          <w:kern w:val="2"/>
        </w:rPr>
        <w:t>Таблица № 2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5246"/>
        <w:gridCol w:w="1885"/>
        <w:gridCol w:w="2137"/>
      </w:tblGrid>
      <w:tr w:rsidR="002C5E0E" w:rsidRPr="00B9310B" w14:paraId="2641B898" w14:textId="77777777" w:rsidTr="00B43C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7E20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№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5237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Наименование показателя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CD17C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Единица измерения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6327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Проектное предложение</w:t>
            </w:r>
          </w:p>
        </w:tc>
      </w:tr>
      <w:tr w:rsidR="002C5E0E" w:rsidRPr="00B9310B" w14:paraId="34B54079" w14:textId="77777777" w:rsidTr="00B43C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6880" w14:textId="77777777" w:rsidR="002C5E0E" w:rsidRPr="00B9310B" w:rsidRDefault="002C5E0E" w:rsidP="00B43CDC">
            <w:pPr>
              <w:tabs>
                <w:tab w:val="left" w:pos="-8"/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C2B4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42D0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1414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4</w:t>
            </w:r>
          </w:p>
        </w:tc>
      </w:tr>
      <w:tr w:rsidR="002C5E0E" w:rsidRPr="00B9310B" w14:paraId="50F0CE14" w14:textId="77777777" w:rsidTr="00B43C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2984" w14:textId="77777777" w:rsidR="002C5E0E" w:rsidRPr="00B9310B" w:rsidRDefault="002C5E0E" w:rsidP="00B43CDC">
            <w:pPr>
              <w:tabs>
                <w:tab w:val="left" w:pos="0"/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</w:rP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7255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both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>Площадь территории в пределах границ зоны планируемого размещения линейных объектов, всего в том числе: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2EBA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proofErr w:type="spellStart"/>
            <w:proofErr w:type="gramStart"/>
            <w:r>
              <w:rPr>
                <w:rFonts w:ascii="Times New Roman" w:hAnsi="Times New Roman"/>
                <w:kern w:val="2"/>
              </w:rPr>
              <w:t>кв.м</w:t>
            </w:r>
            <w:proofErr w:type="spellEnd"/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552E" w14:textId="51150E75" w:rsidR="002C5E0E" w:rsidRPr="004129E4" w:rsidRDefault="00387609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r w:rsidRPr="00387609">
              <w:rPr>
                <w:rFonts w:ascii="Times New Roman" w:hAnsi="Times New Roman"/>
                <w:color w:val="000000"/>
              </w:rPr>
              <w:t>345919</w:t>
            </w:r>
          </w:p>
        </w:tc>
      </w:tr>
      <w:tr w:rsidR="002C5E0E" w:rsidRPr="00B9310B" w14:paraId="60318370" w14:textId="77777777" w:rsidTr="00B43CD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C595" w14:textId="77777777" w:rsidR="002C5E0E" w:rsidRPr="00B9310B" w:rsidRDefault="002C5E0E" w:rsidP="00B43CDC">
            <w:pPr>
              <w:tabs>
                <w:tab w:val="left" w:pos="-521"/>
                <w:tab w:val="left" w:pos="-237"/>
                <w:tab w:val="left" w:pos="112"/>
                <w:tab w:val="left" w:pos="426"/>
                <w:tab w:val="left" w:pos="631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C9AF" w14:textId="601FBB2A" w:rsidR="002C5E0E" w:rsidRPr="00B9310B" w:rsidRDefault="002C5E0E" w:rsidP="00B43CDC">
            <w:pPr>
              <w:tabs>
                <w:tab w:val="left" w:pos="426"/>
              </w:tabs>
              <w:ind w:firstLine="0"/>
              <w:jc w:val="both"/>
              <w:rPr>
                <w:rFonts w:ascii="Times New Roman" w:hAnsi="Times New Roman"/>
                <w:kern w:val="2"/>
              </w:rPr>
            </w:pPr>
            <w:r w:rsidRPr="00B9310B">
              <w:rPr>
                <w:rFonts w:ascii="Times New Roman" w:hAnsi="Times New Roman"/>
                <w:kern w:val="2"/>
              </w:rPr>
              <w:t xml:space="preserve">На территории </w:t>
            </w:r>
            <w:r w:rsidR="008C7B28">
              <w:rPr>
                <w:rFonts w:ascii="Times New Roman" w:hAnsi="Times New Roman"/>
                <w:kern w:val="2"/>
              </w:rPr>
              <w:t>Тацинского</w:t>
            </w:r>
            <w:r w:rsidR="0029054C" w:rsidRPr="0029054C">
              <w:rPr>
                <w:rFonts w:ascii="Times New Roman" w:hAnsi="Times New Roman"/>
                <w:kern w:val="2"/>
              </w:rPr>
              <w:t xml:space="preserve"> района Ростовской области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0F47" w14:textId="77777777" w:rsidR="002C5E0E" w:rsidRPr="00B9310B" w:rsidRDefault="002C5E0E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</w:rPr>
            </w:pPr>
            <w:proofErr w:type="spellStart"/>
            <w:proofErr w:type="gramStart"/>
            <w:r>
              <w:rPr>
                <w:rFonts w:ascii="Times New Roman" w:hAnsi="Times New Roman"/>
                <w:kern w:val="2"/>
              </w:rPr>
              <w:t>кв.м</w:t>
            </w:r>
            <w:proofErr w:type="spellEnd"/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BBF6" w14:textId="386FCEE5" w:rsidR="002C5E0E" w:rsidRPr="00C752C8" w:rsidRDefault="00387609" w:rsidP="00B43CDC">
            <w:pPr>
              <w:tabs>
                <w:tab w:val="left" w:pos="426"/>
              </w:tabs>
              <w:ind w:firstLine="0"/>
              <w:jc w:val="center"/>
              <w:rPr>
                <w:rFonts w:ascii="Times New Roman" w:hAnsi="Times New Roman"/>
                <w:kern w:val="2"/>
                <w:lang w:val="en-US"/>
              </w:rPr>
            </w:pPr>
            <w:r w:rsidRPr="00387609">
              <w:rPr>
                <w:rFonts w:ascii="Times New Roman" w:hAnsi="Times New Roman"/>
                <w:color w:val="000000"/>
              </w:rPr>
              <w:t>345919</w:t>
            </w:r>
          </w:p>
        </w:tc>
      </w:tr>
    </w:tbl>
    <w:p w14:paraId="11BB13C6" w14:textId="09FBF3EA" w:rsidR="00D80259" w:rsidRDefault="002C5E0E" w:rsidP="005247A5">
      <w:pPr>
        <w:tabs>
          <w:tab w:val="left" w:pos="426"/>
        </w:tabs>
        <w:ind w:firstLine="0"/>
        <w:jc w:val="both"/>
        <w:rPr>
          <w:rFonts w:ascii="Times New Roman" w:hAnsi="Times New Roman"/>
          <w:kern w:val="2"/>
        </w:rPr>
      </w:pPr>
      <w:r w:rsidRPr="00B9310B">
        <w:rPr>
          <w:rFonts w:ascii="Times New Roman" w:hAnsi="Times New Roman"/>
          <w:kern w:val="2"/>
        </w:rPr>
        <w:t xml:space="preserve"> </w:t>
      </w:r>
      <w:r w:rsidR="005247A5">
        <w:rPr>
          <w:rFonts w:ascii="Times New Roman" w:hAnsi="Times New Roman"/>
          <w:kern w:val="2"/>
        </w:rPr>
        <w:tab/>
      </w:r>
      <w:r w:rsidRPr="00B9310B">
        <w:rPr>
          <w:rFonts w:ascii="Times New Roman" w:hAnsi="Times New Roman"/>
          <w:kern w:val="2"/>
        </w:rPr>
        <w:t xml:space="preserve">Характеристика системы газоснабжения </w:t>
      </w:r>
      <w:r w:rsidR="00387609" w:rsidRPr="00387609">
        <w:rPr>
          <w:rFonts w:ascii="Times New Roman" w:hAnsi="Times New Roman"/>
          <w:bCs/>
          <w:iCs/>
        </w:rPr>
        <w:t xml:space="preserve">«Газопровод межпоселковый высокого давления от х. </w:t>
      </w:r>
      <w:proofErr w:type="spellStart"/>
      <w:r w:rsidR="00387609" w:rsidRPr="00387609">
        <w:rPr>
          <w:rFonts w:ascii="Times New Roman" w:hAnsi="Times New Roman"/>
          <w:bCs/>
          <w:iCs/>
        </w:rPr>
        <w:t>Верхнекольцов</w:t>
      </w:r>
      <w:proofErr w:type="spellEnd"/>
      <w:r w:rsidR="00387609" w:rsidRPr="00387609">
        <w:rPr>
          <w:rFonts w:ascii="Times New Roman" w:hAnsi="Times New Roman"/>
          <w:bCs/>
          <w:iCs/>
        </w:rPr>
        <w:t xml:space="preserve"> до   х. Свободный, х. </w:t>
      </w:r>
      <w:proofErr w:type="spellStart"/>
      <w:r w:rsidR="00387609" w:rsidRPr="00387609">
        <w:rPr>
          <w:rFonts w:ascii="Times New Roman" w:hAnsi="Times New Roman"/>
          <w:bCs/>
          <w:iCs/>
        </w:rPr>
        <w:t>Новороссошанский</w:t>
      </w:r>
      <w:proofErr w:type="spellEnd"/>
      <w:r w:rsidR="00387609" w:rsidRPr="00387609">
        <w:rPr>
          <w:rFonts w:ascii="Times New Roman" w:hAnsi="Times New Roman"/>
          <w:bCs/>
          <w:iCs/>
        </w:rPr>
        <w:t>, х. Чумаков Тацинского района Ростовской области»</w:t>
      </w:r>
      <w:r w:rsidR="00E444BD" w:rsidRPr="00E444BD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kern w:val="2"/>
        </w:rPr>
        <w:t>приведена в таб</w:t>
      </w:r>
      <w:bookmarkStart w:id="60" w:name="_GoBack"/>
      <w:bookmarkEnd w:id="60"/>
      <w:r>
        <w:rPr>
          <w:rFonts w:ascii="Times New Roman" w:hAnsi="Times New Roman"/>
          <w:kern w:val="2"/>
        </w:rPr>
        <w:t>лице № 3.</w:t>
      </w:r>
    </w:p>
    <w:p w14:paraId="005C848E" w14:textId="02765C2E" w:rsidR="002C5E0E" w:rsidRPr="00B9310B" w:rsidRDefault="002C5E0E" w:rsidP="002C5E0E">
      <w:pPr>
        <w:tabs>
          <w:tab w:val="left" w:pos="426"/>
        </w:tabs>
        <w:ind w:firstLine="0"/>
        <w:jc w:val="right"/>
        <w:rPr>
          <w:rFonts w:ascii="Times New Roman" w:hAnsi="Times New Roman"/>
          <w:kern w:val="2"/>
        </w:rPr>
      </w:pPr>
      <w:r w:rsidRPr="00B9310B">
        <w:rPr>
          <w:rFonts w:ascii="Times New Roman" w:hAnsi="Times New Roman"/>
          <w:kern w:val="2"/>
        </w:rPr>
        <w:lastRenderedPageBreak/>
        <w:t>Таблица № 3</w:t>
      </w: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6158"/>
        <w:gridCol w:w="1507"/>
        <w:gridCol w:w="1570"/>
      </w:tblGrid>
      <w:tr w:rsidR="002C5E0E" w:rsidRPr="0092676F" w14:paraId="115CEC93" w14:textId="77777777" w:rsidTr="00B43CDC">
        <w:trPr>
          <w:trHeight w:val="20"/>
          <w:jc w:val="center"/>
        </w:trPr>
        <w:tc>
          <w:tcPr>
            <w:tcW w:w="696" w:type="dxa"/>
            <w:tcBorders>
              <w:top w:val="single" w:sz="6" w:space="0" w:color="auto"/>
              <w:bottom w:val="single" w:sz="6" w:space="0" w:color="auto"/>
            </w:tcBorders>
          </w:tcPr>
          <w:p w14:paraId="7855F7C0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15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0E7B7D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Наименование показателей</w:t>
            </w:r>
          </w:p>
        </w:tc>
        <w:tc>
          <w:tcPr>
            <w:tcW w:w="15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A41A23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Единица измерений</w:t>
            </w:r>
          </w:p>
        </w:tc>
        <w:tc>
          <w:tcPr>
            <w:tcW w:w="15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8BA59B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</w:rPr>
            </w:pPr>
            <w:r w:rsidRPr="0092676F">
              <w:rPr>
                <w:rFonts w:ascii="Times New Roman" w:hAnsi="Times New Roman"/>
                <w:b/>
              </w:rPr>
              <w:t>Величина показателя</w:t>
            </w:r>
          </w:p>
        </w:tc>
      </w:tr>
      <w:tr w:rsidR="002C5E0E" w:rsidRPr="0092676F" w14:paraId="230FE7E0" w14:textId="77777777" w:rsidTr="00B43CDC">
        <w:trPr>
          <w:trHeight w:val="55"/>
          <w:jc w:val="center"/>
        </w:trPr>
        <w:tc>
          <w:tcPr>
            <w:tcW w:w="696" w:type="dxa"/>
          </w:tcPr>
          <w:p w14:paraId="34EC7EE5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1.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6FCCF992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Газопровод высокого давления 2 категории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258F42D6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14:paraId="0403DBB2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C5E0E" w:rsidRPr="0092676F" w14:paraId="46764F48" w14:textId="77777777" w:rsidTr="00B43CDC">
        <w:trPr>
          <w:trHeight w:val="55"/>
          <w:jc w:val="center"/>
        </w:trPr>
        <w:tc>
          <w:tcPr>
            <w:tcW w:w="696" w:type="dxa"/>
          </w:tcPr>
          <w:p w14:paraId="343F364C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7812C4BE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Давление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0312A3A4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МПа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D1C6C5E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0,6</w:t>
            </w:r>
          </w:p>
        </w:tc>
      </w:tr>
      <w:tr w:rsidR="002C5E0E" w:rsidRPr="0092676F" w14:paraId="31AEB0D0" w14:textId="77777777" w:rsidTr="00B43CDC">
        <w:trPr>
          <w:trHeight w:val="55"/>
          <w:jc w:val="center"/>
        </w:trPr>
        <w:tc>
          <w:tcPr>
            <w:tcW w:w="696" w:type="dxa"/>
          </w:tcPr>
          <w:p w14:paraId="43CC54BF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10DC0A31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Материал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647FB55E" w14:textId="446E1557" w:rsidR="002C5E0E" w:rsidRPr="0092676F" w:rsidRDefault="009033ED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25DC080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ПЭ</w:t>
            </w:r>
          </w:p>
        </w:tc>
      </w:tr>
      <w:tr w:rsidR="002C5E0E" w:rsidRPr="0092676F" w14:paraId="2BFF40EE" w14:textId="77777777" w:rsidTr="00B43CDC">
        <w:trPr>
          <w:trHeight w:val="55"/>
          <w:jc w:val="center"/>
        </w:trPr>
        <w:tc>
          <w:tcPr>
            <w:tcW w:w="696" w:type="dxa"/>
          </w:tcPr>
          <w:p w14:paraId="15C1EBE3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4B833284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Протяженность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0335BDA2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км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FB8B4DC" w14:textId="674C461E" w:rsidR="002C5E0E" w:rsidRPr="0092676F" w:rsidRDefault="00755847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</w:tr>
      <w:tr w:rsidR="002C5E0E" w:rsidRPr="0092676F" w14:paraId="16538FC4" w14:textId="77777777" w:rsidTr="00B43CDC">
        <w:trPr>
          <w:trHeight w:val="55"/>
          <w:jc w:val="center"/>
        </w:trPr>
        <w:tc>
          <w:tcPr>
            <w:tcW w:w="696" w:type="dxa"/>
          </w:tcPr>
          <w:p w14:paraId="7A6AAF3E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58" w:type="dxa"/>
            <w:shd w:val="clear" w:color="auto" w:fill="auto"/>
            <w:vAlign w:val="center"/>
          </w:tcPr>
          <w:p w14:paraId="69D1D3FC" w14:textId="77777777" w:rsidR="002C5E0E" w:rsidRPr="0092676F" w:rsidRDefault="002C5E0E" w:rsidP="00B43CDC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Установка ГРПШ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31BE4B21" w14:textId="77777777" w:rsidR="002C5E0E" w:rsidRPr="0092676F" w:rsidRDefault="002C5E0E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92676F">
              <w:rPr>
                <w:rFonts w:ascii="Times New Roman" w:hAnsi="Times New Roman"/>
              </w:rPr>
              <w:t>шт.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C550FFF" w14:textId="39825D71" w:rsidR="002C5E0E" w:rsidRPr="0092676F" w:rsidRDefault="00387609" w:rsidP="00B43CD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1EBF1BDC" w14:textId="2D54762D" w:rsidR="002C5E0E" w:rsidRPr="00B9310B" w:rsidRDefault="00DF3CBE" w:rsidP="009033ED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C5E0E" w:rsidRPr="00B9310B">
        <w:rPr>
          <w:rFonts w:ascii="Times New Roman" w:hAnsi="Times New Roman"/>
        </w:rPr>
        <w:t>В соответствии с «Правилами охраны газораспределительных сетей», утверждённых Постановлением Правительства Российской Федерации от 20.11.2000г. № 878 в целях обеспечения сохранности газораспределительных сетей, а также предотвращения аварий при их эксплуатации, должен быть установлен следующий порядок определения границ охранных зон газораспределительных сетей:</w:t>
      </w:r>
    </w:p>
    <w:p w14:paraId="249C8F9B" w14:textId="2E5A6A74" w:rsidR="002C5E0E" w:rsidRPr="00B9310B" w:rsidRDefault="00DF3CBE" w:rsidP="009033ED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C5E0E" w:rsidRPr="00B9310B">
        <w:rPr>
          <w:rFonts w:ascii="Times New Roman" w:hAnsi="Times New Roman"/>
        </w:rPr>
        <w:t>1. вдоль трасс наружных газопроводов – в виде территории, ограниченной условными линиями, проходящими на расстоянии двух метров с каждой стороны газопровода.</w:t>
      </w:r>
    </w:p>
    <w:p w14:paraId="2B169D3B" w14:textId="4DE7008B" w:rsidR="00DF3CBE" w:rsidRDefault="00DF3CBE" w:rsidP="009033ED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C5E0E" w:rsidRPr="00B9310B">
        <w:rPr>
          <w:rFonts w:ascii="Times New Roman" w:hAnsi="Times New Roman"/>
        </w:rPr>
        <w:t>2. вокруг отдельно стоящих газорегуляторных пунктов - в виде территории ограниченной</w:t>
      </w:r>
      <w:r>
        <w:rPr>
          <w:rFonts w:ascii="Times New Roman" w:hAnsi="Times New Roman"/>
        </w:rPr>
        <w:t xml:space="preserve"> </w:t>
      </w:r>
    </w:p>
    <w:p w14:paraId="24C71A7B" w14:textId="1D9AA957" w:rsidR="002C5E0E" w:rsidRDefault="002C5E0E" w:rsidP="009033ED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 w:rsidRPr="00B9310B">
        <w:rPr>
          <w:rFonts w:ascii="Times New Roman" w:hAnsi="Times New Roman"/>
        </w:rPr>
        <w:t>замкнутой линией, проведенной на расстоянии 10м от границ этих объектов.</w:t>
      </w:r>
    </w:p>
    <w:p w14:paraId="3622F3E5" w14:textId="77777777" w:rsidR="002C5E0E" w:rsidRDefault="002C5E0E" w:rsidP="002C5E0E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</w:p>
    <w:p w14:paraId="0D0C7E5B" w14:textId="537AB037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2.</w:t>
      </w:r>
      <w:r w:rsidR="0033362D">
        <w:rPr>
          <w:rFonts w:ascii="Times New Roman" w:hAnsi="Times New Roman"/>
          <w:b/>
        </w:rPr>
        <w:t>2</w:t>
      </w:r>
      <w:r w:rsidRPr="00B9310B">
        <w:rPr>
          <w:rFonts w:ascii="Times New Roman" w:hAnsi="Times New Roman"/>
          <w:b/>
        </w:rPr>
        <w:t xml:space="preserve"> Перечень координат характерных точек границы зоны планируемого</w:t>
      </w:r>
    </w:p>
    <w:p w14:paraId="33581BA3" w14:textId="77777777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размещения линейного объекта, подлежащих переносу (переустройству) из</w:t>
      </w:r>
    </w:p>
    <w:p w14:paraId="562906FE" w14:textId="77777777" w:rsidR="009620B0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зоны планируемого размещения линейного объекта.</w:t>
      </w:r>
    </w:p>
    <w:p w14:paraId="4FFA0262" w14:textId="77777777" w:rsidR="00F73855" w:rsidRPr="00B9310B" w:rsidRDefault="00F73855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</w:p>
    <w:p w14:paraId="7EFE22C0" w14:textId="5A1C95F0" w:rsidR="009620B0" w:rsidRDefault="009620B0" w:rsidP="00904611">
      <w:pPr>
        <w:tabs>
          <w:tab w:val="left" w:pos="426"/>
        </w:tabs>
        <w:ind w:firstLine="0"/>
        <w:jc w:val="both"/>
        <w:rPr>
          <w:rFonts w:ascii="Times New Roman" w:hAnsi="Times New Roman"/>
          <w:bCs/>
        </w:rPr>
      </w:pPr>
      <w:r w:rsidRPr="00B9310B">
        <w:rPr>
          <w:rFonts w:ascii="Times New Roman" w:hAnsi="Times New Roman"/>
          <w:bCs/>
        </w:rPr>
        <w:tab/>
        <w:t>Проектом планировки территории не предусматривается перенос (переустройство) линейных объектов из зон планируемого размещения линейного объекта. В связи с этим перечень координат характерных точек и чертеж границ зон планируемого размещения линейных объектов, подлежащих переносу (переустройству) из зон планируемого размещения линейных объектов не формируется.</w:t>
      </w:r>
    </w:p>
    <w:p w14:paraId="39FC1312" w14:textId="77777777" w:rsidR="00390A25" w:rsidRPr="00B9310B" w:rsidRDefault="00390A25" w:rsidP="00904611">
      <w:pPr>
        <w:tabs>
          <w:tab w:val="left" w:pos="426"/>
        </w:tabs>
        <w:ind w:firstLine="0"/>
        <w:jc w:val="both"/>
        <w:rPr>
          <w:rFonts w:ascii="Times New Roman" w:hAnsi="Times New Roman"/>
          <w:b/>
        </w:rPr>
      </w:pPr>
    </w:p>
    <w:p w14:paraId="6435D908" w14:textId="7699759E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2.</w:t>
      </w:r>
      <w:r w:rsidR="0033362D">
        <w:rPr>
          <w:rFonts w:ascii="Times New Roman" w:hAnsi="Times New Roman"/>
          <w:b/>
        </w:rPr>
        <w:t>3</w:t>
      </w:r>
      <w:r w:rsidRPr="00B9310B">
        <w:rPr>
          <w:rFonts w:ascii="Times New Roman" w:hAnsi="Times New Roman"/>
          <w:b/>
        </w:rPr>
        <w:t xml:space="preserve"> Предельные параметры разрешенного строительства, реконструкции</w:t>
      </w:r>
    </w:p>
    <w:p w14:paraId="00D3FFA5" w14:textId="77777777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объектов капитального строительства, входящих в состав линейного объекта</w:t>
      </w:r>
    </w:p>
    <w:p w14:paraId="54D9E0CF" w14:textId="07685F2A" w:rsidR="0002089E" w:rsidRPr="0073779C" w:rsidRDefault="009620B0" w:rsidP="0073779C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в границах зоны его планируемого размещения.</w:t>
      </w:r>
    </w:p>
    <w:p w14:paraId="610BB18C" w14:textId="77777777" w:rsidR="00F82608" w:rsidRDefault="00F82608" w:rsidP="00F82608">
      <w:pPr>
        <w:tabs>
          <w:tab w:val="left" w:pos="426"/>
        </w:tabs>
        <w:ind w:firstLine="0"/>
        <w:jc w:val="both"/>
        <w:rPr>
          <w:rFonts w:ascii="Times New Roman" w:hAnsi="Times New Roman"/>
          <w:b/>
        </w:rPr>
      </w:pPr>
    </w:p>
    <w:p w14:paraId="5085DDC0" w14:textId="6868C4A6" w:rsidR="00C44E50" w:rsidRDefault="00C44E50" w:rsidP="00F82608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C44E50">
        <w:rPr>
          <w:rFonts w:ascii="Times New Roman" w:hAnsi="Times New Roman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r>
        <w:rPr>
          <w:rFonts w:ascii="Times New Roman" w:hAnsi="Times New Roman"/>
        </w:rPr>
        <w:t xml:space="preserve"> не </w:t>
      </w:r>
      <w:r w:rsidR="00A206D3">
        <w:rPr>
          <w:rFonts w:ascii="Times New Roman" w:hAnsi="Times New Roman"/>
        </w:rPr>
        <w:t>предусмотрены</w:t>
      </w:r>
      <w:r>
        <w:rPr>
          <w:rFonts w:ascii="Times New Roman" w:hAnsi="Times New Roman"/>
        </w:rPr>
        <w:t xml:space="preserve"> в </w:t>
      </w:r>
      <w:r w:rsidR="00A206D3">
        <w:rPr>
          <w:rFonts w:ascii="Times New Roman" w:hAnsi="Times New Roman"/>
        </w:rPr>
        <w:t>соответствии</w:t>
      </w:r>
      <w:r>
        <w:rPr>
          <w:rFonts w:ascii="Times New Roman" w:hAnsi="Times New Roman"/>
        </w:rPr>
        <w:t xml:space="preserve"> с ч. 4 п. 3 ст. 36 Градостроительного кодекса.</w:t>
      </w:r>
    </w:p>
    <w:p w14:paraId="00F030F5" w14:textId="35EA2588" w:rsidR="0073779C" w:rsidRPr="00DF35B8" w:rsidRDefault="00C44E50" w:rsidP="00F82608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 w:rsidRPr="00C44E50">
        <w:rPr>
          <w:rFonts w:ascii="Times New Roman" w:hAnsi="Times New Roman"/>
        </w:rPr>
        <w:t xml:space="preserve"> </w:t>
      </w:r>
    </w:p>
    <w:p w14:paraId="58B2FC52" w14:textId="6411751A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2.</w:t>
      </w:r>
      <w:r w:rsidR="0033362D">
        <w:rPr>
          <w:rFonts w:ascii="Times New Roman" w:hAnsi="Times New Roman"/>
          <w:b/>
        </w:rPr>
        <w:t>4</w:t>
      </w:r>
      <w:r w:rsidRPr="00B9310B">
        <w:rPr>
          <w:rFonts w:ascii="Times New Roman" w:hAnsi="Times New Roman"/>
          <w:b/>
        </w:rPr>
        <w:t xml:space="preserve"> Информация о необходимости осуществления </w:t>
      </w:r>
    </w:p>
    <w:p w14:paraId="6586AD27" w14:textId="77777777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мероприятий по охране окружающей среды.</w:t>
      </w:r>
    </w:p>
    <w:p w14:paraId="7AADA96D" w14:textId="77777777" w:rsidR="009620B0" w:rsidRPr="00B9310B" w:rsidRDefault="009620B0" w:rsidP="00904611">
      <w:pPr>
        <w:tabs>
          <w:tab w:val="left" w:pos="426"/>
        </w:tabs>
        <w:ind w:firstLine="0"/>
        <w:jc w:val="both"/>
        <w:rPr>
          <w:rFonts w:ascii="Times New Roman" w:hAnsi="Times New Roman"/>
          <w:b/>
        </w:rPr>
      </w:pPr>
    </w:p>
    <w:p w14:paraId="3E59FCFF" w14:textId="1583BEBE" w:rsidR="00755847" w:rsidRDefault="00755847" w:rsidP="00755847">
      <w:pPr>
        <w:tabs>
          <w:tab w:val="left" w:pos="426"/>
        </w:tabs>
        <w:ind w:firstLine="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ab/>
      </w:r>
      <w:r w:rsidR="009620B0" w:rsidRPr="00B9310B">
        <w:rPr>
          <w:rFonts w:ascii="Times New Roman" w:hAnsi="Times New Roman"/>
        </w:rPr>
        <w:t xml:space="preserve">Планируемый линейный объект размещается на землях </w:t>
      </w:r>
      <w:r w:rsidR="0071234E" w:rsidRPr="00B9310B">
        <w:rPr>
          <w:rFonts w:ascii="Times New Roman" w:hAnsi="Times New Roman"/>
          <w:bCs/>
        </w:rPr>
        <w:t xml:space="preserve">территорий </w:t>
      </w:r>
      <w:r w:rsidRPr="00484B9C">
        <w:rPr>
          <w:rFonts w:ascii="Times New Roman" w:hAnsi="Times New Roman"/>
          <w:kern w:val="2"/>
        </w:rPr>
        <w:t>Ермаковского сельского поселения Тацинского района Ростовской области.</w:t>
      </w:r>
      <w:r w:rsidRPr="001F6069">
        <w:rPr>
          <w:rFonts w:ascii="Times New Roman" w:hAnsi="Times New Roman"/>
          <w:lang w:eastAsia="ar-SA"/>
        </w:rPr>
        <w:t xml:space="preserve"> </w:t>
      </w:r>
    </w:p>
    <w:p w14:paraId="6BE11B0D" w14:textId="5672F39A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7558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B9310B">
        <w:rPr>
          <w:rFonts w:ascii="Times New Roman" w:hAnsi="Times New Roman"/>
        </w:rPr>
        <w:t>Охрана окружающей среды в зоне производства работ осуществляется в соответствии с действующими нормативными правовыми актами.</w:t>
      </w:r>
    </w:p>
    <w:p w14:paraId="35D7B50A" w14:textId="77777777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>Подрядная строительная организация должна обеспечить осуществление строительно-монтажных работ, исключающее:</w:t>
      </w:r>
    </w:p>
    <w:p w14:paraId="2F490917" w14:textId="77777777" w:rsidR="009620B0" w:rsidRPr="00B9310B" w:rsidRDefault="00904611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20B0" w:rsidRPr="00B9310B">
        <w:rPr>
          <w:rFonts w:ascii="Times New Roman" w:hAnsi="Times New Roman"/>
        </w:rPr>
        <w:t>- нанесение урона окружающей природной среде, приводящего к деградаци</w:t>
      </w:r>
      <w:r w:rsidR="009620B0">
        <w:rPr>
          <w:rFonts w:ascii="Times New Roman" w:hAnsi="Times New Roman"/>
        </w:rPr>
        <w:t xml:space="preserve">и земель, </w:t>
      </w:r>
      <w:r w:rsidR="009620B0" w:rsidRPr="00B9310B">
        <w:rPr>
          <w:rFonts w:ascii="Times New Roman" w:hAnsi="Times New Roman"/>
        </w:rPr>
        <w:t>обусловленного передвижением и размещением транспортных средств, средств механизации, складированием стройматериалов, размещением объектов инфраструктуры;</w:t>
      </w:r>
    </w:p>
    <w:p w14:paraId="1FEE83A2" w14:textId="77777777" w:rsidR="009620B0" w:rsidRPr="00B9310B" w:rsidRDefault="00904611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20B0" w:rsidRPr="00B9310B">
        <w:rPr>
          <w:rFonts w:ascii="Times New Roman" w:hAnsi="Times New Roman"/>
        </w:rPr>
        <w:t>- засорение местно</w:t>
      </w:r>
      <w:r w:rsidR="009620B0">
        <w:rPr>
          <w:rFonts w:ascii="Times New Roman" w:hAnsi="Times New Roman"/>
        </w:rPr>
        <w:t xml:space="preserve">сти в </w:t>
      </w:r>
      <w:r w:rsidR="009620B0" w:rsidRPr="00B9310B">
        <w:rPr>
          <w:rFonts w:ascii="Times New Roman" w:hAnsi="Times New Roman"/>
        </w:rPr>
        <w:t>виде</w:t>
      </w:r>
      <w:r w:rsidR="009620B0">
        <w:rPr>
          <w:rFonts w:ascii="Times New Roman" w:hAnsi="Times New Roman"/>
        </w:rPr>
        <w:t xml:space="preserve"> строительных отходов в</w:t>
      </w:r>
      <w:r w:rsidR="009620B0" w:rsidRPr="00B9310B">
        <w:rPr>
          <w:rFonts w:ascii="Times New Roman" w:hAnsi="Times New Roman"/>
        </w:rPr>
        <w:t xml:space="preserve"> полосе отвода и в зоне возможных воздействий трубопроводов в целом;</w:t>
      </w:r>
    </w:p>
    <w:p w14:paraId="1C3CB43F" w14:textId="77777777" w:rsidR="009620B0" w:rsidRPr="00B9310B" w:rsidRDefault="00904611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20B0" w:rsidRPr="00B9310B">
        <w:rPr>
          <w:rFonts w:ascii="Times New Roman" w:hAnsi="Times New Roman"/>
        </w:rPr>
        <w:t>- загрязнения окружающей среды.</w:t>
      </w:r>
    </w:p>
    <w:p w14:paraId="5FDB98EC" w14:textId="77777777" w:rsidR="009620B0" w:rsidRPr="008636F3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 xml:space="preserve">Все работы должны проводиться только в пределах границ отвода территории под строительство. </w:t>
      </w:r>
      <w:r w:rsidRPr="00560B72">
        <w:rPr>
          <w:rFonts w:ascii="Times New Roman" w:hAnsi="Times New Roman"/>
        </w:rPr>
        <w:t>Запрещается проезд строительной техники вне дорог и специально оборудованных проездов.</w:t>
      </w:r>
    </w:p>
    <w:p w14:paraId="06866CE1" w14:textId="57D688D8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</w:t>
      </w:r>
      <w:r w:rsidR="0071234E">
        <w:rPr>
          <w:rFonts w:ascii="Times New Roman" w:hAnsi="Times New Roman"/>
        </w:rPr>
        <w:t>Согласно своему местоположению,</w:t>
      </w:r>
      <w:r w:rsidRPr="00B9310B">
        <w:rPr>
          <w:rFonts w:ascii="Times New Roman" w:hAnsi="Times New Roman"/>
        </w:rPr>
        <w:t xml:space="preserve"> линейный объект находится в</w:t>
      </w:r>
      <w:r w:rsidR="0071234E">
        <w:rPr>
          <w:rFonts w:ascii="Times New Roman" w:hAnsi="Times New Roman"/>
        </w:rPr>
        <w:t>не</w:t>
      </w:r>
      <w:r w:rsidRPr="00B9310B">
        <w:rPr>
          <w:rFonts w:ascii="Times New Roman" w:hAnsi="Times New Roman"/>
        </w:rPr>
        <w:t xml:space="preserve"> границ особо охраняем</w:t>
      </w:r>
      <w:r w:rsidR="0071234E">
        <w:rPr>
          <w:rFonts w:ascii="Times New Roman" w:hAnsi="Times New Roman"/>
        </w:rPr>
        <w:t>ых</w:t>
      </w:r>
      <w:r w:rsidRPr="00B9310B">
        <w:rPr>
          <w:rFonts w:ascii="Times New Roman" w:hAnsi="Times New Roman"/>
        </w:rPr>
        <w:t xml:space="preserve"> природн</w:t>
      </w:r>
      <w:r w:rsidR="0071234E">
        <w:rPr>
          <w:rFonts w:ascii="Times New Roman" w:hAnsi="Times New Roman"/>
        </w:rPr>
        <w:t>ых</w:t>
      </w:r>
      <w:r w:rsidRPr="00B9310B">
        <w:rPr>
          <w:rFonts w:ascii="Times New Roman" w:hAnsi="Times New Roman"/>
        </w:rPr>
        <w:t xml:space="preserve"> территори</w:t>
      </w:r>
      <w:r w:rsidR="0071234E">
        <w:rPr>
          <w:rFonts w:ascii="Times New Roman" w:hAnsi="Times New Roman"/>
        </w:rPr>
        <w:t>й</w:t>
      </w:r>
      <w:r w:rsidRPr="00B9310B">
        <w:rPr>
          <w:rFonts w:ascii="Times New Roman" w:hAnsi="Times New Roman"/>
        </w:rPr>
        <w:t>.</w:t>
      </w:r>
    </w:p>
    <w:p w14:paraId="6E0BB0BA" w14:textId="77777777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>Проектируемые инженерные коммуникации не пересекают зарегистрированных месторождений полезных ископаемых.</w:t>
      </w:r>
    </w:p>
    <w:p w14:paraId="5187CA3A" w14:textId="77777777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>Проектируемый объект сооружается для газоснабжения населения.</w:t>
      </w:r>
    </w:p>
    <w:p w14:paraId="6165FA3F" w14:textId="77777777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>Указанный технологический процесс является безотходным и не сопровождается вредными выбросами в окружающую природную среду (как воздушную, так и водную).</w:t>
      </w:r>
    </w:p>
    <w:p w14:paraId="203E214C" w14:textId="77777777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 xml:space="preserve">Производственный шум и вибрации отсутствуют. В связи с этим проведение </w:t>
      </w:r>
      <w:proofErr w:type="spellStart"/>
      <w:r w:rsidRPr="00B9310B">
        <w:rPr>
          <w:rFonts w:ascii="Times New Roman" w:hAnsi="Times New Roman"/>
        </w:rPr>
        <w:t>воздухо</w:t>
      </w:r>
      <w:proofErr w:type="spellEnd"/>
      <w:r w:rsidRPr="00B9310B">
        <w:rPr>
          <w:rFonts w:ascii="Times New Roman" w:hAnsi="Times New Roman"/>
        </w:rPr>
        <w:t>-водоохранных мероприятий по снижению производственного шума и вибрации настоящим проектом не предусматривается.</w:t>
      </w:r>
    </w:p>
    <w:p w14:paraId="0A90355B" w14:textId="77777777" w:rsidR="009620B0" w:rsidRPr="00B9310B" w:rsidRDefault="009620B0" w:rsidP="0073779C">
      <w:pPr>
        <w:tabs>
          <w:tab w:val="left" w:pos="567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B9310B">
        <w:rPr>
          <w:rFonts w:ascii="Times New Roman" w:hAnsi="Times New Roman"/>
        </w:rPr>
        <w:t>Во время производства строительно-монтажных работ образуются от</w:t>
      </w:r>
      <w:r>
        <w:rPr>
          <w:rFonts w:ascii="Times New Roman" w:hAnsi="Times New Roman"/>
        </w:rPr>
        <w:t xml:space="preserve">ходы, которые </w:t>
      </w:r>
      <w:r w:rsidRPr="00B9310B">
        <w:rPr>
          <w:rFonts w:ascii="Times New Roman" w:hAnsi="Times New Roman"/>
        </w:rPr>
        <w:t>токсичны.</w:t>
      </w:r>
    </w:p>
    <w:p w14:paraId="595BA83E" w14:textId="5DF3ED21" w:rsidR="009620B0" w:rsidRPr="00B9310B" w:rsidRDefault="009620B0" w:rsidP="0073779C">
      <w:pPr>
        <w:tabs>
          <w:tab w:val="left" w:pos="567"/>
        </w:tabs>
        <w:ind w:firstLine="567"/>
        <w:jc w:val="both"/>
        <w:rPr>
          <w:rFonts w:ascii="Times New Roman" w:hAnsi="Times New Roman"/>
        </w:rPr>
      </w:pPr>
      <w:r w:rsidRPr="00B9310B">
        <w:rPr>
          <w:rFonts w:ascii="Times New Roman" w:hAnsi="Times New Roman"/>
        </w:rPr>
        <w:t>Во время производства строительно-монтажных работ промышленные отходы не образуются.</w:t>
      </w:r>
    </w:p>
    <w:p w14:paraId="2C52379A" w14:textId="18186AE1" w:rsidR="009620B0" w:rsidRDefault="009620B0" w:rsidP="0073779C">
      <w:pPr>
        <w:tabs>
          <w:tab w:val="left" w:pos="567"/>
        </w:tabs>
        <w:ind w:firstLine="567"/>
        <w:jc w:val="both"/>
        <w:rPr>
          <w:rFonts w:ascii="Times New Roman" w:hAnsi="Times New Roman"/>
        </w:rPr>
      </w:pPr>
      <w:r w:rsidRPr="00B9310B">
        <w:rPr>
          <w:rFonts w:ascii="Times New Roman" w:hAnsi="Times New Roman"/>
        </w:rPr>
        <w:t>После строительства инженерных коммуникаций земельные участки, временно используемые при строительстве, должны быть приведены в надлежащее состояние.</w:t>
      </w:r>
    </w:p>
    <w:p w14:paraId="692BEA0E" w14:textId="7ED72132" w:rsidR="009620B0" w:rsidRPr="00B9310B" w:rsidRDefault="009620B0" w:rsidP="0073779C">
      <w:pPr>
        <w:tabs>
          <w:tab w:val="left" w:pos="567"/>
        </w:tabs>
        <w:ind w:firstLine="567"/>
        <w:jc w:val="both"/>
        <w:rPr>
          <w:rFonts w:ascii="Times New Roman" w:hAnsi="Times New Roman"/>
        </w:rPr>
      </w:pPr>
      <w:r w:rsidRPr="00B9310B">
        <w:rPr>
          <w:rFonts w:ascii="Times New Roman" w:hAnsi="Times New Roman"/>
        </w:rPr>
        <w:t xml:space="preserve">Принятые проектные решения соответствуют существующему природоохранному законодательству, природные ресурсы используются рационально. </w:t>
      </w:r>
    </w:p>
    <w:p w14:paraId="54BF167E" w14:textId="77777777" w:rsidR="009620B0" w:rsidRPr="00B9310B" w:rsidRDefault="009620B0" w:rsidP="00904611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</w:p>
    <w:p w14:paraId="41CEBFD5" w14:textId="2E68ED80" w:rsidR="009620B0" w:rsidRDefault="009620B0" w:rsidP="00904611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2.</w:t>
      </w:r>
      <w:r w:rsidR="0033362D">
        <w:rPr>
          <w:rFonts w:ascii="Times New Roman" w:hAnsi="Times New Roman"/>
          <w:b/>
        </w:rPr>
        <w:t>5</w:t>
      </w:r>
      <w:r w:rsidRPr="00B9310B">
        <w:rPr>
          <w:rFonts w:ascii="Times New Roman" w:hAnsi="Times New Roman"/>
          <w:b/>
        </w:rPr>
        <w:t xml:space="preserve">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</w:t>
      </w:r>
    </w:p>
    <w:p w14:paraId="33A222F9" w14:textId="77777777" w:rsidR="009620B0" w:rsidRPr="00B9310B" w:rsidRDefault="009620B0" w:rsidP="00904611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в связи с размещением линейных объектов.</w:t>
      </w:r>
    </w:p>
    <w:p w14:paraId="6E248711" w14:textId="77777777" w:rsidR="009620B0" w:rsidRPr="00B9310B" w:rsidRDefault="009620B0" w:rsidP="00904611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b/>
        </w:rPr>
      </w:pPr>
    </w:p>
    <w:p w14:paraId="716F21AE" w14:textId="3DA52718" w:rsidR="003671C1" w:rsidRDefault="009620B0" w:rsidP="003970B6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  <w:bCs/>
        </w:rPr>
      </w:pPr>
      <w:r w:rsidRPr="00B9310B">
        <w:rPr>
          <w:rFonts w:ascii="Times New Roman" w:hAnsi="Times New Roman"/>
          <w:bCs/>
        </w:rPr>
        <w:tab/>
      </w:r>
      <w:r w:rsidR="003970B6" w:rsidRPr="003970B6">
        <w:rPr>
          <w:rFonts w:ascii="Times New Roman" w:hAnsi="Times New Roman"/>
          <w:bCs/>
        </w:rPr>
        <w:t>Трасса пересекает автомобильные дороги. Переход выполняется закрытым способом в футляре методом ННБ. Остальные пересекаемые сооружение планируется пересекать открытым способом, согласно предоставленных ТУ.</w:t>
      </w:r>
    </w:p>
    <w:p w14:paraId="03D9AA60" w14:textId="77777777" w:rsidR="00D80259" w:rsidRDefault="00D80259" w:rsidP="003970B6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  <w:bCs/>
        </w:rPr>
      </w:pPr>
    </w:p>
    <w:p w14:paraId="580E3B1B" w14:textId="00446FD8" w:rsidR="009620B0" w:rsidRPr="00B9310B" w:rsidRDefault="009620B0" w:rsidP="003970B6">
      <w:pPr>
        <w:tabs>
          <w:tab w:val="left" w:pos="426"/>
          <w:tab w:val="left" w:pos="851"/>
        </w:tabs>
        <w:ind w:firstLine="0"/>
        <w:jc w:val="both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Cs/>
        </w:rPr>
        <w:tab/>
      </w:r>
      <w:r w:rsidRPr="00B9310B">
        <w:rPr>
          <w:rFonts w:ascii="Times New Roman" w:hAnsi="Times New Roman"/>
          <w:bCs/>
        </w:rPr>
        <w:tab/>
      </w:r>
      <w:r w:rsidRPr="00B9310B">
        <w:rPr>
          <w:rFonts w:ascii="Times New Roman" w:hAnsi="Times New Roman"/>
          <w:b/>
        </w:rPr>
        <w:t>2.</w:t>
      </w:r>
      <w:r w:rsidR="0033362D">
        <w:rPr>
          <w:rFonts w:ascii="Times New Roman" w:hAnsi="Times New Roman"/>
          <w:b/>
        </w:rPr>
        <w:t>6</w:t>
      </w:r>
      <w:r w:rsidRPr="00B9310B">
        <w:rPr>
          <w:rFonts w:ascii="Times New Roman" w:hAnsi="Times New Roman"/>
          <w:b/>
        </w:rPr>
        <w:t>. Информация о необходимости осуществления мероприятий по сохранению</w:t>
      </w:r>
    </w:p>
    <w:p w14:paraId="34FE50C1" w14:textId="77777777" w:rsidR="009620B0" w:rsidRDefault="009620B0" w:rsidP="00904611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 xml:space="preserve">объектов культурного наследия от возможного негативного воздействия </w:t>
      </w:r>
    </w:p>
    <w:p w14:paraId="1B6CBCB4" w14:textId="77777777" w:rsidR="009620B0" w:rsidRPr="00B9310B" w:rsidRDefault="009620B0" w:rsidP="00904611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</w:t>
      </w:r>
      <w:r w:rsidRPr="00B9310B">
        <w:rPr>
          <w:rFonts w:ascii="Times New Roman" w:hAnsi="Times New Roman"/>
          <w:b/>
        </w:rPr>
        <w:t>связи с размещением линейного объекта</w:t>
      </w:r>
      <w:r w:rsidRPr="00B9310B">
        <w:rPr>
          <w:rFonts w:ascii="Times New Roman" w:hAnsi="Times New Roman"/>
          <w:b/>
        </w:rPr>
        <w:cr/>
      </w:r>
    </w:p>
    <w:p w14:paraId="7298484C" w14:textId="521CDEAB" w:rsidR="009620B0" w:rsidRDefault="006164DF" w:rsidP="00AB3827">
      <w:pPr>
        <w:tabs>
          <w:tab w:val="left" w:pos="709"/>
          <w:tab w:val="left" w:pos="7401"/>
        </w:tabs>
        <w:ind w:firstLine="0"/>
        <w:jc w:val="both"/>
        <w:rPr>
          <w:rFonts w:ascii="Times New Roman" w:hAnsi="Times New Roman"/>
          <w:kern w:val="2"/>
        </w:rPr>
      </w:pPr>
      <w:r>
        <w:rPr>
          <w:rFonts w:ascii="Times New Roman" w:hAnsi="Times New Roman"/>
        </w:rPr>
        <w:tab/>
      </w:r>
      <w:r w:rsidR="00AB3827" w:rsidRPr="00071326">
        <w:rPr>
          <w:rFonts w:ascii="Times New Roman" w:hAnsi="Times New Roman"/>
        </w:rPr>
        <w:t>Объекты культурного наследия по трассе газопровода отсутствуют, данный раздел не разрабатывается.</w:t>
      </w:r>
    </w:p>
    <w:p w14:paraId="0C2205EC" w14:textId="77777777" w:rsidR="00390A25" w:rsidRDefault="00390A25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</w:p>
    <w:p w14:paraId="571A7508" w14:textId="1674710F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2.</w:t>
      </w:r>
      <w:r w:rsidR="0033362D">
        <w:rPr>
          <w:rFonts w:ascii="Times New Roman" w:hAnsi="Times New Roman"/>
          <w:b/>
        </w:rPr>
        <w:t>7</w:t>
      </w:r>
      <w:r w:rsidRPr="00B9310B">
        <w:rPr>
          <w:rFonts w:ascii="Times New Roman" w:hAnsi="Times New Roman"/>
          <w:b/>
        </w:rPr>
        <w:t xml:space="preserve">. Информация о необходимости осуществления мероприятий по защите </w:t>
      </w:r>
    </w:p>
    <w:p w14:paraId="2D08A3A0" w14:textId="77777777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 xml:space="preserve">территории от чрезвычайных ситуаций природного и техногенного характера, </w:t>
      </w:r>
    </w:p>
    <w:p w14:paraId="3F7A044C" w14:textId="77777777" w:rsidR="009620B0" w:rsidRPr="00B9310B" w:rsidRDefault="009620B0" w:rsidP="00904611">
      <w:pPr>
        <w:tabs>
          <w:tab w:val="left" w:pos="426"/>
        </w:tabs>
        <w:ind w:firstLine="0"/>
        <w:jc w:val="center"/>
        <w:rPr>
          <w:rFonts w:ascii="Times New Roman" w:hAnsi="Times New Roman"/>
          <w:b/>
        </w:rPr>
      </w:pPr>
      <w:r w:rsidRPr="00B9310B">
        <w:rPr>
          <w:rFonts w:ascii="Times New Roman" w:hAnsi="Times New Roman"/>
          <w:b/>
        </w:rPr>
        <w:t>в том числе по обеспечению пожарной безопасности и гражданской обороне</w:t>
      </w:r>
    </w:p>
    <w:p w14:paraId="4703A2EA" w14:textId="77777777" w:rsidR="009620B0" w:rsidRPr="00B9310B" w:rsidRDefault="009620B0" w:rsidP="00904611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</w:p>
    <w:p w14:paraId="024D109B" w14:textId="77777777" w:rsidR="0071234E" w:rsidRPr="0071234E" w:rsidRDefault="009620B0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71234E" w:rsidRPr="0071234E">
        <w:rPr>
          <w:rFonts w:ascii="Times New Roman" w:hAnsi="Times New Roman"/>
        </w:rPr>
        <w:t xml:space="preserve">В соответствии с «Правилами охраны магистральных трубопроводов» (Утверждены Госгортехнадзор России, 24.04.1992) газопроводы, относятся к объектам повышенного риска. Их опасность определяется совокупностью опасных производственных факторов процесса перекачки и опасных свойств перекачиваемой среды. Опасными производственными факторами трубопроводов являются: </w:t>
      </w:r>
    </w:p>
    <w:p w14:paraId="6182BDC8" w14:textId="07BFDB2E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разрушение трубопровода или его элементов, сопровождающееся разлетом осколков металла и грунта; </w:t>
      </w:r>
    </w:p>
    <w:p w14:paraId="6FB799B1" w14:textId="6648180D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возгорание продукта при разрушении трубопровода, открытый огонь и термическое воздействие пожара; </w:t>
      </w:r>
    </w:p>
    <w:p w14:paraId="71900BB1" w14:textId="76CF883B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взрыв газовоздушной смеси; </w:t>
      </w:r>
    </w:p>
    <w:p w14:paraId="3E1D70D3" w14:textId="12AA33A7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обрушение и повреждение зданий, сооружений, установок; </w:t>
      </w:r>
    </w:p>
    <w:p w14:paraId="0A7E1B4F" w14:textId="268C36A8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пониженная концентрация кислорода; </w:t>
      </w:r>
    </w:p>
    <w:p w14:paraId="22EA5235" w14:textId="6C198C37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дым; </w:t>
      </w:r>
    </w:p>
    <w:p w14:paraId="1260910D" w14:textId="2B251B3C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токсичность продукции. </w:t>
      </w:r>
    </w:p>
    <w:p w14:paraId="1DA95260" w14:textId="49928D03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71234E">
        <w:rPr>
          <w:rFonts w:ascii="Times New Roman" w:hAnsi="Times New Roman"/>
        </w:rPr>
        <w:t xml:space="preserve">Основным источником опасности рассматриваемого объекта является авария, в результате которой может произойти повреждение трубопровода с последующей утечкой газа и образованием вследствие этого пожара. Основные повреждения трубопроводов могут происходить в результате: </w:t>
      </w:r>
    </w:p>
    <w:p w14:paraId="03C9FEA0" w14:textId="1638791E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внутренней коррозии; </w:t>
      </w:r>
    </w:p>
    <w:p w14:paraId="7739FA1E" w14:textId="0F8B4340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внешней коррозии; </w:t>
      </w:r>
    </w:p>
    <w:p w14:paraId="063D415F" w14:textId="6C9FAF6F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внешнего механического воздействия; </w:t>
      </w:r>
    </w:p>
    <w:p w14:paraId="77017F59" w14:textId="451A3693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структурных отказов или механических дефектов; </w:t>
      </w:r>
    </w:p>
    <w:p w14:paraId="0F7F6F1F" w14:textId="19AC8BFB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природных катаклизмов; </w:t>
      </w:r>
    </w:p>
    <w:p w14:paraId="26D6C06B" w14:textId="0B82E937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ошибок операторов; </w:t>
      </w:r>
    </w:p>
    <w:p w14:paraId="17A09FA4" w14:textId="38398BF8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 ошибок в проектной документации.</w:t>
      </w:r>
    </w:p>
    <w:p w14:paraId="08191718" w14:textId="12BB6A49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разлет осколков (фрагментов) оборудования; </w:t>
      </w:r>
    </w:p>
    <w:p w14:paraId="4597B641" w14:textId="3AE9270B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 прямое огневое воздействие и тепловой поток с поверхности пламени при пожарах. Характер горения газа и масштабы воздействия пожара на окружающую среду зависят от большого числа и конкретного сочетания целого ряда факторов, среди которых можно указать:</w:t>
      </w:r>
    </w:p>
    <w:p w14:paraId="6837C0D7" w14:textId="1D8BB780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рабочее давление и диаметр газопровода (потенциальный запас энергии, интенсивность утечки газа); </w:t>
      </w:r>
    </w:p>
    <w:p w14:paraId="3DEDE128" w14:textId="140B6F90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отклонение оси трубопровода к моменту разрушения от проектного положения, а также уровень и характер концентрации напряжений в месте разрушения; </w:t>
      </w:r>
    </w:p>
    <w:p w14:paraId="69E38855" w14:textId="15C3946C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- плотность грунта засыпки, а также свойства коренного массива грунта (диаметр образовавшегося «котлована», взаимное положение осей концов труб). </w:t>
      </w:r>
    </w:p>
    <w:p w14:paraId="1559AAA5" w14:textId="262A9D45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Для минимизации последствий аварии, при возникновении аварийной ситуации производится сброс давления в действующем трубопроводе и перекрытие линейными кранами поврежденного участка. В соответствии с характеристиками применяемого оборудования закрытие кранов составляет не более пяти минут. К месту аварии для локализации ее последствий незамедлительно выдвигается аварийно-спасательное формирование, оснащенное всей необходимой техникой и оборудованием в соответствии с действующими нормами ПАО «Газпром». Первоочередными мерами по предотвращению аварии являются отсечение аварийного участка трубопровода перекрытием кранов.</w:t>
      </w:r>
      <w:r w:rsidR="00DF35B8">
        <w:rPr>
          <w:rFonts w:ascii="Times New Roman" w:hAnsi="Times New Roman"/>
        </w:rPr>
        <w:t xml:space="preserve"> </w:t>
      </w:r>
    </w:p>
    <w:p w14:paraId="2BF44AD8" w14:textId="519859FF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 xml:space="preserve">Резервы материальных ресурсов для ликвидации ЧС создаются заблаговременно в целях экстренного привлечения необходимых средств в случае возникновения ЧС и включают средства индивидуальной защиты, медицинское имущество, средства радиационной, химической, биологической разведки и контроля, инженерное имущество, средства связи. </w:t>
      </w:r>
    </w:p>
    <w:p w14:paraId="55E7FE35" w14:textId="5CC16ED7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Объем и номенклатура материально-технических ресурсов для ликвидации аварий предприятий включают:</w:t>
      </w:r>
    </w:p>
    <w:p w14:paraId="40102ADE" w14:textId="03C61AD5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-аварийный запас труб, оборудования, соединительных деталей и других материалов;</w:t>
      </w:r>
    </w:p>
    <w:p w14:paraId="47496AE7" w14:textId="61FFFFFE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-материально-техническое имущество производственного персонала и объектовых формирований;</w:t>
      </w:r>
    </w:p>
    <w:p w14:paraId="6696FB1B" w14:textId="42D5666D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-транспортно-технических средства;</w:t>
      </w:r>
    </w:p>
    <w:p w14:paraId="492C16D2" w14:textId="0FC72A42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-горюче-смазочные материалы;</w:t>
      </w:r>
    </w:p>
    <w:p w14:paraId="3B74523A" w14:textId="66ACE477" w:rsidR="0071234E" w:rsidRPr="0071234E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-резервы финансовых ресурсов.</w:t>
      </w:r>
    </w:p>
    <w:p w14:paraId="5CE8CD6D" w14:textId="350CB054" w:rsidR="00AE2589" w:rsidRPr="009620B0" w:rsidRDefault="0071234E" w:rsidP="0071234E">
      <w:pPr>
        <w:tabs>
          <w:tab w:val="left" w:pos="426"/>
        </w:tabs>
        <w:ind w:firstLine="0"/>
        <w:jc w:val="both"/>
        <w:rPr>
          <w:rFonts w:ascii="Times New Roman" w:hAnsi="Times New Roman"/>
          <w:i/>
          <w:iCs/>
          <w:szCs w:val="18"/>
        </w:rPr>
      </w:pPr>
      <w:r>
        <w:rPr>
          <w:rFonts w:ascii="Times New Roman" w:hAnsi="Times New Roman"/>
        </w:rPr>
        <w:tab/>
      </w:r>
      <w:r w:rsidRPr="0071234E">
        <w:rPr>
          <w:rFonts w:ascii="Times New Roman" w:hAnsi="Times New Roman"/>
        </w:rPr>
        <w:t>Номенклатура, объемы, местоположение, а также порядок создания, хранения, использования и пополнение резервных запасов и финансовых резервов определяются координирующим органом по предупреждению ЧС.</w:t>
      </w:r>
    </w:p>
    <w:sectPr w:rsidR="00AE2589" w:rsidRPr="009620B0" w:rsidSect="00904611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424" w:bottom="1135" w:left="1276" w:header="284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35193" w14:textId="77777777" w:rsidR="003124C0" w:rsidRDefault="003124C0">
      <w:r>
        <w:separator/>
      </w:r>
    </w:p>
  </w:endnote>
  <w:endnote w:type="continuationSeparator" w:id="0">
    <w:p w14:paraId="0D5F9BE2" w14:textId="77777777" w:rsidR="003124C0" w:rsidRDefault="0031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OST type A">
    <w:altName w:val="Segoe Script"/>
    <w:charset w:val="00"/>
    <w:family w:val="swiss"/>
    <w:pitch w:val="variable"/>
    <w:sig w:usb0="00000203" w:usb1="00000000" w:usb2="00000000" w:usb3="00000000" w:csb0="00000005" w:csb1="00000000"/>
  </w:font>
  <w:font w:name="GOST 2.304 type A">
    <w:charset w:val="CC"/>
    <w:family w:val="swiss"/>
    <w:pitch w:val="variable"/>
    <w:sig w:usb0="80000227" w:usb1="00000048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F2EE2" w14:textId="77777777" w:rsidR="00387609" w:rsidRDefault="003876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D48F1" w14:textId="77777777" w:rsidR="00387609" w:rsidRDefault="003876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033D4" w14:textId="76460FB3" w:rsidR="00387609" w:rsidRDefault="00387609">
    <w:pPr>
      <w:pStyle w:val="a7"/>
    </w:pPr>
    <w:r w:rsidRPr="00B87E80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1AB025A" wp14:editId="617303C5">
              <wp:simplePos x="0" y="0"/>
              <wp:positionH relativeFrom="column">
                <wp:posOffset>1417650</wp:posOffset>
              </wp:positionH>
              <wp:positionV relativeFrom="paragraph">
                <wp:posOffset>-497459</wp:posOffset>
              </wp:positionV>
              <wp:extent cx="428625" cy="276225"/>
              <wp:effectExtent l="0" t="0" r="28575" b="28575"/>
              <wp:wrapNone/>
              <wp:docPr id="3570" name="Полилиния: фигура 35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8625" cy="276225"/>
                      </a:xfrm>
                      <a:custGeom>
                        <a:avLst/>
                        <a:gdLst>
                          <a:gd name="connsiteX0" fmla="*/ 800962 w 4186272"/>
                          <a:gd name="connsiteY0" fmla="*/ 686229 h 2700449"/>
                          <a:gd name="connsiteX1" fmla="*/ 862 w 4186272"/>
                          <a:gd name="connsiteY1" fmla="*/ 2114979 h 2700449"/>
                          <a:gd name="connsiteX2" fmla="*/ 648562 w 4186272"/>
                          <a:gd name="connsiteY2" fmla="*/ 895779 h 2700449"/>
                          <a:gd name="connsiteX3" fmla="*/ 781912 w 4186272"/>
                          <a:gd name="connsiteY3" fmla="*/ 1029129 h 2700449"/>
                          <a:gd name="connsiteX4" fmla="*/ 496162 w 4186272"/>
                          <a:gd name="connsiteY4" fmla="*/ 1352979 h 2700449"/>
                          <a:gd name="connsiteX5" fmla="*/ 724762 w 4186272"/>
                          <a:gd name="connsiteY5" fmla="*/ 1314879 h 2700449"/>
                          <a:gd name="connsiteX6" fmla="*/ 562837 w 4186272"/>
                          <a:gd name="connsiteY6" fmla="*/ 1953054 h 2700449"/>
                          <a:gd name="connsiteX7" fmla="*/ 296137 w 4186272"/>
                          <a:gd name="connsiteY7" fmla="*/ 2114979 h 2700449"/>
                          <a:gd name="connsiteX8" fmla="*/ 353287 w 4186272"/>
                          <a:gd name="connsiteY8" fmla="*/ 1667304 h 2700449"/>
                          <a:gd name="connsiteX9" fmla="*/ 820012 w 4186272"/>
                          <a:gd name="connsiteY9" fmla="*/ 1267254 h 2700449"/>
                          <a:gd name="connsiteX10" fmla="*/ 1153387 w 4186272"/>
                          <a:gd name="connsiteY10" fmla="*/ 943404 h 2700449"/>
                          <a:gd name="connsiteX11" fmla="*/ 1896337 w 4186272"/>
                          <a:gd name="connsiteY11" fmla="*/ 657654 h 2700449"/>
                          <a:gd name="connsiteX12" fmla="*/ 2134462 w 4186272"/>
                          <a:gd name="connsiteY12" fmla="*/ 238554 h 2700449"/>
                          <a:gd name="connsiteX13" fmla="*/ 1905862 w 4186272"/>
                          <a:gd name="connsiteY13" fmla="*/ 162354 h 2700449"/>
                          <a:gd name="connsiteX14" fmla="*/ 905737 w 4186272"/>
                          <a:gd name="connsiteY14" fmla="*/ 2448354 h 2700449"/>
                          <a:gd name="connsiteX15" fmla="*/ 781912 w 4186272"/>
                          <a:gd name="connsiteY15" fmla="*/ 2153079 h 2700449"/>
                          <a:gd name="connsiteX16" fmla="*/ 1353412 w 4186272"/>
                          <a:gd name="connsiteY16" fmla="*/ 1267254 h 2700449"/>
                          <a:gd name="connsiteX17" fmla="*/ 1524862 w 4186272"/>
                          <a:gd name="connsiteY17" fmla="*/ 1267254 h 2700449"/>
                          <a:gd name="connsiteX18" fmla="*/ 1439137 w 4186272"/>
                          <a:gd name="connsiteY18" fmla="*/ 1676829 h 2700449"/>
                          <a:gd name="connsiteX19" fmla="*/ 1896337 w 4186272"/>
                          <a:gd name="connsiteY19" fmla="*/ 1257729 h 2700449"/>
                          <a:gd name="connsiteX20" fmla="*/ 1753462 w 4186272"/>
                          <a:gd name="connsiteY20" fmla="*/ 1305354 h 2700449"/>
                          <a:gd name="connsiteX21" fmla="*/ 1639162 w 4186272"/>
                          <a:gd name="connsiteY21" fmla="*/ 1724454 h 2700449"/>
                          <a:gd name="connsiteX22" fmla="*/ 2029687 w 4186272"/>
                          <a:gd name="connsiteY22" fmla="*/ 1495854 h 2700449"/>
                          <a:gd name="connsiteX23" fmla="*/ 2115412 w 4186272"/>
                          <a:gd name="connsiteY23" fmla="*/ 1219629 h 2700449"/>
                          <a:gd name="connsiteX24" fmla="*/ 1877287 w 4186272"/>
                          <a:gd name="connsiteY24" fmla="*/ 1695879 h 2700449"/>
                          <a:gd name="connsiteX25" fmla="*/ 2058262 w 4186272"/>
                          <a:gd name="connsiteY25" fmla="*/ 1733979 h 2700449"/>
                          <a:gd name="connsiteX26" fmla="*/ 2439262 w 4186272"/>
                          <a:gd name="connsiteY26" fmla="*/ 1200579 h 2700449"/>
                          <a:gd name="connsiteX27" fmla="*/ 2210662 w 4186272"/>
                          <a:gd name="connsiteY27" fmla="*/ 1438704 h 2700449"/>
                          <a:gd name="connsiteX28" fmla="*/ 2229712 w 4186272"/>
                          <a:gd name="connsiteY28" fmla="*/ 1743504 h 2700449"/>
                          <a:gd name="connsiteX29" fmla="*/ 2744062 w 4186272"/>
                          <a:gd name="connsiteY29" fmla="*/ 1210104 h 2700449"/>
                          <a:gd name="connsiteX30" fmla="*/ 2667862 w 4186272"/>
                          <a:gd name="connsiteY30" fmla="*/ 1133904 h 2700449"/>
                          <a:gd name="connsiteX31" fmla="*/ 2477362 w 4186272"/>
                          <a:gd name="connsiteY31" fmla="*/ 1591104 h 2700449"/>
                          <a:gd name="connsiteX32" fmla="*/ 2896462 w 4186272"/>
                          <a:gd name="connsiteY32" fmla="*/ 1343454 h 2700449"/>
                          <a:gd name="connsiteX33" fmla="*/ 3029812 w 4186272"/>
                          <a:gd name="connsiteY33" fmla="*/ 1038654 h 2700449"/>
                          <a:gd name="connsiteX34" fmla="*/ 2820262 w 4186272"/>
                          <a:gd name="connsiteY34" fmla="*/ 1286304 h 2700449"/>
                          <a:gd name="connsiteX35" fmla="*/ 2867887 w 4186272"/>
                          <a:gd name="connsiteY35" fmla="*/ 1419654 h 2700449"/>
                          <a:gd name="connsiteX36" fmla="*/ 3058387 w 4186272"/>
                          <a:gd name="connsiteY36" fmla="*/ 1248204 h 2700449"/>
                          <a:gd name="connsiteX37" fmla="*/ 2944087 w 4186272"/>
                          <a:gd name="connsiteY37" fmla="*/ 1543479 h 2700449"/>
                          <a:gd name="connsiteX38" fmla="*/ 3325087 w 4186272"/>
                          <a:gd name="connsiteY38" fmla="*/ 1229154 h 2700449"/>
                          <a:gd name="connsiteX39" fmla="*/ 3344137 w 4186272"/>
                          <a:gd name="connsiteY39" fmla="*/ 1381554 h 2700449"/>
                          <a:gd name="connsiteX40" fmla="*/ 3991837 w 4186272"/>
                          <a:gd name="connsiteY40" fmla="*/ 752904 h 2700449"/>
                          <a:gd name="connsiteX41" fmla="*/ 4182337 w 4186272"/>
                          <a:gd name="connsiteY41" fmla="*/ 143304 h 2700449"/>
                          <a:gd name="connsiteX42" fmla="*/ 3858487 w 4186272"/>
                          <a:gd name="connsiteY42" fmla="*/ 248079 h 2700449"/>
                          <a:gd name="connsiteX43" fmla="*/ 3429862 w 4186272"/>
                          <a:gd name="connsiteY43" fmla="*/ 1067229 h 2700449"/>
                          <a:gd name="connsiteX44" fmla="*/ 2667862 w 4186272"/>
                          <a:gd name="connsiteY44" fmla="*/ 2648379 h 2700449"/>
                          <a:gd name="connsiteX45" fmla="*/ 2534512 w 4186272"/>
                          <a:gd name="connsiteY45" fmla="*/ 2267379 h 2700449"/>
                          <a:gd name="connsiteX46" fmla="*/ 2848837 w 4186272"/>
                          <a:gd name="connsiteY46" fmla="*/ 1743504 h 2700449"/>
                          <a:gd name="connsiteX47" fmla="*/ 3039337 w 4186272"/>
                          <a:gd name="connsiteY47" fmla="*/ 1781604 h 2700449"/>
                          <a:gd name="connsiteX48" fmla="*/ 3344137 w 4186272"/>
                          <a:gd name="connsiteY48" fmla="*/ 1962579 h 2700449"/>
                          <a:gd name="connsiteX49" fmla="*/ 3591787 w 4186272"/>
                          <a:gd name="connsiteY49" fmla="*/ 1819704 h 2700449"/>
                          <a:gd name="connsiteX50" fmla="*/ 3496537 w 4186272"/>
                          <a:gd name="connsiteY50" fmla="*/ 1619679 h 2700449"/>
                          <a:gd name="connsiteX51" fmla="*/ 3363187 w 4186272"/>
                          <a:gd name="connsiteY51" fmla="*/ 1753029 h 2700449"/>
                          <a:gd name="connsiteX52" fmla="*/ 3829912 w 4186272"/>
                          <a:gd name="connsiteY52" fmla="*/ 1610154 h 2700449"/>
                          <a:gd name="connsiteX53" fmla="*/ 3972787 w 4186272"/>
                          <a:gd name="connsiteY53" fmla="*/ 1448229 h 2700449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</a:cxnLst>
                        <a:rect l="l" t="t" r="r" b="b"/>
                        <a:pathLst>
                          <a:path w="4186272" h="2700449">
                            <a:moveTo>
                              <a:pt x="800962" y="686229"/>
                            </a:moveTo>
                            <a:cubicBezTo>
                              <a:pt x="413612" y="1383141"/>
                              <a:pt x="26262" y="2080054"/>
                              <a:pt x="862" y="2114979"/>
                            </a:cubicBezTo>
                            <a:cubicBezTo>
                              <a:pt x="-24538" y="2149904"/>
                              <a:pt x="518387" y="1076754"/>
                              <a:pt x="648562" y="895779"/>
                            </a:cubicBezTo>
                            <a:cubicBezTo>
                              <a:pt x="778737" y="714804"/>
                              <a:pt x="807312" y="952929"/>
                              <a:pt x="781912" y="1029129"/>
                            </a:cubicBezTo>
                            <a:cubicBezTo>
                              <a:pt x="756512" y="1105329"/>
                              <a:pt x="505687" y="1305354"/>
                              <a:pt x="496162" y="1352979"/>
                            </a:cubicBezTo>
                            <a:cubicBezTo>
                              <a:pt x="486637" y="1400604"/>
                              <a:pt x="713650" y="1214867"/>
                              <a:pt x="724762" y="1314879"/>
                            </a:cubicBezTo>
                            <a:cubicBezTo>
                              <a:pt x="735874" y="1414891"/>
                              <a:pt x="634274" y="1819704"/>
                              <a:pt x="562837" y="1953054"/>
                            </a:cubicBezTo>
                            <a:cubicBezTo>
                              <a:pt x="491400" y="2086404"/>
                              <a:pt x="331062" y="2162604"/>
                              <a:pt x="296137" y="2114979"/>
                            </a:cubicBezTo>
                            <a:cubicBezTo>
                              <a:pt x="261212" y="2067354"/>
                              <a:pt x="265975" y="1808591"/>
                              <a:pt x="353287" y="1667304"/>
                            </a:cubicBezTo>
                            <a:cubicBezTo>
                              <a:pt x="440599" y="1526017"/>
                              <a:pt x="686662" y="1387904"/>
                              <a:pt x="820012" y="1267254"/>
                            </a:cubicBezTo>
                            <a:cubicBezTo>
                              <a:pt x="953362" y="1146604"/>
                              <a:pt x="974000" y="1045004"/>
                              <a:pt x="1153387" y="943404"/>
                            </a:cubicBezTo>
                            <a:cubicBezTo>
                              <a:pt x="1332774" y="841804"/>
                              <a:pt x="1732825" y="775129"/>
                              <a:pt x="1896337" y="657654"/>
                            </a:cubicBezTo>
                            <a:cubicBezTo>
                              <a:pt x="2059849" y="540179"/>
                              <a:pt x="2132875" y="321104"/>
                              <a:pt x="2134462" y="238554"/>
                            </a:cubicBezTo>
                            <a:cubicBezTo>
                              <a:pt x="2136049" y="156004"/>
                              <a:pt x="2110649" y="-205946"/>
                              <a:pt x="1905862" y="162354"/>
                            </a:cubicBezTo>
                            <a:cubicBezTo>
                              <a:pt x="1701075" y="530654"/>
                              <a:pt x="1093062" y="2116567"/>
                              <a:pt x="905737" y="2448354"/>
                            </a:cubicBezTo>
                            <a:cubicBezTo>
                              <a:pt x="718412" y="2780141"/>
                              <a:pt x="707300" y="2349929"/>
                              <a:pt x="781912" y="2153079"/>
                            </a:cubicBezTo>
                            <a:cubicBezTo>
                              <a:pt x="856524" y="1956229"/>
                              <a:pt x="1229587" y="1414892"/>
                              <a:pt x="1353412" y="1267254"/>
                            </a:cubicBezTo>
                            <a:cubicBezTo>
                              <a:pt x="1477237" y="1119617"/>
                              <a:pt x="1510575" y="1198992"/>
                              <a:pt x="1524862" y="1267254"/>
                            </a:cubicBezTo>
                            <a:cubicBezTo>
                              <a:pt x="1539149" y="1335516"/>
                              <a:pt x="1377225" y="1678416"/>
                              <a:pt x="1439137" y="1676829"/>
                            </a:cubicBezTo>
                            <a:cubicBezTo>
                              <a:pt x="1501049" y="1675242"/>
                              <a:pt x="1843950" y="1319641"/>
                              <a:pt x="1896337" y="1257729"/>
                            </a:cubicBezTo>
                            <a:cubicBezTo>
                              <a:pt x="1948724" y="1195817"/>
                              <a:pt x="1796324" y="1227567"/>
                              <a:pt x="1753462" y="1305354"/>
                            </a:cubicBezTo>
                            <a:cubicBezTo>
                              <a:pt x="1710600" y="1383141"/>
                              <a:pt x="1593125" y="1692704"/>
                              <a:pt x="1639162" y="1724454"/>
                            </a:cubicBezTo>
                            <a:cubicBezTo>
                              <a:pt x="1685199" y="1756204"/>
                              <a:pt x="1950312" y="1579992"/>
                              <a:pt x="2029687" y="1495854"/>
                            </a:cubicBezTo>
                            <a:cubicBezTo>
                              <a:pt x="2109062" y="1411717"/>
                              <a:pt x="2140812" y="1186292"/>
                              <a:pt x="2115412" y="1219629"/>
                            </a:cubicBezTo>
                            <a:cubicBezTo>
                              <a:pt x="2090012" y="1252966"/>
                              <a:pt x="1886812" y="1610154"/>
                              <a:pt x="1877287" y="1695879"/>
                            </a:cubicBezTo>
                            <a:cubicBezTo>
                              <a:pt x="1867762" y="1781604"/>
                              <a:pt x="1964599" y="1816529"/>
                              <a:pt x="2058262" y="1733979"/>
                            </a:cubicBezTo>
                            <a:cubicBezTo>
                              <a:pt x="2151925" y="1651429"/>
                              <a:pt x="2413862" y="1249791"/>
                              <a:pt x="2439262" y="1200579"/>
                            </a:cubicBezTo>
                            <a:cubicBezTo>
                              <a:pt x="2464662" y="1151367"/>
                              <a:pt x="2245587" y="1348217"/>
                              <a:pt x="2210662" y="1438704"/>
                            </a:cubicBezTo>
                            <a:cubicBezTo>
                              <a:pt x="2175737" y="1529191"/>
                              <a:pt x="2140812" y="1781604"/>
                              <a:pt x="2229712" y="1743504"/>
                            </a:cubicBezTo>
                            <a:cubicBezTo>
                              <a:pt x="2318612" y="1705404"/>
                              <a:pt x="2671037" y="1311704"/>
                              <a:pt x="2744062" y="1210104"/>
                            </a:cubicBezTo>
                            <a:cubicBezTo>
                              <a:pt x="2817087" y="1108504"/>
                              <a:pt x="2712312" y="1070404"/>
                              <a:pt x="2667862" y="1133904"/>
                            </a:cubicBezTo>
                            <a:cubicBezTo>
                              <a:pt x="2623412" y="1197404"/>
                              <a:pt x="2439262" y="1556179"/>
                              <a:pt x="2477362" y="1591104"/>
                            </a:cubicBezTo>
                            <a:cubicBezTo>
                              <a:pt x="2515462" y="1626029"/>
                              <a:pt x="2804387" y="1435529"/>
                              <a:pt x="2896462" y="1343454"/>
                            </a:cubicBezTo>
                            <a:cubicBezTo>
                              <a:pt x="2988537" y="1251379"/>
                              <a:pt x="3042512" y="1048179"/>
                              <a:pt x="3029812" y="1038654"/>
                            </a:cubicBezTo>
                            <a:cubicBezTo>
                              <a:pt x="3017112" y="1029129"/>
                              <a:pt x="2847249" y="1222804"/>
                              <a:pt x="2820262" y="1286304"/>
                            </a:cubicBezTo>
                            <a:cubicBezTo>
                              <a:pt x="2793275" y="1349804"/>
                              <a:pt x="2828200" y="1426004"/>
                              <a:pt x="2867887" y="1419654"/>
                            </a:cubicBezTo>
                            <a:cubicBezTo>
                              <a:pt x="2907574" y="1413304"/>
                              <a:pt x="3045687" y="1227567"/>
                              <a:pt x="3058387" y="1248204"/>
                            </a:cubicBezTo>
                            <a:cubicBezTo>
                              <a:pt x="3071087" y="1268841"/>
                              <a:pt x="2899637" y="1546654"/>
                              <a:pt x="2944087" y="1543479"/>
                            </a:cubicBezTo>
                            <a:cubicBezTo>
                              <a:pt x="2988537" y="1540304"/>
                              <a:pt x="3258412" y="1256142"/>
                              <a:pt x="3325087" y="1229154"/>
                            </a:cubicBezTo>
                            <a:cubicBezTo>
                              <a:pt x="3391762" y="1202167"/>
                              <a:pt x="3233012" y="1460929"/>
                              <a:pt x="3344137" y="1381554"/>
                            </a:cubicBezTo>
                            <a:cubicBezTo>
                              <a:pt x="3455262" y="1302179"/>
                              <a:pt x="3852137" y="959279"/>
                              <a:pt x="3991837" y="752904"/>
                            </a:cubicBezTo>
                            <a:cubicBezTo>
                              <a:pt x="4131537" y="546529"/>
                              <a:pt x="4204562" y="227441"/>
                              <a:pt x="4182337" y="143304"/>
                            </a:cubicBezTo>
                            <a:cubicBezTo>
                              <a:pt x="4160112" y="59166"/>
                              <a:pt x="3983900" y="94091"/>
                              <a:pt x="3858487" y="248079"/>
                            </a:cubicBezTo>
                            <a:cubicBezTo>
                              <a:pt x="3733074" y="402067"/>
                              <a:pt x="3628300" y="667179"/>
                              <a:pt x="3429862" y="1067229"/>
                            </a:cubicBezTo>
                            <a:cubicBezTo>
                              <a:pt x="3231425" y="1467279"/>
                              <a:pt x="2817087" y="2448354"/>
                              <a:pt x="2667862" y="2648379"/>
                            </a:cubicBezTo>
                            <a:cubicBezTo>
                              <a:pt x="2518637" y="2848404"/>
                              <a:pt x="2504350" y="2418191"/>
                              <a:pt x="2534512" y="2267379"/>
                            </a:cubicBezTo>
                            <a:cubicBezTo>
                              <a:pt x="2564674" y="2116567"/>
                              <a:pt x="2764699" y="1824467"/>
                              <a:pt x="2848837" y="1743504"/>
                            </a:cubicBezTo>
                            <a:cubicBezTo>
                              <a:pt x="2932975" y="1662541"/>
                              <a:pt x="2956787" y="1745092"/>
                              <a:pt x="3039337" y="1781604"/>
                            </a:cubicBezTo>
                            <a:cubicBezTo>
                              <a:pt x="3121887" y="1818116"/>
                              <a:pt x="3252062" y="1956229"/>
                              <a:pt x="3344137" y="1962579"/>
                            </a:cubicBezTo>
                            <a:cubicBezTo>
                              <a:pt x="3436212" y="1968929"/>
                              <a:pt x="3566387" y="1876854"/>
                              <a:pt x="3591787" y="1819704"/>
                            </a:cubicBezTo>
                            <a:cubicBezTo>
                              <a:pt x="3617187" y="1762554"/>
                              <a:pt x="3534637" y="1630791"/>
                              <a:pt x="3496537" y="1619679"/>
                            </a:cubicBezTo>
                            <a:cubicBezTo>
                              <a:pt x="3458437" y="1608567"/>
                              <a:pt x="3307625" y="1754616"/>
                              <a:pt x="3363187" y="1753029"/>
                            </a:cubicBezTo>
                            <a:cubicBezTo>
                              <a:pt x="3418749" y="1751442"/>
                              <a:pt x="3728312" y="1660954"/>
                              <a:pt x="3829912" y="1610154"/>
                            </a:cubicBezTo>
                            <a:cubicBezTo>
                              <a:pt x="3931512" y="1559354"/>
                              <a:pt x="3952149" y="1503791"/>
                              <a:pt x="3972787" y="1448229"/>
                            </a:cubicBezTo>
                          </a:path>
                        </a:pathLst>
                      </a:cu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1DC193" id="Полилиния: фигура 3570" o:spid="_x0000_s1026" style="position:absolute;margin-left:111.65pt;margin-top:-39.15pt;width:33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86272,2700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" path="m800962,686229c413612,1383141,26262,2080054,862,2114979,-24538,2149904,518387,1076754,648562,895779v130175,-180975,158750,57150,133350,133350c756512,1105329,505687,1305354,496162,1352979v-9525,47625,217488,-138112,228600,-38100c735874,1414891,634274,1819704,562837,1953054v-71437,133350,-231775,209550,-266700,161925c261212,2067354,265975,1808591,353287,1667304v87312,-141287,333375,-279400,466725,-400050c953362,1146604,974000,1045004,1153387,943404,1332774,841804,1732825,775129,1896337,657654,2059849,540179,2132875,321104,2134462,238554v1587,-82550,-23813,-444500,-228600,-76200c1701075,530654,1093062,2116567,905737,2448354,718412,2780141,707300,2349929,781912,2153079v74612,-196850,447675,-738187,571500,-885825c1477237,1119617,1510575,1198992,1524862,1267254v14287,68262,-147637,411162,-85725,409575c1501049,1675242,1843950,1319641,1896337,1257729v52387,-61912,-100013,-30162,-142875,47625c1710600,1383141,1593125,1692704,1639162,1724454v46037,31750,311150,-144462,390525,-228600c2109062,1411717,2140812,1186292,2115412,1219629v-25400,33337,-228600,390525,-238125,476250c1867762,1781604,1964599,1816529,2058262,1733979v93663,-82550,355600,-484188,381000,-533400c2464662,1151367,2245587,1348217,2210662,1438704v-34925,90487,-69850,342900,19050,304800c2318612,1705404,2671037,1311704,2744062,1210104v73025,-101600,-31750,-139700,-76200,-76200c2623412,1197404,2439262,1556179,2477362,1591104v38100,34925,327025,-155575,419100,-247650c2988537,1251379,3042512,1048179,3029812,1038654v-12700,-9525,-182563,184150,-209550,247650c2793275,1349804,2828200,1426004,2867887,1419654v39687,-6350,177800,-192087,190500,-171450c3071087,1268841,2899637,1546654,2944087,1543479v44450,-3175,314325,-287337,381000,-314325c3391762,1202167,3233012,1460929,3344137,1381554v111125,-79375,508000,-422275,647700,-628650c4131537,546529,4204562,227441,4182337,143304,4160112,59166,3983900,94091,3858487,248079v-125413,153988,-230187,419100,-428625,819150c3231425,1467279,2817087,2448354,2667862,2648379v-149225,200025,-163512,-230188,-133350,-381000c2564674,2116567,2764699,1824467,2848837,1743504v84138,-80963,107950,1588,190500,38100c3121887,1818116,3252062,1956229,3344137,1962579v92075,6350,222250,-85725,247650,-142875c3617187,1762554,3534637,1630791,3496537,1619679v-38100,-11112,-188912,134937,-133350,133350c3418749,1751442,3728312,1660954,3829912,1610154v101600,-50800,122237,-106363,142875,-161925e" filled="f" strokecolor="#1f3763 [1604]" strokeweight="1pt">
              <v:stroke joinstyle="miter"/>
              <v:path arrowok="t" o:connecttype="custom" o:connectlocs="82009,70193;88,216338;66405,91628;80059,105268;50801,138394;74207,134497;57628,199775;30321,216338;36172,170546;83960,129626;118093,96499;194163,67270;218544,24401;195138,16607;92737,250439;80059,220235;138573,129626;156128,129626;147351,171520;194163,128651;179534,133523;167831,176392;207816,153009;216593,124754;192212,173469;210742,177366;249752,122805;226346,147163;228296,178340;280960,123780;273158,115985;253653,162752;296564,137420;310217,106242;288762,131574;293638,145214;313143,127677;301440,157880;340450,125728;342400,141317;408717,77013;428222,14658;395064,25376;351178,109165;273158,270899;259504,231927;291687,178340;311192,182238;342400,200749;367757,186135;358004,165675;344351,179315;392138,164700;406767,148137" o:connectangles="0,0,0,0,0,0,0,0,0,0,0,0,0,0,0,0,0,0,0,0,0,0,0,0,0,0,0,0,0,0,0,0,0,0,0,0,0,0,0,0,0,0,0,0,0,0,0,0,0,0,0,0,0,0"/>
            </v:shape>
          </w:pict>
        </mc:Fallback>
      </mc:AlternateContent>
    </w:r>
    <w:r w:rsidRPr="00B87E80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97A51D9" wp14:editId="663C2039">
              <wp:simplePos x="0" y="0"/>
              <wp:positionH relativeFrom="column">
                <wp:posOffset>1383386</wp:posOffset>
              </wp:positionH>
              <wp:positionV relativeFrom="paragraph">
                <wp:posOffset>-259080</wp:posOffset>
              </wp:positionV>
              <wp:extent cx="548640" cy="197485"/>
              <wp:effectExtent l="0" t="0" r="22860" b="12065"/>
              <wp:wrapNone/>
              <wp:docPr id="3573" name="Полилиния: фигура 35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8640" cy="197485"/>
                      </a:xfrm>
                      <a:custGeom>
                        <a:avLst/>
                        <a:gdLst>
                          <a:gd name="connsiteX0" fmla="*/ 255983 w 4707214"/>
                          <a:gd name="connsiteY0" fmla="*/ 1062928 h 2020122"/>
                          <a:gd name="connsiteX1" fmla="*/ 825327 w 4707214"/>
                          <a:gd name="connsiteY1" fmla="*/ 1045675 h 2020122"/>
                          <a:gd name="connsiteX2" fmla="*/ 997855 w 4707214"/>
                          <a:gd name="connsiteY2" fmla="*/ 1295841 h 2020122"/>
                          <a:gd name="connsiteX3" fmla="*/ 920217 w 4707214"/>
                          <a:gd name="connsiteY3" fmla="*/ 1735788 h 2020122"/>
                          <a:gd name="connsiteX4" fmla="*/ 532029 w 4707214"/>
                          <a:gd name="connsiteY4" fmla="*/ 1925569 h 2020122"/>
                          <a:gd name="connsiteX5" fmla="*/ 281863 w 4707214"/>
                          <a:gd name="connsiteY5" fmla="*/ 1770294 h 2020122"/>
                          <a:gd name="connsiteX6" fmla="*/ 48950 w 4707214"/>
                          <a:gd name="connsiteY6" fmla="*/ 1778920 h 2020122"/>
                          <a:gd name="connsiteX7" fmla="*/ 5817 w 4707214"/>
                          <a:gd name="connsiteY7" fmla="*/ 1899690 h 2020122"/>
                          <a:gd name="connsiteX8" fmla="*/ 135214 w 4707214"/>
                          <a:gd name="connsiteY8" fmla="*/ 1899690 h 2020122"/>
                          <a:gd name="connsiteX9" fmla="*/ 376753 w 4707214"/>
                          <a:gd name="connsiteY9" fmla="*/ 1571886 h 2020122"/>
                          <a:gd name="connsiteX10" fmla="*/ 652799 w 4707214"/>
                          <a:gd name="connsiteY10" fmla="*/ 717871 h 2020122"/>
                          <a:gd name="connsiteX11" fmla="*/ 877085 w 4707214"/>
                          <a:gd name="connsiteY11" fmla="*/ 502211 h 2020122"/>
                          <a:gd name="connsiteX12" fmla="*/ 618293 w 4707214"/>
                          <a:gd name="connsiteY12" fmla="*/ 1632271 h 2020122"/>
                          <a:gd name="connsiteX13" fmla="*/ 851206 w 4707214"/>
                          <a:gd name="connsiteY13" fmla="*/ 1839305 h 2020122"/>
                          <a:gd name="connsiteX14" fmla="*/ 1291153 w 4707214"/>
                          <a:gd name="connsiteY14" fmla="*/ 1433864 h 2020122"/>
                          <a:gd name="connsiteX15" fmla="*/ 1463682 w 4707214"/>
                          <a:gd name="connsiteY15" fmla="*/ 1192324 h 2020122"/>
                          <a:gd name="connsiteX16" fmla="*/ 1248021 w 4707214"/>
                          <a:gd name="connsiteY16" fmla="*/ 1287215 h 2020122"/>
                          <a:gd name="connsiteX17" fmla="*/ 1248021 w 4707214"/>
                          <a:gd name="connsiteY17" fmla="*/ 1528754 h 2020122"/>
                          <a:gd name="connsiteX18" fmla="*/ 1567199 w 4707214"/>
                          <a:gd name="connsiteY18" fmla="*/ 1520128 h 2020122"/>
                          <a:gd name="connsiteX19" fmla="*/ 1946761 w 4707214"/>
                          <a:gd name="connsiteY19" fmla="*/ 1157818 h 2020122"/>
                          <a:gd name="connsiteX20" fmla="*/ 2033025 w 4707214"/>
                          <a:gd name="connsiteY20" fmla="*/ 942158 h 2020122"/>
                          <a:gd name="connsiteX21" fmla="*/ 1938134 w 4707214"/>
                          <a:gd name="connsiteY21" fmla="*/ 899026 h 2020122"/>
                          <a:gd name="connsiteX22" fmla="*/ 1713848 w 4707214"/>
                          <a:gd name="connsiteY22" fmla="*/ 1330347 h 2020122"/>
                          <a:gd name="connsiteX23" fmla="*/ 1912255 w 4707214"/>
                          <a:gd name="connsiteY23" fmla="*/ 1433864 h 2020122"/>
                          <a:gd name="connsiteX24" fmla="*/ 2283191 w 4707214"/>
                          <a:gd name="connsiteY24" fmla="*/ 1166445 h 2020122"/>
                          <a:gd name="connsiteX25" fmla="*/ 2490225 w 4707214"/>
                          <a:gd name="connsiteY25" fmla="*/ 907652 h 2020122"/>
                          <a:gd name="connsiteX26" fmla="*/ 2447093 w 4707214"/>
                          <a:gd name="connsiteY26" fmla="*/ 786883 h 2020122"/>
                          <a:gd name="connsiteX27" fmla="*/ 2153795 w 4707214"/>
                          <a:gd name="connsiteY27" fmla="*/ 1080181 h 2020122"/>
                          <a:gd name="connsiteX28" fmla="*/ 2171048 w 4707214"/>
                          <a:gd name="connsiteY28" fmla="*/ 1261335 h 2020122"/>
                          <a:gd name="connsiteX29" fmla="*/ 2662753 w 4707214"/>
                          <a:gd name="connsiteY29" fmla="*/ 1088807 h 2020122"/>
                          <a:gd name="connsiteX30" fmla="*/ 3050942 w 4707214"/>
                          <a:gd name="connsiteY30" fmla="*/ 614354 h 2020122"/>
                          <a:gd name="connsiteX31" fmla="*/ 3266602 w 4707214"/>
                          <a:gd name="connsiteY31" fmla="*/ 174407 h 2020122"/>
                          <a:gd name="connsiteX32" fmla="*/ 3223470 w 4707214"/>
                          <a:gd name="connsiteY32" fmla="*/ 1879 h 2020122"/>
                          <a:gd name="connsiteX33" fmla="*/ 2981931 w 4707214"/>
                          <a:gd name="connsiteY33" fmla="*/ 269298 h 2020122"/>
                          <a:gd name="connsiteX34" fmla="*/ 2136542 w 4707214"/>
                          <a:gd name="connsiteY34" fmla="*/ 1942822 h 2020122"/>
                          <a:gd name="connsiteX35" fmla="*/ 2403961 w 4707214"/>
                          <a:gd name="connsiteY35" fmla="*/ 1640898 h 2020122"/>
                          <a:gd name="connsiteX36" fmla="*/ 3715176 w 4707214"/>
                          <a:gd name="connsiteY36" fmla="*/ 752377 h 2020122"/>
                          <a:gd name="connsiteX37" fmla="*/ 3206217 w 4707214"/>
                          <a:gd name="connsiteY37" fmla="*/ 1088807 h 2020122"/>
                          <a:gd name="connsiteX38" fmla="*/ 2904293 w 4707214"/>
                          <a:gd name="connsiteY38" fmla="*/ 1589139 h 2020122"/>
                          <a:gd name="connsiteX39" fmla="*/ 2947425 w 4707214"/>
                          <a:gd name="connsiteY39" fmla="*/ 1580513 h 2020122"/>
                          <a:gd name="connsiteX40" fmla="*/ 4707214 w 4707214"/>
                          <a:gd name="connsiteY40" fmla="*/ 433200 h 2020122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</a:cxnLst>
                        <a:rect l="l" t="t" r="r" b="b"/>
                        <a:pathLst>
                          <a:path w="4707214" h="2020122">
                            <a:moveTo>
                              <a:pt x="255983" y="1062928"/>
                            </a:moveTo>
                            <a:cubicBezTo>
                              <a:pt x="478832" y="1034892"/>
                              <a:pt x="701682" y="1006856"/>
                              <a:pt x="825327" y="1045675"/>
                            </a:cubicBezTo>
                            <a:cubicBezTo>
                              <a:pt x="948972" y="1084494"/>
                              <a:pt x="982040" y="1180822"/>
                              <a:pt x="997855" y="1295841"/>
                            </a:cubicBezTo>
                            <a:cubicBezTo>
                              <a:pt x="1013670" y="1410860"/>
                              <a:pt x="997855" y="1630833"/>
                              <a:pt x="920217" y="1735788"/>
                            </a:cubicBezTo>
                            <a:cubicBezTo>
                              <a:pt x="842579" y="1840743"/>
                              <a:pt x="638421" y="1919818"/>
                              <a:pt x="532029" y="1925569"/>
                            </a:cubicBezTo>
                            <a:cubicBezTo>
                              <a:pt x="425637" y="1931320"/>
                              <a:pt x="362376" y="1794735"/>
                              <a:pt x="281863" y="1770294"/>
                            </a:cubicBezTo>
                            <a:cubicBezTo>
                              <a:pt x="201350" y="1745853"/>
                              <a:pt x="94958" y="1757354"/>
                              <a:pt x="48950" y="1778920"/>
                            </a:cubicBezTo>
                            <a:cubicBezTo>
                              <a:pt x="2942" y="1800486"/>
                              <a:pt x="-8560" y="1879562"/>
                              <a:pt x="5817" y="1899690"/>
                            </a:cubicBezTo>
                            <a:cubicBezTo>
                              <a:pt x="20194" y="1919818"/>
                              <a:pt x="73391" y="1954324"/>
                              <a:pt x="135214" y="1899690"/>
                            </a:cubicBezTo>
                            <a:cubicBezTo>
                              <a:pt x="197037" y="1845056"/>
                              <a:pt x="290489" y="1768856"/>
                              <a:pt x="376753" y="1571886"/>
                            </a:cubicBezTo>
                            <a:cubicBezTo>
                              <a:pt x="463017" y="1374916"/>
                              <a:pt x="569410" y="896150"/>
                              <a:pt x="652799" y="717871"/>
                            </a:cubicBezTo>
                            <a:cubicBezTo>
                              <a:pt x="736188" y="539592"/>
                              <a:pt x="882836" y="349811"/>
                              <a:pt x="877085" y="502211"/>
                            </a:cubicBezTo>
                            <a:cubicBezTo>
                              <a:pt x="871334" y="654611"/>
                              <a:pt x="622606" y="1409422"/>
                              <a:pt x="618293" y="1632271"/>
                            </a:cubicBezTo>
                            <a:cubicBezTo>
                              <a:pt x="613980" y="1855120"/>
                              <a:pt x="739063" y="1872373"/>
                              <a:pt x="851206" y="1839305"/>
                            </a:cubicBezTo>
                            <a:cubicBezTo>
                              <a:pt x="963349" y="1806237"/>
                              <a:pt x="1189074" y="1541694"/>
                              <a:pt x="1291153" y="1433864"/>
                            </a:cubicBezTo>
                            <a:cubicBezTo>
                              <a:pt x="1393232" y="1326034"/>
                              <a:pt x="1470871" y="1216765"/>
                              <a:pt x="1463682" y="1192324"/>
                            </a:cubicBezTo>
                            <a:cubicBezTo>
                              <a:pt x="1456493" y="1167883"/>
                              <a:pt x="1283964" y="1231143"/>
                              <a:pt x="1248021" y="1287215"/>
                            </a:cubicBezTo>
                            <a:cubicBezTo>
                              <a:pt x="1212078" y="1343287"/>
                              <a:pt x="1194825" y="1489935"/>
                              <a:pt x="1248021" y="1528754"/>
                            </a:cubicBezTo>
                            <a:cubicBezTo>
                              <a:pt x="1301217" y="1567573"/>
                              <a:pt x="1450742" y="1581951"/>
                              <a:pt x="1567199" y="1520128"/>
                            </a:cubicBezTo>
                            <a:cubicBezTo>
                              <a:pt x="1683656" y="1458305"/>
                              <a:pt x="1869123" y="1254146"/>
                              <a:pt x="1946761" y="1157818"/>
                            </a:cubicBezTo>
                            <a:cubicBezTo>
                              <a:pt x="2024399" y="1061490"/>
                              <a:pt x="2034463" y="985290"/>
                              <a:pt x="2033025" y="942158"/>
                            </a:cubicBezTo>
                            <a:cubicBezTo>
                              <a:pt x="2031587" y="899026"/>
                              <a:pt x="1991330" y="834328"/>
                              <a:pt x="1938134" y="899026"/>
                            </a:cubicBezTo>
                            <a:cubicBezTo>
                              <a:pt x="1884938" y="963724"/>
                              <a:pt x="1718161" y="1241207"/>
                              <a:pt x="1713848" y="1330347"/>
                            </a:cubicBezTo>
                            <a:cubicBezTo>
                              <a:pt x="1709535" y="1419487"/>
                              <a:pt x="1817365" y="1461181"/>
                              <a:pt x="1912255" y="1433864"/>
                            </a:cubicBezTo>
                            <a:cubicBezTo>
                              <a:pt x="2007146" y="1406547"/>
                              <a:pt x="2186863" y="1254147"/>
                              <a:pt x="2283191" y="1166445"/>
                            </a:cubicBezTo>
                            <a:cubicBezTo>
                              <a:pt x="2379519" y="1078743"/>
                              <a:pt x="2462908" y="970912"/>
                              <a:pt x="2490225" y="907652"/>
                            </a:cubicBezTo>
                            <a:cubicBezTo>
                              <a:pt x="2517542" y="844392"/>
                              <a:pt x="2503165" y="758128"/>
                              <a:pt x="2447093" y="786883"/>
                            </a:cubicBezTo>
                            <a:cubicBezTo>
                              <a:pt x="2391021" y="815638"/>
                              <a:pt x="2199802" y="1001106"/>
                              <a:pt x="2153795" y="1080181"/>
                            </a:cubicBezTo>
                            <a:cubicBezTo>
                              <a:pt x="2107788" y="1159256"/>
                              <a:pt x="2086222" y="1259897"/>
                              <a:pt x="2171048" y="1261335"/>
                            </a:cubicBezTo>
                            <a:cubicBezTo>
                              <a:pt x="2255874" y="1262773"/>
                              <a:pt x="2516104" y="1196637"/>
                              <a:pt x="2662753" y="1088807"/>
                            </a:cubicBezTo>
                            <a:cubicBezTo>
                              <a:pt x="2809402" y="980977"/>
                              <a:pt x="2950301" y="766754"/>
                              <a:pt x="3050942" y="614354"/>
                            </a:cubicBezTo>
                            <a:cubicBezTo>
                              <a:pt x="3151584" y="461954"/>
                              <a:pt x="3237847" y="276486"/>
                              <a:pt x="3266602" y="174407"/>
                            </a:cubicBezTo>
                            <a:cubicBezTo>
                              <a:pt x="3295357" y="72328"/>
                              <a:pt x="3270915" y="-13936"/>
                              <a:pt x="3223470" y="1879"/>
                            </a:cubicBezTo>
                            <a:cubicBezTo>
                              <a:pt x="3176025" y="17694"/>
                              <a:pt x="3163086" y="-54193"/>
                              <a:pt x="2981931" y="269298"/>
                            </a:cubicBezTo>
                            <a:cubicBezTo>
                              <a:pt x="2800776" y="592789"/>
                              <a:pt x="2232870" y="1714222"/>
                              <a:pt x="2136542" y="1942822"/>
                            </a:cubicBezTo>
                            <a:cubicBezTo>
                              <a:pt x="2040214" y="2171422"/>
                              <a:pt x="2140855" y="1839306"/>
                              <a:pt x="2403961" y="1640898"/>
                            </a:cubicBezTo>
                            <a:cubicBezTo>
                              <a:pt x="2667067" y="1442491"/>
                              <a:pt x="3581467" y="844392"/>
                              <a:pt x="3715176" y="752377"/>
                            </a:cubicBezTo>
                            <a:cubicBezTo>
                              <a:pt x="3848885" y="660362"/>
                              <a:pt x="3341364" y="949347"/>
                              <a:pt x="3206217" y="1088807"/>
                            </a:cubicBezTo>
                            <a:cubicBezTo>
                              <a:pt x="3071070" y="1228267"/>
                              <a:pt x="2947425" y="1507188"/>
                              <a:pt x="2904293" y="1589139"/>
                            </a:cubicBezTo>
                            <a:cubicBezTo>
                              <a:pt x="2861161" y="1671090"/>
                              <a:pt x="2646938" y="1773170"/>
                              <a:pt x="2947425" y="1580513"/>
                            </a:cubicBezTo>
                            <a:cubicBezTo>
                              <a:pt x="3247912" y="1387857"/>
                              <a:pt x="3977563" y="910528"/>
                              <a:pt x="4707214" y="433200"/>
                            </a:cubicBezTo>
                          </a:path>
                        </a:pathLst>
                      </a:cu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F6ECA2" id="Полилиния: фигура 3573" o:spid="_x0000_s1026" style="position:absolute;margin-left:108.95pt;margin-top:-20.4pt;width:43.2pt;height:1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07214,202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" path="m255983,1062928v222849,-28036,445699,-56072,569344,-17253c948972,1084494,982040,1180822,997855,1295841v15815,115019,,334992,-77638,439947c842579,1840743,638421,1919818,532029,1925569,425637,1931320,362376,1794735,281863,1770294v-80513,-24441,-186905,-12940,-232913,8626c2942,1800486,-8560,1879562,5817,1899690v14377,20128,67574,54634,129397,c197037,1845056,290489,1768856,376753,1571886,463017,1374916,569410,896150,652799,717871,736188,539592,882836,349811,877085,502211,871334,654611,622606,1409422,618293,1632271v-4313,222849,120770,240102,232913,207034c963349,1806237,1189074,1541694,1291153,1433864v102079,-107830,179718,-217099,172529,-241540c1456493,1167883,1283964,1231143,1248021,1287215v-35943,56072,-53196,202720,,241539c1301217,1567573,1450742,1581951,1567199,1520128v116457,-61823,301924,-265982,379562,-362310c2024399,1061490,2034463,985290,2033025,942158v-1438,-43132,-41695,-107830,-94891,-43132c1884938,963724,1718161,1241207,1713848,1330347v-4313,89140,103517,130834,198407,103517c2007146,1406547,2186863,1254147,2283191,1166445v96328,-87702,179717,-195533,207034,-258793c2517542,844392,2503165,758128,2447093,786883v-56072,28755,-247291,214223,-293298,293298c2107788,1159256,2086222,1259897,2171048,1261335v84826,1438,345056,-64698,491705,-172528c2809402,980977,2950301,766754,3050942,614354,3151584,461954,3237847,276486,3266602,174407,3295357,72328,3270915,-13936,3223470,1879v-47445,15815,-60384,-56072,-241539,267419c2800776,592789,2232870,1714222,2136542,1942822v-96328,228600,4313,-103516,267419,-301924c2667067,1442491,3581467,844392,3715176,752377v133709,-92015,-373812,196970,-508959,336430c3071070,1228267,2947425,1507188,2904293,1589139v-43132,81951,-257355,184031,43132,-8626c3247912,1387857,3977563,910528,4707214,433200e" filled="f" strokecolor="#1f3763 [1604]" strokeweight="1pt">
              <v:stroke joinstyle="miter"/>
              <v:path arrowok="t" o:connecttype="custom" o:connectlocs="29836,103911;96194,102224;116303,126680;107254,169689;62010,188242;32852,173062;5705,173905;678,185712;15760,185712;43912,153666;76086,70178;102227,49096;72064,159569;99211,179809;150488,140173;170597,116560;145461,125837;145461,149449;182662,148606;226901,113187;236955,92104;225895,87888;199754,130053;222879,140173;266113,114030;290243,88731;285216,76925;251031,105597;253042,123307;310352,106441;355596,60059;380732,17050;375705,184;347553,26326;249020,189928;280189,160412;433015,73552;373694,106441;338504,155353;343531,154509;548640,42349" o:connectangles="0,0,0,0,0,0,0,0,0,0,0,0,0,0,0,0,0,0,0,0,0,0,0,0,0,0,0,0,0,0,0,0,0,0,0,0,0,0,0,0,0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EEBA7" w14:textId="77777777" w:rsidR="00387609" w:rsidRDefault="00387609" w:rsidP="009620B0">
    <w:pPr>
      <w:pStyle w:val="a7"/>
      <w:framePr w:wrap="around" w:vAnchor="text" w:hAnchor="margin" w:xAlign="right" w:y="1"/>
      <w:rPr>
        <w:rStyle w:val="afff7"/>
      </w:rPr>
    </w:pPr>
    <w:r>
      <w:rPr>
        <w:rStyle w:val="afff7"/>
      </w:rPr>
      <w:fldChar w:fldCharType="begin"/>
    </w:r>
    <w:r>
      <w:rPr>
        <w:rStyle w:val="afff7"/>
      </w:rPr>
      <w:instrText xml:space="preserve">PAGE  </w:instrText>
    </w:r>
    <w:r>
      <w:rPr>
        <w:rStyle w:val="afff7"/>
      </w:rPr>
      <w:fldChar w:fldCharType="end"/>
    </w:r>
  </w:p>
  <w:p w14:paraId="274356BD" w14:textId="77777777" w:rsidR="00387609" w:rsidRDefault="00387609">
    <w:pPr>
      <w:pStyle w:val="a7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97DEC" w14:textId="77777777" w:rsidR="00387609" w:rsidRDefault="00387609" w:rsidP="009620B0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EDA3C" w14:textId="77777777" w:rsidR="00387609" w:rsidRDefault="003876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31F73" w14:textId="77777777" w:rsidR="003124C0" w:rsidRDefault="003124C0">
      <w:r>
        <w:separator/>
      </w:r>
    </w:p>
  </w:footnote>
  <w:footnote w:type="continuationSeparator" w:id="0">
    <w:p w14:paraId="60F9C3B7" w14:textId="77777777" w:rsidR="003124C0" w:rsidRDefault="00312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843B0" w14:textId="77777777" w:rsidR="00387609" w:rsidRDefault="003876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F9AA4" w14:textId="77777777" w:rsidR="00387609" w:rsidRDefault="00387609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3360" behindDoc="1" locked="0" layoutInCell="0" allowOverlap="1" wp14:anchorId="0BAB5467" wp14:editId="46D19CC7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234" name="Группа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235" name="Group 124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236" name="Group 124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37" name="Text Box 1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6C76C6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8" name="Text Box 1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659EFF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" name="Text Box 1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86FA01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0" name="Text Box 12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BE5688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1" name="Text Box 1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31CFC2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25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43" name="Text Box 1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BA278C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4" name="Text Box 1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7C3A24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5" name="Text Box 12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665B50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6" name="Text Box 12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264267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7" name="Text Box 1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2ACA52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48" name="Rectangle 125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9" name="Group 125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250" name="Rectangle 125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1" name="Group 126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252" name="Group 126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53" name="Text Box 1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83BF8A" w14:textId="77777777" w:rsidR="00387609" w:rsidRDefault="00387609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54" name="Text Box 1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C1656C" w14:textId="77777777" w:rsidR="00387609" w:rsidRDefault="00387609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t>8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55" name="Text Box 1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9E5736" w14:textId="77777777" w:rsidR="00387609" w:rsidRPr="00B87E80" w:rsidRDefault="00387609" w:rsidP="00463FDD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61B7386F" w14:textId="0A402A2B" w:rsidR="00387609" w:rsidRPr="00B87E80" w:rsidRDefault="00387609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56" name="Group 126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57" name="Group 12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58" name="Text Box 12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8EBC76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59" name="Text Box 12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8C8999" w14:textId="77777777" w:rsidR="00387609" w:rsidRDefault="00387609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0" name="Text Box 12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CEB80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1" name="Text Box 12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6B073E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62" name="Text Box 12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E8523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63" name="Group 12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264" name="Group 12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265" name="Group 12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66" name="Text Box 127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A68E643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7" name="Text Box 12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D61E32C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8" name="Text Box 12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6CB1FF5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69" name="Text Box 12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0D23C2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0" name="Text Box 12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CCB08DD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71" name="Group 12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72" name="Text Box 12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A38941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3" name="Text Box 12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B7D0B86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4" name="Text Box 12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66CC555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5" name="Text Box 12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19B6605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76" name="Text Box 12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9463EEA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77" name="Line 12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8" name="Line 12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9" name="Line 12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0" name="Line 12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Line 12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2" name="Line 12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B5467" id="Группа 234" o:spid="_x0000_s1026" style="position:absolute;left:0;text-align:left;margin-left:28.35pt;margin-top:14.2pt;width:552.8pt;height:813.55pt;z-index:-25165312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" o:allowincell="f">
              <v:group id="Group 124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<v:group id="Group 124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4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xnxQAAANwAAAAPAAAAZHJzL2Rvd25yZXYueG1sRI/dasJA&#10;FITvhb7DcoTe1Y0p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DBuFxn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1F6C76C6" w14:textId="77777777" w:rsidR="00387609" w:rsidRDefault="00387609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24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0E659EFF" w14:textId="77777777" w:rsidR="00387609" w:rsidRDefault="00387609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24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4386FA01" w14:textId="77777777" w:rsidR="00387609" w:rsidRDefault="00387609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24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" strokeweight="2.25pt">
                    <v:textbox style="layout-flow:vertical;mso-layout-flow-alt:bottom-to-top" inset=".5mm,.3mm,.5mm,.3mm">
                      <w:txbxContent>
                        <w:p w14:paraId="0FBE5688" w14:textId="77777777" w:rsidR="00387609" w:rsidRDefault="00387609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25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6931CFC2" w14:textId="77777777" w:rsidR="00387609" w:rsidRDefault="00387609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25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Text Box 125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02BA278C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237C3A24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7C665B50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" strokeweight="2.25pt">
                    <v:textbox style="layout-flow:vertical;mso-layout-flow-alt:bottom-to-top" inset=".5mm,.3mm,.5mm,.3mm">
                      <w:txbxContent>
                        <w:p w14:paraId="48264267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5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4A2ACA52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25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" strokeweight="2.25pt"/>
              <v:group id="Group 125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<v:rect id="Rectangle 125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" strokeweight="2.25pt"/>
                <v:group id="Group 126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oup 126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Text Box 126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" strokeweight="2.25pt">
                      <v:textbox inset=".5mm,.3mm,.5mm,.3mm">
                        <w:txbxContent>
                          <w:p w14:paraId="3783BF8A" w14:textId="77777777" w:rsidR="00387609" w:rsidRDefault="00387609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26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" strokeweight="2.25pt">
                      <v:textbox inset=".5mm,.3mm,.5mm,.3mm">
                        <w:txbxContent>
                          <w:p w14:paraId="4BC1656C" w14:textId="77777777" w:rsidR="00387609" w:rsidRDefault="00387609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26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" strokeweight="2.25pt">
                    <v:textbox inset=".5mm,.3mm,.5mm,.3mm">
                      <w:txbxContent>
                        <w:p w14:paraId="5A9E5736" w14:textId="77777777" w:rsidR="00387609" w:rsidRPr="00B87E80" w:rsidRDefault="00387609" w:rsidP="00463FDD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61B7386F" w14:textId="0A402A2B" w:rsidR="00387609" w:rsidRPr="00B87E80" w:rsidRDefault="00387609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126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group id="Group 126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Text Box 126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" strokeweight="2.25pt">
                        <v:textbox inset=".5mm,.3mm,.5mm,.3mm">
                          <w:txbxContent>
                            <w:p w14:paraId="1D8EBC76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26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" strokeweight="2.25pt">
                        <v:textbox inset=".5mm,.3mm,.5mm,.3mm">
                          <w:txbxContent>
                            <w:p w14:paraId="558C8999" w14:textId="77777777" w:rsidR="00387609" w:rsidRDefault="00387609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26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" strokeweight="2.25pt">
                        <v:textbox inset=".5mm,.3mm,.5mm,.3mm">
                          <w:txbxContent>
                            <w:p w14:paraId="6E6CEB80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" strokeweight="2.25pt">
                        <v:textbox inset=".5mm,.3mm,.5mm,.3mm">
                          <w:txbxContent>
                            <w:p w14:paraId="2E6B073E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7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" strokeweight="2.25pt">
                        <v:textbox inset=".5mm,.3mm,.5mm,.3mm">
                          <w:txbxContent>
                            <w:p w14:paraId="693E8523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27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<v:group id="Group 127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<v:group id="Group 127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<v:shape id="Text Box 127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2A68E643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Z8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bP4C9zPpCMjVDQAA//8DAFBLAQItABQABgAIAAAAIQDb4fbL7gAAAIUBAAATAAAAAAAAAAAA&#10;AAAAAAAAAABbQ29udGVudF9UeXBlc10ueG1sUEsBAi0AFAAGAAgAAAAhAFr0LFu/AAAAFQEAAAsA&#10;AAAAAAAAAAAAAAAAHwEAAF9yZWxzLy5yZWxzUEsBAi0AFAAGAAgAAAAhAOldBnz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2D61E32C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16CB1FF5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" strokeweight="1pt">
                            <v:textbox inset=".5mm,.3mm,.5mm,.3mm">
                              <w:txbxContent>
                                <w:p w14:paraId="500D23C2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7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5CCB08DD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28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  <v:shape id="Text Box 128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" strokeweight="1pt">
                            <v:textbox inset=".5mm,.3mm,.5mm,.3mm">
                              <w:txbxContent>
                                <w:p w14:paraId="07A38941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aixQAAANwAAAAPAAAAZHJzL2Rvd25yZXYueG1sRI9BawIx&#10;FITvBf9DeIK3mrhC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ATv5ai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B7D0B86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7WxQAAANwAAAAPAAAAZHJzL2Rvd25yZXYueG1sRI9BawIx&#10;FITvBf9DeIK3mrhI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CcVg7WxQAAANwAAAAP&#10;AAAAAAAAAAAAAAAAAAcCAABkcnMvZG93bnJldi54bWxQSwUGAAAAAAMAAwC3AAAA+QIAAAAA&#10;" strokeweight="1pt">
                            <v:textbox inset=".5mm,.3mm,.5mm,.3mm">
                              <w:txbxContent>
                                <w:p w14:paraId="166CC555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" strokeweight="1pt">
                            <v:textbox inset=".5mm,.3mm,.5mm,.3mm">
                              <w:txbxContent>
                                <w:p w14:paraId="219B6605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8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29463EEA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28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" strokeweight="2.25pt"/>
                      <v:line id="Line 128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" strokeweight="2.25pt"/>
                      <v:line id="Line 128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" strokeweight="2.25pt"/>
                      <v:line id="Line 128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" strokeweight="2.25pt"/>
                      <v:line id="Line 129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" strokeweight="2.25pt"/>
                      <v:line id="Line 129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0D8C7" w14:textId="7B7BA03A" w:rsidR="00387609" w:rsidRPr="00904611" w:rsidRDefault="00387609">
    <w:pPr>
      <w:pStyle w:val="a5"/>
      <w:rPr>
        <w:rFonts w:ascii="Times New Roman" w:hAnsi="Times New Roman"/>
      </w:rPr>
    </w:pPr>
    <w:r w:rsidRPr="00904611">
      <w:rPr>
        <w:rFonts w:ascii="Times New Roman" w:hAnsi="Times New Roman"/>
        <w:noProof/>
        <w:sz w:val="20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72786252" wp14:editId="781E0386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16115" cy="10332085"/>
              <wp:effectExtent l="19050" t="19050" r="13335" b="3111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10332085"/>
                        <a:chOff x="573" y="284"/>
                        <a:chExt cx="11049" cy="16271"/>
                      </a:xfrm>
                    </wpg:grpSpPr>
                    <wpg:grpSp>
                      <wpg:cNvPr id="2" name="Group 110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3" name="Group 110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4" name="Text Box 1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F960A1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1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84AEE2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38FECD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1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F5F3BE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1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41EE9A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" name="Text Box 1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7303A0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828ABB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1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647E4B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D07C94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024906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5" name="Rectangle 1116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6" name="Group 1117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7" name="Rectangle 1118"/>
                        <wps:cNvSpPr>
                          <a:spLocks noChangeArrowheads="1"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1119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19" name="Group 11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0" name="Group 11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1" name="Text Box 1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29BD53D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1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980F4D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Text Box 1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1DA133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1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F96FF7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8B4630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NUMPAGES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6" name="Group 11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7" name="Text Box 11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F578980" w14:textId="77777777" w:rsidR="00387609" w:rsidRDefault="00387609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8" name="Text Box 11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38E152" w14:textId="77777777" w:rsidR="00387609" w:rsidRDefault="00387609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9" name="Text Box 11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A0FA644" w14:textId="77777777" w:rsidR="00387609" w:rsidRDefault="00387609">
                                      <w:pPr>
                                        <w:pStyle w:val="a4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0" name="Text Box 11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B5594" w14:textId="77777777" w:rsidR="00387609" w:rsidRPr="00BF36A4" w:rsidRDefault="00387609" w:rsidP="009620B0">
                                  <w:pPr>
                                    <w:pStyle w:val="a4"/>
                                    <w:rPr>
                                      <w:noProof w:val="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14:paraId="1668E52D" w14:textId="77777777" w:rsidR="00387609" w:rsidRPr="00BF36A4" w:rsidRDefault="00387609" w:rsidP="00BF36A4">
                                  <w:pPr>
                                    <w:pStyle w:val="a5"/>
                                    <w:tabs>
                                      <w:tab w:val="right" w:pos="-6379"/>
                                      <w:tab w:val="left" w:pos="-5670"/>
                                      <w:tab w:val="left" w:pos="0"/>
                                      <w:tab w:val="left" w:pos="1380"/>
                                      <w:tab w:val="center" w:pos="3010"/>
                                    </w:tabs>
                                    <w:ind w:left="142" w:right="34" w:firstLine="0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bookmarkStart w:id="1" w:name="_Hlk117508422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Филиал ПАО «Газпром газораспределение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 xml:space="preserve">-на-Дону» в г. </w:t>
                                  </w:r>
                                  <w:proofErr w:type="spellStart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Ростове</w:t>
                                  </w:r>
                                  <w:proofErr w:type="spellEnd"/>
                                  <w:r w:rsidRPr="00BF36A4">
                                    <w:rPr>
                                      <w:rFonts w:ascii="Times New Roman" w:hAnsi="Times New Roman"/>
                                      <w:bCs/>
                                      <w:sz w:val="16"/>
                                      <w:szCs w:val="16"/>
                                    </w:rPr>
                                    <w:t>-на-Дону</w:t>
                                  </w:r>
                                </w:p>
                                <w:bookmarkEnd w:id="1"/>
                                <w:p w14:paraId="489ED2CD" w14:textId="49EFFA7A" w:rsidR="00387609" w:rsidRPr="00BF36A4" w:rsidRDefault="00387609" w:rsidP="009620B0">
                                  <w:pPr>
                                    <w:pStyle w:val="a4"/>
                                    <w:rPr>
                                      <w:rFonts w:ascii="Times New Roman" w:hAnsi="Times New Roman"/>
                                      <w:noProof w:val="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" name="Text Box 1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6712B9" w14:textId="00164D35" w:rsidR="00387609" w:rsidRPr="00463FDD" w:rsidRDefault="00387609" w:rsidP="00463FDD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firstLine="0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  <w:bookmarkStart w:id="2" w:name="_Hlk119655302"/>
                                  <w:bookmarkStart w:id="3" w:name="_Hlk119655303"/>
                                  <w:bookmarkStart w:id="4" w:name="_Hlk119655387"/>
                                  <w:bookmarkStart w:id="5" w:name="_Hlk119655388"/>
                                  <w:bookmarkStart w:id="6" w:name="_Hlk119655400"/>
                                  <w:bookmarkStart w:id="7" w:name="_Hlk119655401"/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«</w:t>
                                  </w:r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Газопровод межпоселковый высокого давления от х. </w:t>
                                  </w:r>
                                  <w:proofErr w:type="spellStart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Верхнекольцов</w:t>
                                  </w:r>
                                  <w:proofErr w:type="spellEnd"/>
                                  <w:r w:rsidRPr="00463FDD"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до   х. Свободный, х. Новороссошанский, х. Чумаков Тацинского района Ростовской области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color w:val="000000"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  <w:bookmarkEnd w:id="2"/>
                                  <w:bookmarkEnd w:id="3"/>
                                  <w:bookmarkEnd w:id="4"/>
                                  <w:bookmarkEnd w:id="5"/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2" name="Text Box 1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6F86A6" w14:textId="150F95A4" w:rsidR="00387609" w:rsidRPr="00B87E80" w:rsidRDefault="00387609">
                                  <w:pPr>
                                    <w:pStyle w:val="a4"/>
                                    <w:spacing w:before="160"/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</w:pPr>
                                  <w:bookmarkStart w:id="8" w:name="_Hlk119655312"/>
                                  <w:bookmarkStart w:id="9" w:name="_Hlk119655313"/>
                                  <w:bookmarkStart w:id="10" w:name="_Hlk119655316"/>
                                  <w:bookmarkStart w:id="11" w:name="_Hlk119655317"/>
                                  <w:bookmarkStart w:id="12" w:name="_Hlk119655320"/>
                                  <w:bookmarkStart w:id="13" w:name="_Hlk119655321"/>
                                  <w:bookmarkStart w:id="14" w:name="_Hlk119655339"/>
                                  <w:bookmarkStart w:id="15" w:name="_Hlk119655340"/>
                                  <w:bookmarkStart w:id="16" w:name="_Hlk119655341"/>
                                  <w:bookmarkStart w:id="17" w:name="_Hlk119655342"/>
                                  <w:bookmarkStart w:id="18" w:name="_Hlk119655372"/>
                                  <w:bookmarkStart w:id="19" w:name="_Hlk119655373"/>
                                  <w:bookmarkStart w:id="20" w:name="_Hlk119655408"/>
                                  <w:bookmarkStart w:id="21" w:name="_Hlk119655409"/>
                                  <w:bookmarkStart w:id="22" w:name="_Hlk119655411"/>
                                  <w:bookmarkStart w:id="23" w:name="_Hlk119655412"/>
                                  <w:bookmarkStart w:id="24" w:name="_Hlk119655424"/>
                                  <w:bookmarkStart w:id="25" w:name="_Hlk119655425"/>
                                  <w:r w:rsidRPr="00463FDD">
                                    <w:rPr>
                                      <w:rFonts w:ascii="Times New Roman" w:hAnsi="Times New Roman"/>
                                      <w:noProof w:val="0"/>
                                      <w:sz w:val="32"/>
                                    </w:rPr>
                                    <w:t>2938.085.П.0/0.1541-ППиПМТ</w:t>
                                  </w:r>
                                  <w:bookmarkEnd w:id="8"/>
                                  <w:bookmarkEnd w:id="9"/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bookmarkEnd w:id="16"/>
                                  <w:bookmarkEnd w:id="17"/>
                                  <w:bookmarkEnd w:id="18"/>
                                  <w:bookmarkEnd w:id="19"/>
                                  <w:bookmarkEnd w:id="20"/>
                                  <w:bookmarkEnd w:id="21"/>
                                  <w:bookmarkEnd w:id="22"/>
                                  <w:bookmarkEnd w:id="23"/>
                                  <w:bookmarkEnd w:id="24"/>
                                  <w:bookmarkEnd w:id="25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11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4" name="Group 11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5" name="Group 11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6" name="Text Box 11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6E55CD" w14:textId="77777777" w:rsidR="00387609" w:rsidRDefault="00387609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11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657C22A" w14:textId="77777777" w:rsidR="00387609" w:rsidRDefault="00387609">
                                      <w:pPr>
                                        <w:pStyle w:val="a4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11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E5ED454" w14:textId="77777777" w:rsidR="00387609" w:rsidRDefault="00387609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11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049E03B" w14:textId="77777777" w:rsidR="00387609" w:rsidRDefault="00387609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11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FE16D9E" w14:textId="77777777" w:rsidR="00387609" w:rsidRDefault="00387609">
                                      <w:pPr>
                                        <w:pStyle w:val="a4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" name="Group 1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2" name="Group 11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3" name="Group 11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4" name="Text Box 11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BA3186B" w14:textId="40378F23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bookmarkStart w:id="26" w:name="_Hlk117508407"/>
                                          <w:bookmarkStart w:id="27" w:name="_Hlk117508408"/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Гаврилова В.В.</w:t>
                                          </w:r>
                                          <w:bookmarkEnd w:id="26"/>
                                          <w:bookmarkEnd w:id="27"/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Text Box 11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2C140BE" w14:textId="77777777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Text Box 11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88A5F5A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14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9219B3F" w14:textId="65DDE9A5" w:rsidR="00387609" w:rsidRPr="00904611" w:rsidRDefault="00387609">
                                          <w:pPr>
                                            <w:pStyle w:val="a4"/>
                                            <w:rPr>
                                              <w:sz w:val="14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8" name="Group 11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9" name="Text Box 115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EE47F35" w14:textId="425B1A80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bookmarkStart w:id="28" w:name="_Hlk117508436"/>
                                          <w:bookmarkStart w:id="29" w:name="_Hlk117508437"/>
                                          <w:r w:rsidRPr="00B87E80">
                                            <w:rPr>
                                              <w:noProof w:val="0"/>
                                            </w:rPr>
                                            <w:t>Лаптев Д.А.</w:t>
                                          </w:r>
                                          <w:bookmarkEnd w:id="28"/>
                                          <w:bookmarkEnd w:id="29"/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115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490151A" w14:textId="6EB3E854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ГИП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Text Box 115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86E4D21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115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1CEFACA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3" name="Group 11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4" name="Text Box 115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318C18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Text Box 115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1B4C553" w14:textId="77777777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15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E32F5F1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115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0DA6159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8" name="Group 11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9" name="Text Box 11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5BC7CDB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Text Box 116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AC1C238" w14:textId="77777777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Text Box 116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F44BAD7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16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C94BE9E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3" name="Group 11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4" name="Text Box 11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8AD554D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116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402F7B4" w14:textId="77777777" w:rsidR="00387609" w:rsidRDefault="00387609">
                                          <w:pPr>
                                            <w:pStyle w:val="a4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116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DDF6985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116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6A163DB" w14:textId="77777777" w:rsidR="00387609" w:rsidRDefault="00387609">
                                          <w:pPr>
                                            <w:pStyle w:val="a4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68" name="Line 116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117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11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11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117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3" name="Group 11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4" name="Group 11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5" name="Group 11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6" name="Text Box 11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F0D394F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Text Box 11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D089EE8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8" name="Text Box 11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5F7198D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118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1F012A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118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302517A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1" name="Group 11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2" name="Text Box 11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5A038B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11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632B03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Text Box 11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E9D7075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11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A562A29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118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5606778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7" name="Line 11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1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1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11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11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1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786252" id="Группа 1" o:spid="_x0000_s1075" style="position:absolute;left:0;text-align:left;margin-left:28.35pt;margin-top:14.2pt;width:552.45pt;height:813.55pt;z-index:-251657216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" o:allowincell="f">
              <v:group id="Group 1103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group id="Group 1104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05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1BF960A1" w14:textId="77777777" w:rsidR="00387609" w:rsidRDefault="00387609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106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2584AEE2" w14:textId="77777777" w:rsidR="00387609" w:rsidRDefault="00387609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107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" strokeweight="2.25pt">
                    <v:textbox style="layout-flow:vertical;mso-layout-flow-alt:bottom-to-top" inset="0,0,0,0">
                      <w:txbxContent>
                        <w:p w14:paraId="2138FECD" w14:textId="77777777" w:rsidR="00387609" w:rsidRDefault="00387609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108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18F5F3BE" w14:textId="77777777" w:rsidR="00387609" w:rsidRDefault="00387609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109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" strokeweight="2.25pt">
                    <v:textbox style="layout-flow:vertical;mso-layout-flow-alt:bottom-to-top" inset="0,0,0,0">
                      <w:txbxContent>
                        <w:p w14:paraId="1241EE9A" w14:textId="77777777" w:rsidR="00387609" w:rsidRDefault="00387609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110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Text Box 1111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" strokeweight="2.25pt">
                    <v:textbox style="layout-flow:vertical;mso-layout-flow-alt:bottom-to-top" inset="0,0,0,0">
                      <w:txbxContent>
                        <w:p w14:paraId="5E7303A0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2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" strokeweight="2.25pt">
                    <v:textbox style="layout-flow:vertical;mso-layout-flow-alt:bottom-to-top" inset="0,0,0,0">
                      <w:txbxContent>
                        <w:p w14:paraId="3E828ABB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3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" strokeweight="2.25pt">
                    <v:textbox style="layout-flow:vertical;mso-layout-flow-alt:bottom-to-top" inset="0,0,0,0">
                      <w:txbxContent>
                        <w:p w14:paraId="71647E4B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4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OVwAAAANsAAAAPAAAAZHJzL2Rvd25yZXYueG1sRE89a8Mw&#10;EN0D/Q/iAt1iOSk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YGpjl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44D07C94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115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" strokeweight="2.25pt">
                    <v:textbox style="layout-flow:vertical;mso-layout-flow-alt:bottom-to-top" inset="0,0,0,0">
                      <w:txbxContent>
                        <w:p w14:paraId="22024906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116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" strokeweight="2.25pt">
                <v:textbox inset="0,0,0,0"/>
              </v:rect>
              <v:group id="Group 1117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rect id="Rectangle 1118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" strokeweight="2.25pt">
                  <v:textbox inset="0,0,0,0"/>
                </v:rect>
                <v:group id="Group 1119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120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group id="Group 1121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Text Box 1122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" strokeweight="2.25pt">
                        <v:textbox inset="0,0,0,0">
                          <w:txbxContent>
                            <w:p w14:paraId="529BD53D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123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" strokeweight="2.25pt">
                        <v:textbox inset="0,0,0,0">
                          <w:txbxContent>
                            <w:p w14:paraId="0C980F4D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1124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  <v:textbox inset="0,0,0,0">
                          <w:txbxContent>
                            <w:p w14:paraId="631DA133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1125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  <v:textbox inset="0,0,0,0">
                          <w:txbxContent>
                            <w:p w14:paraId="4DF96FF7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1126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  <v:textbox inset="0,0,0,0">
                          <w:txbxContent>
                            <w:p w14:paraId="158B4630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NUMPAGES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1127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 id="Text Box 1128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" strokeweight="1pt">
                          <v:textbox inset="0,0,0,0">
                            <w:txbxContent>
                              <w:p w14:paraId="5F578980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29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" strokeweight="1pt">
                          <v:textbox inset="0,0,0,0">
                            <w:txbxContent>
                              <w:p w14:paraId="6E38E152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  <v:shape id="Text Box 1130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" strokeweight="1pt">
                          <v:textbox inset="0,0,0,0">
                            <w:txbxContent>
                              <w:p w14:paraId="1A0FA644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1131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hK9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vXxS/wBMn8CAAD//wMAUEsBAi0AFAAGAAgAAAAhANvh9svuAAAAhQEAABMAAAAAAAAAAAAAAAAA&#10;AAAAAFtDb250ZW50X1R5cGVzXS54bWxQSwECLQAUAAYACAAAACEAWvQsW78AAAAVAQAACwAAAAAA&#10;AAAAAAAAAAAfAQAAX3JlbHMvLnJlbHNQSwECLQAUAAYACAAAACEAPqYSvcAAAADbAAAADwAAAAAA&#10;AAAAAAAAAAAHAgAAZHJzL2Rvd25yZXYueG1sUEsFBgAAAAADAAMAtwAAAPQCAAAAAA==&#10;" strokeweight="2.25pt">
                      <v:textbox inset="0,0,0,0">
                        <w:txbxContent>
                          <w:p w14:paraId="39CB5594" w14:textId="77777777" w:rsidR="00387609" w:rsidRPr="00BF36A4" w:rsidRDefault="00387609" w:rsidP="009620B0">
                            <w:pPr>
                              <w:pStyle w:val="a4"/>
                              <w:rPr>
                                <w:noProof w:val="0"/>
                                <w:sz w:val="14"/>
                                <w:szCs w:val="14"/>
                              </w:rPr>
                            </w:pPr>
                          </w:p>
                          <w:p w14:paraId="1668E52D" w14:textId="77777777" w:rsidR="00387609" w:rsidRPr="00BF36A4" w:rsidRDefault="00387609" w:rsidP="00BF36A4">
                            <w:pPr>
                              <w:pStyle w:val="a5"/>
                              <w:tabs>
                                <w:tab w:val="right" w:pos="-6379"/>
                                <w:tab w:val="left" w:pos="-5670"/>
                                <w:tab w:val="left" w:pos="0"/>
                                <w:tab w:val="left" w:pos="1380"/>
                                <w:tab w:val="center" w:pos="3010"/>
                              </w:tabs>
                              <w:ind w:left="142" w:right="34" w:firstLine="0"/>
                              <w:jc w:val="center"/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</w:pPr>
                            <w:bookmarkStart w:id="30" w:name="_Hlk117508422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Филиал ПАО «Газпром газораспределение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 xml:space="preserve">-на-Дону» в г. </w:t>
                            </w:r>
                            <w:proofErr w:type="spellStart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Ростове</w:t>
                            </w:r>
                            <w:proofErr w:type="spellEnd"/>
                            <w:r w:rsidRPr="00BF36A4">
                              <w:rPr>
                                <w:rFonts w:ascii="Times New Roman" w:hAnsi="Times New Roman"/>
                                <w:bCs/>
                                <w:sz w:val="16"/>
                                <w:szCs w:val="16"/>
                              </w:rPr>
                              <w:t>-на-Дону</w:t>
                            </w:r>
                          </w:p>
                          <w:bookmarkEnd w:id="30"/>
                          <w:p w14:paraId="489ED2CD" w14:textId="49EFFA7A" w:rsidR="00387609" w:rsidRPr="00BF36A4" w:rsidRDefault="00387609" w:rsidP="009620B0">
                            <w:pPr>
                              <w:pStyle w:val="a4"/>
                              <w:rPr>
                                <w:rFonts w:ascii="Times New Roman" w:hAnsi="Times New Roman"/>
                                <w:noProof w:val="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</v:shape>
                    <v:shape id="Text Box 1132" o:spid="_x0000_s1105" type="#_x0000_t202" style="position:absolute;left:4667;top:13697;width:3969;height:1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" strokeweight="2.25pt">
                      <v:textbox inset="0,0,0,0">
                        <w:txbxContent>
                          <w:p w14:paraId="736712B9" w14:textId="00164D35" w:rsidR="00387609" w:rsidRPr="00463FDD" w:rsidRDefault="00387609" w:rsidP="00463FDD">
                            <w:pPr>
                              <w:autoSpaceDE w:val="0"/>
                              <w:autoSpaceDN w:val="0"/>
                              <w:adjustRightInd w:val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  <w:bookmarkStart w:id="31" w:name="_Hlk119655302"/>
                            <w:bookmarkStart w:id="32" w:name="_Hlk119655303"/>
                            <w:bookmarkStart w:id="33" w:name="_Hlk119655387"/>
                            <w:bookmarkStart w:id="34" w:name="_Hlk119655388"/>
                            <w:bookmarkStart w:id="35" w:name="_Hlk119655400"/>
                            <w:bookmarkStart w:id="36" w:name="_Hlk119655401"/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«</w:t>
                            </w:r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Газопровод межпоселковый высокого давления от х. </w:t>
                            </w:r>
                            <w:proofErr w:type="spellStart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Верхнекольцов</w:t>
                            </w:r>
                            <w:proofErr w:type="spellEnd"/>
                            <w:r w:rsidRPr="00463FDD"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 до   х. Свободный, х. Новороссошанский, х. Чумаков Тацинского района Ростовской области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18"/>
                                <w:szCs w:val="18"/>
                              </w:rPr>
                              <w:t>»</w:t>
                            </w:r>
                            <w:bookmarkEnd w:id="31"/>
                            <w:bookmarkEnd w:id="32"/>
                            <w:bookmarkEnd w:id="33"/>
                            <w:bookmarkEnd w:id="34"/>
                            <w:bookmarkEnd w:id="35"/>
                            <w:bookmarkEnd w:id="36"/>
                          </w:p>
                        </w:txbxContent>
                      </v:textbox>
                    </v:shape>
                    <v:shape id="Text Box 1133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ClR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KXw/yX+AHn4AwAA//8DAFBLAQItABQABgAIAAAAIQDb4fbL7gAAAIUBAAATAAAAAAAAAAAA&#10;AAAAAAAAAABbQ29udGVudF9UeXBlc10ueG1sUEsBAi0AFAAGAAgAAAAhAFr0LFu/AAAAFQEAAAsA&#10;AAAAAAAAAAAAAAAAHwEAAF9yZWxzLy5yZWxzUEsBAi0AFAAGAAgAAAAhAKE4KVHEAAAA2wAAAA8A&#10;AAAAAAAAAAAAAAAABwIAAGRycy9kb3ducmV2LnhtbFBLBQYAAAAAAwADALcAAAD4AgAAAAA=&#10;" strokeweight="2.25pt">
                      <v:textbox inset="0,0,0,0">
                        <w:txbxContent>
                          <w:p w14:paraId="266F86A6" w14:textId="150F95A4" w:rsidR="00387609" w:rsidRPr="00B87E80" w:rsidRDefault="00387609">
                            <w:pPr>
                              <w:pStyle w:val="a4"/>
                              <w:spacing w:before="160"/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</w:pPr>
                            <w:bookmarkStart w:id="37" w:name="_Hlk119655312"/>
                            <w:bookmarkStart w:id="38" w:name="_Hlk119655313"/>
                            <w:bookmarkStart w:id="39" w:name="_Hlk119655316"/>
                            <w:bookmarkStart w:id="40" w:name="_Hlk119655317"/>
                            <w:bookmarkStart w:id="41" w:name="_Hlk119655320"/>
                            <w:bookmarkStart w:id="42" w:name="_Hlk119655321"/>
                            <w:bookmarkStart w:id="43" w:name="_Hlk119655339"/>
                            <w:bookmarkStart w:id="44" w:name="_Hlk119655340"/>
                            <w:bookmarkStart w:id="45" w:name="_Hlk119655341"/>
                            <w:bookmarkStart w:id="46" w:name="_Hlk119655342"/>
                            <w:bookmarkStart w:id="47" w:name="_Hlk119655372"/>
                            <w:bookmarkStart w:id="48" w:name="_Hlk119655373"/>
                            <w:bookmarkStart w:id="49" w:name="_Hlk119655408"/>
                            <w:bookmarkStart w:id="50" w:name="_Hlk119655409"/>
                            <w:bookmarkStart w:id="51" w:name="_Hlk119655411"/>
                            <w:bookmarkStart w:id="52" w:name="_Hlk119655412"/>
                            <w:bookmarkStart w:id="53" w:name="_Hlk119655424"/>
                            <w:bookmarkStart w:id="54" w:name="_Hlk119655425"/>
                            <w:r w:rsidRPr="00463FDD">
                              <w:rPr>
                                <w:rFonts w:ascii="Times New Roman" w:hAnsi="Times New Roman"/>
                                <w:noProof w:val="0"/>
                                <w:sz w:val="32"/>
                              </w:rPr>
                              <w:t>2938.085.П.0/0.1541-ППиПМТ</w:t>
                            </w:r>
                            <w:bookmarkEnd w:id="37"/>
                            <w:bookmarkEnd w:id="38"/>
                            <w:bookmarkEnd w:id="39"/>
                            <w:bookmarkEnd w:id="40"/>
                            <w:bookmarkEnd w:id="41"/>
                            <w:bookmarkEnd w:id="42"/>
                            <w:bookmarkEnd w:id="43"/>
                            <w:bookmarkEnd w:id="44"/>
                            <w:bookmarkEnd w:id="45"/>
                            <w:bookmarkEnd w:id="46"/>
                            <w:bookmarkEnd w:id="47"/>
                            <w:bookmarkEnd w:id="48"/>
                            <w:bookmarkEnd w:id="49"/>
                            <w:bookmarkEnd w:id="50"/>
                            <w:bookmarkEnd w:id="51"/>
                            <w:bookmarkEnd w:id="52"/>
                            <w:bookmarkEnd w:id="53"/>
                            <w:bookmarkEnd w:id="54"/>
                          </w:p>
                        </w:txbxContent>
                      </v:textbox>
                    </v:shape>
                  </v:group>
                  <v:group id="Group 1134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 1135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Group 1136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Text Box 1137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" strokeweight="2.25pt">
                          <v:textbox inset="0,0,0,0">
                            <w:txbxContent>
                              <w:p w14:paraId="0D6E55CD" w14:textId="77777777" w:rsidR="00387609" w:rsidRDefault="00387609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1138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" strokeweight="2.25pt">
                          <v:textbox inset="0,0,0,0">
                            <w:txbxContent>
                              <w:p w14:paraId="5657C22A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1139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" strokeweight="2.25pt">
                          <v:textbox inset="0,0,0,0">
                            <w:txbxContent>
                              <w:p w14:paraId="1E5ED454" w14:textId="77777777" w:rsidR="00387609" w:rsidRDefault="00387609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0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" strokeweight="2.25pt">
                          <v:textbox inset="0,0,0,0">
                            <w:txbxContent>
                              <w:p w14:paraId="4049E03B" w14:textId="77777777" w:rsidR="00387609" w:rsidRDefault="00387609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1141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" strokeweight="2.25pt">
                          <v:textbox inset="0,0,0,0">
                            <w:txbxContent>
                              <w:p w14:paraId="4FE16D9E" w14:textId="77777777" w:rsidR="00387609" w:rsidRDefault="00387609">
                                <w:pPr>
                                  <w:pStyle w:val="a4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1142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oup 1143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group id="Group 1144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shape id="Text Box 1145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" strokeweight="1pt">
                              <v:textbox inset="0,0,0,0">
                                <w:txbxContent>
                                  <w:p w14:paraId="5BA3186B" w14:textId="40378F23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bookmarkStart w:id="55" w:name="_Hlk117508407"/>
                                    <w:bookmarkStart w:id="56" w:name="_Hlk117508408"/>
                                    <w:r w:rsidRPr="00B87E80">
                                      <w:rPr>
                                        <w:noProof w:val="0"/>
                                      </w:rPr>
                                      <w:t>Гаврилова В.В.</w:t>
                                    </w:r>
                                    <w:bookmarkEnd w:id="55"/>
                                    <w:bookmarkEnd w:id="56"/>
                                  </w:p>
                                </w:txbxContent>
                              </v:textbox>
                            </v:shape>
                            <v:shape id="Text Box 1146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    <v:textbox inset="0,0,0,0">
                                <w:txbxContent>
                                  <w:p w14:paraId="02C140BE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1147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    <v:textbox inset="0,0,0,0">
                                <w:txbxContent>
                                  <w:p w14:paraId="288A5F5A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48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    <v:textbox inset="0,0,0,0">
                                <w:txbxContent>
                                  <w:p w14:paraId="39219B3F" w14:textId="65DDE9A5" w:rsidR="00387609" w:rsidRPr="00904611" w:rsidRDefault="00387609">
                                    <w:pPr>
                                      <w:pStyle w:val="a4"/>
                                      <w:rPr>
                                        <w:sz w:val="14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49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<v:shape id="Text Box 1150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" strokeweight="1pt">
                              <v:textbox inset="0,0,0,0">
                                <w:txbxContent>
                                  <w:p w14:paraId="0EE47F35" w14:textId="425B1A80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bookmarkStart w:id="57" w:name="_Hlk117508436"/>
                                    <w:bookmarkStart w:id="58" w:name="_Hlk117508437"/>
                                    <w:r w:rsidRPr="00B87E80">
                                      <w:rPr>
                                        <w:noProof w:val="0"/>
                                      </w:rPr>
                                      <w:t>Лаптев Д.А.</w:t>
                                    </w:r>
                                    <w:bookmarkEnd w:id="57"/>
                                    <w:bookmarkEnd w:id="58"/>
                                  </w:p>
                                </w:txbxContent>
                              </v:textbox>
                            </v:shape>
                            <v:shape id="Text Box 1151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    <v:textbox inset="0,0,0,0">
                                <w:txbxContent>
                                  <w:p w14:paraId="2490151A" w14:textId="6EB3E854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ГИП</w:t>
                                    </w:r>
                                  </w:p>
                                </w:txbxContent>
                              </v:textbox>
                            </v:shape>
                            <v:shape id="Text Box 1152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    <v:textbox inset="0,0,0,0">
                                <w:txbxContent>
                                  <w:p w14:paraId="286E4D21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3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    <v:textbox inset="0,0,0,0">
                                <w:txbxContent>
                                  <w:p w14:paraId="31CEFACA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4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shape id="Text Box 1155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MIi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1g9gx/X9IPkOtfAAAA//8DAFBLAQItABQABgAIAAAAIQDb4fbL7gAAAIUBAAATAAAAAAAAAAAA&#10;AAAAAAAAAABbQ29udGVudF9UeXBlc10ueG1sUEsBAi0AFAAGAAgAAAAhAFr0LFu/AAAAFQEAAAsA&#10;AAAAAAAAAAAAAAAAHwEAAF9yZWxzLy5yZWxzUEsBAi0AFAAGAAgAAAAhAP8MwiLEAAAA2wAAAA8A&#10;AAAAAAAAAAAAAAAABwIAAGRycy9kb3ducmV2LnhtbFBLBQYAAAAAAwADALcAAAD4AgAAAAA=&#10;" strokeweight="1pt">
                              <v:textbox inset="0,0,0,0">
                                <w:txbxContent>
                                  <w:p w14:paraId="50318C18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6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" strokeweight="1pt">
                              <v:textbox inset="0,0,0,0">
                                <w:txbxContent>
                                  <w:p w14:paraId="61B4C553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57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nO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pjP4+5J+gFz/AgAA//8DAFBLAQItABQABgAIAAAAIQDb4fbL7gAAAIUBAAATAAAAAAAAAAAA&#10;AAAAAAAAAABbQ29udGVudF9UeXBlc10ueG1sUEsBAi0AFAAGAAgAAAAhAFr0LFu/AAAAFQEAAAsA&#10;AAAAAAAAAAAAAAAAHwEAAF9yZWxzLy5yZWxzUEsBAi0AFAAGAAgAAAAhAGCS+c7EAAAA2wAAAA8A&#10;AAAAAAAAAAAAAAAABwIAAGRycy9kb3ducmV2LnhtbFBLBQYAAAAAAwADALcAAAD4AgAAAAA=&#10;" strokeweight="1pt">
                              <v:textbox inset="0,0,0,0">
                                <w:txbxContent>
                                  <w:p w14:paraId="5E32F5F1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58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lxV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p/X9IPkMtfAAAA//8DAFBLAQItABQABgAIAAAAIQDb4fbL7gAAAIUBAAATAAAAAAAAAAAA&#10;AAAAAAAAAABbQ29udGVudF9UeXBlc10ueG1sUEsBAi0AFAAGAAgAAAAhAFr0LFu/AAAAFQEAAAsA&#10;AAAAAAAAAAAAAAAAHwEAAF9yZWxzLy5yZWxzUEsBAi0AFAAGAAgAAAAhAA/eXFXEAAAA2wAAAA8A&#10;AAAAAAAAAAAAAAAABwIAAGRycy9kb3ducmV2LnhtbFBLBQYAAAAAAwADALcAAAD4AgAAAAA=&#10;" strokeweight="1pt">
                              <v:textbox inset="0,0,0,0">
                                <w:txbxContent>
                                  <w:p w14:paraId="20DA6159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59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<v:shape id="Text Box 1160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" strokeweight="1pt">
                              <v:textbox inset="0,0,0,0">
                                <w:txbxContent>
                                  <w:p w14:paraId="35BC7CDB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1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6c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f16Uv6AbL4BQAA//8DAFBLAQItABQABgAIAAAAIQDb4fbL7gAAAIUBAAATAAAAAAAAAAAAAAAA&#10;AAAAAABbQ29udGVudF9UeXBlc10ueG1sUEsBAi0AFAAGAAgAAAAhAFr0LFu/AAAAFQEAAAsAAAAA&#10;AAAAAAAAAAAAHwEAAF9yZWxzLy5yZWxzUEsBAi0AFAAGAAgAAAAhAE5bDpzBAAAA2wAAAA8AAAAA&#10;AAAAAAAAAAAABwIAAGRycy9kb3ducmV2LnhtbFBLBQYAAAAAAwADALcAAAD1AgAAAAA=&#10;" strokeweight="1pt">
                              <v:textbox inset="0,0,0,0">
                                <w:txbxContent>
                                  <w:p w14:paraId="1AC1C238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2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" strokeweight="1pt">
                              <v:textbox inset="0,0,0,0">
                                <w:txbxContent>
                                  <w:p w14:paraId="5F44BAD7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3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      <v:textbox inset="0,0,0,0">
                                <w:txbxContent>
                                  <w:p w14:paraId="7C94BE9E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1164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<v:shape id="Text Box 1165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      <v:textbox inset="0,0,0,0">
                                <w:txbxContent>
                                  <w:p w14:paraId="48AD554D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6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      <v:textbox inset="0,0,0,0">
                                <w:txbxContent>
                                  <w:p w14:paraId="0402F7B4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1167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      <v:textbox inset="0,0,0,0">
                                <w:txbxContent>
                                  <w:p w14:paraId="7DDF6985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  <v:shape id="Text Box 1168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pbo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dAZ/X9IPkMtfAAAA//8DAFBLAQItABQABgAIAAAAIQDb4fbL7gAAAIUBAAATAAAAAAAAAAAA&#10;AAAAAAAAAABbQ29udGVudF9UeXBlc10ueG1sUEsBAi0AFAAGAAgAAAAhAFr0LFu/AAAAFQEAAAsA&#10;AAAAAAAAAAAAAAAAHwEAAF9yZWxzLy5yZWxzUEsBAi0AFAAGAAgAAAAhAMGylujEAAAA2wAAAA8A&#10;AAAAAAAAAAAAAAAABwIAAGRycy9kb3ducmV2LnhtbFBLBQYAAAAAAwADALcAAAD4AgAAAAA=&#10;" strokeweight="1pt">
                              <v:textbox inset="0,0,0,0">
                                <w:txbxContent>
                                  <w:p w14:paraId="76A163DB" w14:textId="77777777" w:rsidR="00387609" w:rsidRDefault="00387609">
                                    <w:pPr>
                                      <w:pStyle w:val="a4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1169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xQ7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qy8osAQM9/AQAA//8DAFBLAQItABQABgAIAAAAIQDb4fbL7gAAAIUBAAATAAAAAAAA&#10;AAAAAAAAAAAAAABbQ29udGVudF9UeXBlc10ueG1sUEsBAi0AFAAGAAgAAAAhAFr0LFu/AAAAFQEA&#10;AAsAAAAAAAAAAAAAAAAAHwEAAF9yZWxzLy5yZWxzUEsBAi0AFAAGAAgAAAAhAOtHFDvHAAAA2wAA&#10;AA8AAAAAAAAAAAAAAAAABwIAAGRycy9kb3ducmV2LnhtbFBLBQYAAAAAAwADALcAAAD7AgAAAAA=&#10;" strokeweight="2.25pt"/>
                        <v:line id="Line 1170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Gg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GE3gsSUAQM5+AQAA//8DAFBLAQItABQABgAIAAAAIQDb4fbL7gAAAIUBAAATAAAAAAAA&#10;AAAAAAAAAAAAAABbQ29udGVudF9UeXBlc10ueG1sUEsBAi0AFAAGAAgAAAAhAFr0LFu/AAAAFQEA&#10;AAsAAAAAAAAAAAAAAAAAHwEAAF9yZWxzLy5yZWxzUEsBAi0AFAAGAAgAAAAhAIQLsaDHAAAA2wAA&#10;AA8AAAAAAAAAAAAAAAAABwIAAGRycy9kb3ducmV2LnhtbFBLBQYAAAAAAwADALcAAAD7AgAAAAA=&#10;" strokeweight="2.25pt"/>
                        <v:line id="Line 1171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/>
                        <v:line id="Line 1172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/>
                        <v:line id="Line 1173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/>
                      </v:group>
                    </v:group>
                    <v:group id="Group 1174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group id="Group 1175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group id="Group 1176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<v:shape id="Text Box 1177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6WuxAAAANs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bAp/X9IPkMtfAAAA//8DAFBLAQItABQABgAIAAAAIQDb4fbL7gAAAIUBAAATAAAAAAAAAAAA&#10;AAAAAAAAAABbQ29udGVudF9UeXBlc10ueG1sUEsBAi0AFAAGAAgAAAAhAFr0LFu/AAAAFQEAAAsA&#10;AAAAAAAAAAAAAAAAHwEAAF9yZWxzLy5yZWxzUEsBAi0AFAAGAAgAAAAhACsnpa7EAAAA2wAAAA8A&#10;AAAAAAAAAAAAAAAABwIAAGRycy9kb3ducmV2LnhtbFBLBQYAAAAAAwADALcAAAD4AgAAAAA=&#10;" strokeweight="1pt">
                            <v:textbox inset="0,0,0,0">
                              <w:txbxContent>
                                <w:p w14:paraId="6F0D394F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8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" strokeweight="1pt">
                            <v:textbox inset="0,0,0,0">
                              <w:txbxContent>
                                <w:p w14:paraId="1D089EE8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79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JRH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camL+kHyPUDAAD//wMAUEsBAi0AFAAGAAgAAAAhANvh9svuAAAAhQEAABMAAAAAAAAAAAAAAAAA&#10;AAAAAFtDb250ZW50X1R5cGVzXS54bWxQSwECLQAUAAYACAAAACEAWvQsW78AAAAVAQAACwAAAAAA&#10;AAAAAAAAAAAfAQAAX3JlbHMvLnJlbHNQSwECLQAUAAYACAAAACEANfSUR8AAAADbAAAADwAAAAAA&#10;AAAAAAAAAAAHAgAAZHJzL2Rvd25yZXYueG1sUEsFBgAAAAADAAMAtwAAAPQCAAAAAA==&#10;" strokeweight="1pt">
                            <v:textbox inset="0,0,0,0">
                              <w:txbxContent>
                                <w:p w14:paraId="15F7198D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0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" strokeweight="1pt">
                            <v:textbox inset="0,0,0,0">
                              <w:txbxContent>
                                <w:p w14:paraId="501F012A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1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+hm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mdanL+kHyPUDAAD//wMAUEsBAi0AFAAGAAgAAAAhANvh9svuAAAAhQEAABMAAAAAAAAAAAAAAAAA&#10;AAAAAFtDb250ZW50X1R5cGVzXS54bWxQSwECLQAUAAYACAAAACEAWvQsW78AAAAVAQAACwAAAAAA&#10;AAAAAAAAAAAfAQAAX3JlbHMvLnJlbHNQSwECLQAUAAYACAAAACEA/lfoZsAAAADbAAAADwAAAAAA&#10;AAAAAAAAAAAHAgAAZHJzL2Rvd25yZXYueG1sUEsFBgAAAAADAAMAtwAAAPQCAAAAAA==&#10;" strokeweight="1pt">
                            <v:textbox inset="0,0,0,0">
                              <w:txbxContent>
                                <w:p w14:paraId="5302517A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182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<v:shape id="Text Box 1183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" strokeweight="1pt">
                            <v:textbox inset="0,0,0,0">
                              <w:txbxContent>
                                <w:p w14:paraId="695A038B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4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" strokeweight="1pt">
                            <v:textbox inset="0,0,0,0">
                              <w:txbxContent>
                                <w:p w14:paraId="61632B03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5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" strokeweight="1pt">
                            <v:textbox inset="0,0,0,0">
                              <w:txbxContent>
                                <w:p w14:paraId="2E9D7075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6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v+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bAJ/X9IPkMtfAAAA//8DAFBLAQItABQABgAIAAAAIQDb4fbL7gAAAIUBAAATAAAAAAAAAAAA&#10;AAAAAAAAAABbQ29udGVudF9UeXBlc10ueG1sUEsBAi0AFAAGAAgAAAAhAFr0LFu/AAAAFQEAAAsA&#10;AAAAAAAAAAAAAAAAHwEAAF9yZWxzLy5yZWxzUEsBAi0AFAAGAAgAAAAhAO4gS/7EAAAA2wAAAA8A&#10;AAAAAAAAAAAAAAAABwIAAGRycy9kb3ducmV2LnhtbFBLBQYAAAAAAwADALcAAAD4AgAAAAA=&#10;" strokeweight="1pt">
                            <v:textbox inset="0,0,0,0">
                              <w:txbxContent>
                                <w:p w14:paraId="5A562A29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187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" strokeweight="1pt">
                            <v:textbox inset="0,0,0,0">
                              <w:txbxContent>
                                <w:p w14:paraId="25606778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188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" strokeweight="2.25pt"/>
                      <v:line id="Line 1189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" strokeweight="2.25pt"/>
                      <v:line id="Line 1190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/>
                      <v:line id="Line 1191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/>
                      <v:line id="Line 1192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/>
                      <v:line id="Line 1193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9926D" w14:textId="77777777" w:rsidR="00387609" w:rsidRDefault="00387609">
    <w:pPr>
      <w:pStyle w:val="a5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1312" behindDoc="1" locked="0" layoutInCell="0" allowOverlap="1" wp14:anchorId="7321074F" wp14:editId="5522498D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17145" t="18415" r="20320" b="22225"/>
              <wp:wrapNone/>
              <wp:docPr id="185" name="Группа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186" name="Group 1195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187" name="Group 1196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88" name="Text Box 1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9FE28D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89" name="Text Box 1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DD2C84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0" name="Text Box 11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FBA9DB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1" name="Text Box 1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1F1102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2" name="Text Box 12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84150" w14:textId="77777777" w:rsidR="00387609" w:rsidRDefault="00387609">
                                <w:pPr>
                                  <w:pStyle w:val="a4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1202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94" name="Text Box 1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156689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5" name="Text Box 1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8E90C8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6" name="Text Box 1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219E3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7" name="Text Box 1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77466B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98" name="Text Box 12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5A3040" w14:textId="77777777" w:rsidR="00387609" w:rsidRDefault="00387609">
                                <w:pPr>
                                  <w:pStyle w:val="a4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99" name="Rectangle 1208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00" name="Group 1209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201" name="Rectangle 1210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2" name="Group 1211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203" name="Group 1212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04" name="Text Box 12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DD203C" w14:textId="77777777" w:rsidR="00387609" w:rsidRDefault="00387609">
                                  <w:pPr>
                                    <w:pStyle w:val="a4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05" name="Text Box 12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68EA2" w14:textId="77777777" w:rsidR="00387609" w:rsidRDefault="00387609">
                                  <w:pPr>
                                    <w:pStyle w:val="a4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06" name="Text Box 1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5CA559" w14:textId="77777777" w:rsidR="00387609" w:rsidRPr="00B87E80" w:rsidRDefault="00387609" w:rsidP="00463FDD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 w:rsidRPr="00463FDD"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2938.085.П.0/0.1541-ППиПМТ</w:t>
                                </w:r>
                              </w:p>
                              <w:p w14:paraId="1CC40B4C" w14:textId="74D3832F" w:rsidR="00387609" w:rsidRPr="00B87E80" w:rsidRDefault="00387609">
                                <w:pPr>
                                  <w:pStyle w:val="a4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07" name="Group 1216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08" name="Group 12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09" name="Text Box 12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5F77F9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10" name="Text Box 12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9151FF" w14:textId="77777777" w:rsidR="00387609" w:rsidRDefault="00387609">
                                    <w:pPr>
                                      <w:pStyle w:val="a4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11" name="Text Box 12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6B18D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12" name="Text Box 1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8335FC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13" name="Text Box 1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DAA0A1" w14:textId="77777777" w:rsidR="00387609" w:rsidRDefault="00387609">
                                    <w:pPr>
                                      <w:pStyle w:val="a4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4" name="Group 12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215" name="Group 12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216" name="Group 12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17" name="Text Box 122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9ECB1E9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18" name="Text Box 12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D88864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19" name="Text Box 12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82166F4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20" name="Text Box 12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FE6C275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21" name="Text Box 123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3429D1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22" name="Group 123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23" name="Text Box 12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E272890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26" name="Text Box 12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0C5DE2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27" name="Text Box 12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F10A1F9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28" name="Text Box 12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BB79AE9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29" name="Text Box 12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25B4A8E" w14:textId="77777777" w:rsidR="00387609" w:rsidRDefault="00387609">
                                        <w:pPr>
                                          <w:pStyle w:val="a4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30" name="Line 12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Line 12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" name="Line 12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Line 12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3" name="Line 12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4" name="Line 12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21074F" id="Группа 185" o:spid="_x0000_s1167" style="position:absolute;left:0;text-align:left;margin-left:28.35pt;margin-top:14.2pt;width:552.8pt;height:813.55pt;z-index:-251655168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" o:allowincell="f">
              <v:group id="Group 1195" o:spid="_x0000_s1168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<v:group id="Group 1196" o:spid="_x0000_s1169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97" o:spid="_x0000_s1170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629FE28D" w14:textId="77777777" w:rsidR="00387609" w:rsidRDefault="00387609">
                          <w:pPr>
                            <w:pStyle w:val="a4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1198" o:spid="_x0000_s1171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1CDD2C84" w14:textId="77777777" w:rsidR="00387609" w:rsidRDefault="00387609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1199" o:spid="_x0000_s1172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11FBA9DB" w14:textId="77777777" w:rsidR="00387609" w:rsidRDefault="00387609">
                          <w:pPr>
                            <w:pStyle w:val="a4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1200" o:spid="_x0000_s1173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401F1102" w14:textId="77777777" w:rsidR="00387609" w:rsidRDefault="00387609">
                          <w:pPr>
                            <w:pStyle w:val="a4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201" o:spid="_x0000_s1174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58484150" w14:textId="77777777" w:rsidR="00387609" w:rsidRDefault="00387609">
                          <w:pPr>
                            <w:pStyle w:val="a4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202" o:spid="_x0000_s1175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Text Box 1203" o:spid="_x0000_s1176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" strokeweight="2.25pt">
                    <v:textbox style="layout-flow:vertical;mso-layout-flow-alt:bottom-to-top" inset=".5mm,.3mm,.5mm,.3mm">
                      <w:txbxContent>
                        <w:p w14:paraId="4E156689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04" o:spid="_x0000_s1177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218E90C8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05" o:spid="_x0000_s1178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5D9219E3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06" o:spid="_x0000_s1179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6B77466B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  <v:shape id="Text Box 1207" o:spid="_x0000_s1180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6C5A3040" w14:textId="77777777" w:rsidR="00387609" w:rsidRDefault="00387609">
                          <w:pPr>
                            <w:pStyle w:val="a4"/>
                          </w:pPr>
                        </w:p>
                      </w:txbxContent>
                    </v:textbox>
                  </v:shape>
                </v:group>
              </v:group>
              <v:rect id="Rectangle 1208" o:spid="_x0000_s1181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" strokeweight="2.25pt"/>
              <v:group id="Group 1209" o:spid="_x0000_s1182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<v:rect id="Rectangle 1210" o:spid="_x0000_s1183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" strokeweight="2.25pt"/>
                <v:group id="Group 1211" o:spid="_x0000_s1184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group id="Group 1212" o:spid="_x0000_s1185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<v:shape id="Text Box 1213" o:spid="_x0000_s1186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" strokeweight="2.25pt">
                      <v:textbox inset=".5mm,.3mm,.5mm,.3mm">
                        <w:txbxContent>
                          <w:p w14:paraId="44DD203C" w14:textId="77777777" w:rsidR="00387609" w:rsidRDefault="00387609">
                            <w:pPr>
                              <w:pStyle w:val="a4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214" o:spid="_x0000_s1187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" strokeweight="2.25pt">
                      <v:textbox inset=".5mm,.3mm,.5mm,.3mm">
                        <w:txbxContent>
                          <w:p w14:paraId="63368EA2" w14:textId="77777777" w:rsidR="00387609" w:rsidRDefault="00387609">
                            <w:pPr>
                              <w:pStyle w:val="a4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215" o:spid="_x0000_s1188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" strokeweight="2.25pt">
                    <v:textbox inset=".5mm,.3mm,.5mm,.3mm">
                      <w:txbxContent>
                        <w:p w14:paraId="715CA559" w14:textId="77777777" w:rsidR="00387609" w:rsidRPr="00B87E80" w:rsidRDefault="00387609" w:rsidP="00463FDD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 w:rsidRPr="00463FDD"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2938.085.П.0/0.1541-ППиПМТ</w:t>
                          </w:r>
                        </w:p>
                        <w:p w14:paraId="1CC40B4C" w14:textId="74D3832F" w:rsidR="00387609" w:rsidRPr="00B87E80" w:rsidRDefault="00387609">
                          <w:pPr>
                            <w:pStyle w:val="a4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1216" o:spid="_x0000_s1189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<v:group id="Group 1217" o:spid="_x0000_s1190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<v:shape id="Text Box 1218" o:spid="_x0000_s1191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" strokeweight="2.25pt">
                        <v:textbox inset=".5mm,.3mm,.5mm,.3mm">
                          <w:txbxContent>
                            <w:p w14:paraId="105F77F9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219" o:spid="_x0000_s1192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" strokeweight="2.25pt">
                        <v:textbox inset=".5mm,.3mm,.5mm,.3mm">
                          <w:txbxContent>
                            <w:p w14:paraId="099151FF" w14:textId="77777777" w:rsidR="00387609" w:rsidRDefault="00387609">
                              <w:pPr>
                                <w:pStyle w:val="a4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220" o:spid="_x0000_s1193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" strokeweight="2.25pt">
                        <v:textbox inset=".5mm,.3mm,.5mm,.3mm">
                          <w:txbxContent>
                            <w:p w14:paraId="47E6B18D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21" o:spid="_x0000_s1194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" strokeweight="2.25pt">
                        <v:textbox inset=".5mm,.3mm,.5mm,.3mm">
                          <w:txbxContent>
                            <w:p w14:paraId="538335FC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22" o:spid="_x0000_s1195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" strokeweight="2.25pt">
                        <v:textbox inset=".5mm,.3mm,.5mm,.3mm">
                          <w:txbxContent>
                            <w:p w14:paraId="7EDAA0A1" w14:textId="77777777" w:rsidR="00387609" w:rsidRDefault="00387609">
                              <w:pPr>
                                <w:pStyle w:val="a4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223" o:spid="_x0000_s1196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group id="Group 1224" o:spid="_x0000_s1197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<v:group id="Group 1225" o:spid="_x0000_s1198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      <v:shape id="Text Box 1226" o:spid="_x0000_s119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" strokeweight="1pt">
                            <v:textbox inset=".5mm,.3mm,.5mm,.3mm">
                              <w:txbxContent>
                                <w:p w14:paraId="59ECB1E9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27" o:spid="_x0000_s120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" strokeweight="1pt">
                            <v:textbox inset=".5mm,.3mm,.5mm,.3mm">
                              <w:txbxContent>
                                <w:p w14:paraId="7ED88864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28" o:spid="_x0000_s120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082166F4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29" o:spid="_x0000_s120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" strokeweight="1pt">
                            <v:textbox inset=".5mm,.3mm,.5mm,.3mm">
                              <w:txbxContent>
                                <w:p w14:paraId="6FE6C275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30" o:spid="_x0000_s120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723429D1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231" o:spid="_x0000_s1204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      <v:shape id="Text Box 1232" o:spid="_x0000_s1205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" strokeweight="1pt">
                            <v:textbox inset=".5mm,.3mm,.5mm,.3mm">
                              <w:txbxContent>
                                <w:p w14:paraId="4E272890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33" o:spid="_x0000_s1206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" strokeweight="1pt">
                            <v:textbox inset=".5mm,.3mm,.5mm,.3mm">
                              <w:txbxContent>
                                <w:p w14:paraId="310C5DE2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34" o:spid="_x0000_s1207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" strokeweight="1pt">
                            <v:textbox inset=".5mm,.3mm,.5mm,.3mm">
                              <w:txbxContent>
                                <w:p w14:paraId="6F10A1F9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35" o:spid="_x0000_s1208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" strokeweight="1pt">
                            <v:textbox inset=".5mm,.3mm,.5mm,.3mm">
                              <w:txbxContent>
                                <w:p w14:paraId="0BB79AE9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  <v:shape id="Text Box 1236" o:spid="_x0000_s1209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" strokeweight="1pt">
                            <v:textbox inset=".5mm,.3mm,.5mm,.3mm">
                              <w:txbxContent>
                                <w:p w14:paraId="325B4A8E" w14:textId="77777777" w:rsidR="00387609" w:rsidRDefault="00387609">
                                  <w:pPr>
                                    <w:pStyle w:val="a4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237" o:spid="_x0000_s1210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" strokeweight="2.25pt"/>
                      <v:line id="Line 1238" o:spid="_x0000_s1211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" strokeweight="2.25pt"/>
                      <v:line id="Line 1239" o:spid="_x0000_s1212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" strokeweight="2.25pt"/>
                      <v:line id="Line 1240" o:spid="_x0000_s1213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" strokeweight="2.25pt"/>
                      <v:line id="Line 1241" o:spid="_x0000_s1214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" strokeweight="2.25pt"/>
                      <v:line id="Line 1242" o:spid="_x0000_s1215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54C79"/>
    <w:multiLevelType w:val="hybridMultilevel"/>
    <w:tmpl w:val="E6701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58C3"/>
    <w:multiLevelType w:val="hybridMultilevel"/>
    <w:tmpl w:val="0528376E"/>
    <w:lvl w:ilvl="0" w:tplc="6FB86D66">
      <w:start w:val="1"/>
      <w:numFmt w:val="bullet"/>
      <w:pStyle w:val="a"/>
      <w:lvlText w:val=""/>
      <w:lvlJc w:val="left"/>
      <w:pPr>
        <w:tabs>
          <w:tab w:val="num" w:pos="1211"/>
        </w:tabs>
        <w:ind w:left="1135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0502"/>
    <w:multiLevelType w:val="hybridMultilevel"/>
    <w:tmpl w:val="C2CA593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2" w:hanging="360"/>
      </w:pPr>
    </w:lvl>
    <w:lvl w:ilvl="2" w:tplc="0419001B">
      <w:start w:val="1"/>
      <w:numFmt w:val="lowerRoman"/>
      <w:lvlText w:val="%3."/>
      <w:lvlJc w:val="right"/>
      <w:pPr>
        <w:ind w:left="2162" w:hanging="180"/>
      </w:pPr>
    </w:lvl>
    <w:lvl w:ilvl="3" w:tplc="0419000F">
      <w:start w:val="1"/>
      <w:numFmt w:val="decimal"/>
      <w:lvlText w:val="%4."/>
      <w:lvlJc w:val="left"/>
      <w:pPr>
        <w:ind w:left="2882" w:hanging="360"/>
      </w:pPr>
    </w:lvl>
    <w:lvl w:ilvl="4" w:tplc="04190019">
      <w:start w:val="1"/>
      <w:numFmt w:val="lowerLetter"/>
      <w:lvlText w:val="%5."/>
      <w:lvlJc w:val="left"/>
      <w:pPr>
        <w:ind w:left="3602" w:hanging="360"/>
      </w:pPr>
    </w:lvl>
    <w:lvl w:ilvl="5" w:tplc="0419001B">
      <w:start w:val="1"/>
      <w:numFmt w:val="lowerRoman"/>
      <w:lvlText w:val="%6."/>
      <w:lvlJc w:val="right"/>
      <w:pPr>
        <w:ind w:left="4322" w:hanging="180"/>
      </w:pPr>
    </w:lvl>
    <w:lvl w:ilvl="6" w:tplc="0419000F">
      <w:start w:val="1"/>
      <w:numFmt w:val="decimal"/>
      <w:lvlText w:val="%7."/>
      <w:lvlJc w:val="left"/>
      <w:pPr>
        <w:ind w:left="5042" w:hanging="360"/>
      </w:pPr>
    </w:lvl>
    <w:lvl w:ilvl="7" w:tplc="04190019">
      <w:start w:val="1"/>
      <w:numFmt w:val="lowerLetter"/>
      <w:lvlText w:val="%8."/>
      <w:lvlJc w:val="left"/>
      <w:pPr>
        <w:ind w:left="5762" w:hanging="360"/>
      </w:pPr>
    </w:lvl>
    <w:lvl w:ilvl="8" w:tplc="0419001B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5CA8596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A3C348E"/>
    <w:multiLevelType w:val="hybridMultilevel"/>
    <w:tmpl w:val="A1560E36"/>
    <w:lvl w:ilvl="0" w:tplc="6FEAF8D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589"/>
    <w:rsid w:val="0002089E"/>
    <w:rsid w:val="0002549F"/>
    <w:rsid w:val="0006585F"/>
    <w:rsid w:val="00071326"/>
    <w:rsid w:val="000727CE"/>
    <w:rsid w:val="00082F56"/>
    <w:rsid w:val="00090680"/>
    <w:rsid w:val="000E09E9"/>
    <w:rsid w:val="0015645B"/>
    <w:rsid w:val="001763F3"/>
    <w:rsid w:val="0018617E"/>
    <w:rsid w:val="00191A2C"/>
    <w:rsid w:val="001A1D09"/>
    <w:rsid w:val="001C0C80"/>
    <w:rsid w:val="001D0E99"/>
    <w:rsid w:val="001E0E27"/>
    <w:rsid w:val="001F2B53"/>
    <w:rsid w:val="002071AE"/>
    <w:rsid w:val="00236C1C"/>
    <w:rsid w:val="002621E9"/>
    <w:rsid w:val="0027118C"/>
    <w:rsid w:val="0029054C"/>
    <w:rsid w:val="002C3884"/>
    <w:rsid w:val="002C5E0E"/>
    <w:rsid w:val="002C7660"/>
    <w:rsid w:val="002E1D2C"/>
    <w:rsid w:val="002F5D53"/>
    <w:rsid w:val="003124C0"/>
    <w:rsid w:val="0033362D"/>
    <w:rsid w:val="003671C1"/>
    <w:rsid w:val="00387609"/>
    <w:rsid w:val="00390A25"/>
    <w:rsid w:val="003970B6"/>
    <w:rsid w:val="00397EC0"/>
    <w:rsid w:val="003D10E1"/>
    <w:rsid w:val="003E0C86"/>
    <w:rsid w:val="003E484D"/>
    <w:rsid w:val="003F21C1"/>
    <w:rsid w:val="004403E2"/>
    <w:rsid w:val="00463FDD"/>
    <w:rsid w:val="00474966"/>
    <w:rsid w:val="004775C7"/>
    <w:rsid w:val="00484B9C"/>
    <w:rsid w:val="00490C78"/>
    <w:rsid w:val="004974B4"/>
    <w:rsid w:val="004B6FA3"/>
    <w:rsid w:val="004C3FFC"/>
    <w:rsid w:val="004F452C"/>
    <w:rsid w:val="00502605"/>
    <w:rsid w:val="005247A5"/>
    <w:rsid w:val="00537B30"/>
    <w:rsid w:val="00544A26"/>
    <w:rsid w:val="00560B72"/>
    <w:rsid w:val="00571BF1"/>
    <w:rsid w:val="00594F74"/>
    <w:rsid w:val="005B47ED"/>
    <w:rsid w:val="005F4E5C"/>
    <w:rsid w:val="006164DF"/>
    <w:rsid w:val="0064585B"/>
    <w:rsid w:val="006471E4"/>
    <w:rsid w:val="00651EA9"/>
    <w:rsid w:val="0065224D"/>
    <w:rsid w:val="006A60B7"/>
    <w:rsid w:val="006D1DDA"/>
    <w:rsid w:val="006D31B7"/>
    <w:rsid w:val="007001F8"/>
    <w:rsid w:val="0071234E"/>
    <w:rsid w:val="00734608"/>
    <w:rsid w:val="00734876"/>
    <w:rsid w:val="0073779C"/>
    <w:rsid w:val="0075202E"/>
    <w:rsid w:val="00755847"/>
    <w:rsid w:val="007D1A7B"/>
    <w:rsid w:val="007E117E"/>
    <w:rsid w:val="008551BE"/>
    <w:rsid w:val="00872C0C"/>
    <w:rsid w:val="008C7B28"/>
    <w:rsid w:val="008E67D7"/>
    <w:rsid w:val="008F132B"/>
    <w:rsid w:val="009033ED"/>
    <w:rsid w:val="00904611"/>
    <w:rsid w:val="00921D04"/>
    <w:rsid w:val="009442A7"/>
    <w:rsid w:val="0095049D"/>
    <w:rsid w:val="009620B0"/>
    <w:rsid w:val="00976117"/>
    <w:rsid w:val="00992827"/>
    <w:rsid w:val="009D2403"/>
    <w:rsid w:val="00A14DBD"/>
    <w:rsid w:val="00A206D3"/>
    <w:rsid w:val="00A723E0"/>
    <w:rsid w:val="00A96276"/>
    <w:rsid w:val="00A975F2"/>
    <w:rsid w:val="00AA0C51"/>
    <w:rsid w:val="00AB3827"/>
    <w:rsid w:val="00AE2589"/>
    <w:rsid w:val="00AF148E"/>
    <w:rsid w:val="00AF52D7"/>
    <w:rsid w:val="00B032A6"/>
    <w:rsid w:val="00B272FD"/>
    <w:rsid w:val="00B43CDC"/>
    <w:rsid w:val="00B476F8"/>
    <w:rsid w:val="00B72EC2"/>
    <w:rsid w:val="00B83960"/>
    <w:rsid w:val="00B87E80"/>
    <w:rsid w:val="00B90574"/>
    <w:rsid w:val="00BA7E2A"/>
    <w:rsid w:val="00BB545D"/>
    <w:rsid w:val="00BB6012"/>
    <w:rsid w:val="00BE16FC"/>
    <w:rsid w:val="00BF36A4"/>
    <w:rsid w:val="00C057C1"/>
    <w:rsid w:val="00C44E50"/>
    <w:rsid w:val="00C93F23"/>
    <w:rsid w:val="00CC473E"/>
    <w:rsid w:val="00CE07BF"/>
    <w:rsid w:val="00D24703"/>
    <w:rsid w:val="00D335B4"/>
    <w:rsid w:val="00D70C83"/>
    <w:rsid w:val="00D80259"/>
    <w:rsid w:val="00DD08EE"/>
    <w:rsid w:val="00DE104F"/>
    <w:rsid w:val="00DE5F1B"/>
    <w:rsid w:val="00DE6318"/>
    <w:rsid w:val="00DE679D"/>
    <w:rsid w:val="00DF35B8"/>
    <w:rsid w:val="00DF3CBE"/>
    <w:rsid w:val="00E444BD"/>
    <w:rsid w:val="00E527A9"/>
    <w:rsid w:val="00E630B2"/>
    <w:rsid w:val="00E75E4D"/>
    <w:rsid w:val="00F232E1"/>
    <w:rsid w:val="00F55262"/>
    <w:rsid w:val="00F55A7E"/>
    <w:rsid w:val="00F73855"/>
    <w:rsid w:val="00F82608"/>
    <w:rsid w:val="00F93012"/>
    <w:rsid w:val="00F964AB"/>
    <w:rsid w:val="00FB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80D453"/>
  <w15:chartTrackingRefBased/>
  <w15:docId w15:val="{61F3E3E4-8F4E-433B-8F56-AEFE8555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620B0"/>
    <w:pPr>
      <w:ind w:firstLine="709"/>
    </w:pPr>
    <w:rPr>
      <w:rFonts w:ascii="Calibri" w:hAnsi="Calibri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pPr>
      <w:keepNext/>
      <w:pageBreakBefore/>
      <w:suppressAutoHyphens/>
      <w:spacing w:before="120" w:after="240"/>
      <w:ind w:firstLine="0"/>
      <w:outlineLvl w:val="0"/>
    </w:pPr>
    <w:rPr>
      <w:b/>
      <w:sz w:val="36"/>
    </w:rPr>
  </w:style>
  <w:style w:type="paragraph" w:styleId="2">
    <w:name w:val="heading 2"/>
    <w:basedOn w:val="a0"/>
    <w:next w:val="a0"/>
    <w:link w:val="20"/>
    <w:uiPriority w:val="9"/>
    <w:qFormat/>
    <w:pPr>
      <w:keepNext/>
      <w:suppressAutoHyphens/>
      <w:spacing w:before="120" w:after="120"/>
      <w:ind w:firstLine="0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suppressAutoHyphens/>
      <w:spacing w:before="120" w:after="60"/>
      <w:ind w:firstLine="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"/>
    <w:qFormat/>
    <w:rsid w:val="009620B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9620B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9620B0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9620B0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9620B0"/>
    <w:p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9620B0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9620B0"/>
    <w:rPr>
      <w:rFonts w:ascii="Calibri" w:hAnsi="Calibri"/>
      <w:b/>
      <w:bCs/>
      <w:sz w:val="28"/>
      <w:szCs w:val="28"/>
      <w:lang w:val="x-none" w:eastAsia="x-none"/>
    </w:rPr>
  </w:style>
  <w:style w:type="paragraph" w:customStyle="1" w:styleId="a4">
    <w:name w:val="Штамп"/>
    <w:basedOn w:val="a0"/>
    <w:qFormat/>
    <w:pPr>
      <w:ind w:firstLine="0"/>
      <w:jc w:val="center"/>
    </w:pPr>
    <w:rPr>
      <w:noProof/>
      <w:sz w:val="18"/>
    </w:rPr>
  </w:style>
  <w:style w:type="paragraph" w:styleId="a5">
    <w:name w:val="header"/>
    <w:aliases w:val="ВерхКолонтитул,Верхний колонтитул1,??????? ??????????,Title Up,Header_ARGOSS,ITTHEADER,h,header-first,HeaderPort"/>
    <w:basedOn w:val="a0"/>
    <w:link w:val="a6"/>
    <w:pPr>
      <w:tabs>
        <w:tab w:val="center" w:pos="4153"/>
        <w:tab w:val="right" w:pos="8306"/>
      </w:tabs>
    </w:pPr>
  </w:style>
  <w:style w:type="paragraph" w:styleId="a7">
    <w:name w:val="footer"/>
    <w:aliases w:val="Не удалять!"/>
    <w:basedOn w:val="a0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ody Text"/>
    <w:basedOn w:val="a0"/>
    <w:link w:val="12"/>
    <w:uiPriority w:val="99"/>
  </w:style>
  <w:style w:type="paragraph" w:customStyle="1" w:styleId="aa">
    <w:name w:val="Формула"/>
    <w:basedOn w:val="a0"/>
    <w:next w:val="a0"/>
    <w:pPr>
      <w:spacing w:before="60" w:after="60"/>
      <w:ind w:left="567" w:firstLine="0"/>
    </w:pPr>
  </w:style>
  <w:style w:type="paragraph" w:styleId="ab">
    <w:name w:val="caption"/>
    <w:basedOn w:val="a0"/>
    <w:next w:val="a0"/>
    <w:uiPriority w:val="35"/>
    <w:qFormat/>
    <w:pPr>
      <w:spacing w:before="120" w:after="120"/>
      <w:ind w:firstLine="0"/>
      <w:jc w:val="center"/>
    </w:pPr>
    <w:rPr>
      <w:b/>
      <w:bCs/>
    </w:rPr>
  </w:style>
  <w:style w:type="paragraph" w:customStyle="1" w:styleId="ac">
    <w:name w:val="Таблица"/>
    <w:basedOn w:val="a0"/>
    <w:pPr>
      <w:ind w:firstLine="0"/>
      <w:jc w:val="center"/>
    </w:pPr>
  </w:style>
  <w:style w:type="character" w:customStyle="1" w:styleId="50">
    <w:name w:val="Заголовок 5 Знак"/>
    <w:basedOn w:val="a1"/>
    <w:link w:val="5"/>
    <w:uiPriority w:val="9"/>
    <w:rsid w:val="009620B0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9620B0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9620B0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9620B0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9620B0"/>
    <w:rPr>
      <w:rFonts w:ascii="Cambria" w:hAnsi="Cambria"/>
      <w:lang w:val="x-none" w:eastAsia="x-none"/>
    </w:rPr>
  </w:style>
  <w:style w:type="paragraph" w:styleId="ad">
    <w:name w:val="No Spacing"/>
    <w:basedOn w:val="a0"/>
    <w:link w:val="ae"/>
    <w:qFormat/>
    <w:rsid w:val="009620B0"/>
    <w:rPr>
      <w:szCs w:val="32"/>
      <w:lang w:val="x-none" w:eastAsia="x-none"/>
    </w:rPr>
  </w:style>
  <w:style w:type="character" w:customStyle="1" w:styleId="11">
    <w:name w:val="Заголовок 1 Знак"/>
    <w:link w:val="10"/>
    <w:uiPriority w:val="9"/>
    <w:rsid w:val="009620B0"/>
    <w:rPr>
      <w:rFonts w:ascii="ГОСТ тип А" w:hAnsi="ГОСТ тип А"/>
      <w:b/>
      <w:i/>
      <w:sz w:val="36"/>
    </w:rPr>
  </w:style>
  <w:style w:type="character" w:customStyle="1" w:styleId="20">
    <w:name w:val="Заголовок 2 Знак"/>
    <w:link w:val="2"/>
    <w:uiPriority w:val="9"/>
    <w:rsid w:val="009620B0"/>
    <w:rPr>
      <w:rFonts w:ascii="ГОСТ тип А" w:hAnsi="ГОСТ тип А" w:cs="Arial"/>
      <w:b/>
      <w:bCs/>
      <w:i/>
      <w:iCs/>
      <w:sz w:val="32"/>
      <w:szCs w:val="28"/>
    </w:rPr>
  </w:style>
  <w:style w:type="paragraph" w:customStyle="1" w:styleId="ConsPlusNormal">
    <w:name w:val="ConsPlusNormal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9620B0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2"/>
      <w:szCs w:val="22"/>
    </w:rPr>
  </w:style>
  <w:style w:type="character" w:customStyle="1" w:styleId="30">
    <w:name w:val="Заголовок 3 Знак"/>
    <w:link w:val="3"/>
    <w:uiPriority w:val="9"/>
    <w:rsid w:val="009620B0"/>
    <w:rPr>
      <w:rFonts w:ascii="ГОСТ тип А" w:hAnsi="ГОСТ тип А" w:cs="Arial"/>
      <w:b/>
      <w:bCs/>
      <w:i/>
      <w:sz w:val="28"/>
      <w:szCs w:val="26"/>
    </w:rPr>
  </w:style>
  <w:style w:type="paragraph" w:styleId="af">
    <w:name w:val="TOC Heading"/>
    <w:basedOn w:val="10"/>
    <w:next w:val="a0"/>
    <w:uiPriority w:val="39"/>
    <w:qFormat/>
    <w:rsid w:val="009620B0"/>
    <w:pPr>
      <w:pageBreakBefore w:val="0"/>
      <w:suppressAutoHyphens w:val="0"/>
      <w:spacing w:before="240" w:after="60"/>
      <w:ind w:firstLine="709"/>
      <w:outlineLvl w:val="9"/>
    </w:pPr>
    <w:rPr>
      <w:rFonts w:ascii="Cambria" w:hAnsi="Cambria"/>
      <w:bCs/>
      <w:i/>
      <w:kern w:val="32"/>
      <w:sz w:val="32"/>
      <w:szCs w:val="32"/>
      <w:lang w:val="x-none" w:eastAsia="x-none"/>
    </w:rPr>
  </w:style>
  <w:style w:type="paragraph" w:styleId="13">
    <w:name w:val="toc 1"/>
    <w:basedOn w:val="a0"/>
    <w:next w:val="a0"/>
    <w:autoRedefine/>
    <w:uiPriority w:val="39"/>
    <w:unhideWhenUsed/>
    <w:rsid w:val="009620B0"/>
    <w:rPr>
      <w:rFonts w:ascii="Times New Roman" w:hAnsi="Times New Roman"/>
    </w:rPr>
  </w:style>
  <w:style w:type="paragraph" w:styleId="21">
    <w:name w:val="toc 2"/>
    <w:basedOn w:val="a0"/>
    <w:next w:val="a0"/>
    <w:autoRedefine/>
    <w:uiPriority w:val="39"/>
    <w:unhideWhenUsed/>
    <w:rsid w:val="009620B0"/>
    <w:pPr>
      <w:ind w:left="220"/>
    </w:pPr>
    <w:rPr>
      <w:rFonts w:ascii="Times New Roman" w:hAnsi="Times New Roman"/>
    </w:rPr>
  </w:style>
  <w:style w:type="character" w:styleId="af0">
    <w:name w:val="Hyperlink"/>
    <w:uiPriority w:val="99"/>
    <w:unhideWhenUsed/>
    <w:rsid w:val="009620B0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9620B0"/>
    <w:pPr>
      <w:ind w:left="440"/>
    </w:pPr>
    <w:rPr>
      <w:rFonts w:ascii="Times New Roman" w:hAnsi="Times New Roman"/>
    </w:rPr>
  </w:style>
  <w:style w:type="character" w:customStyle="1" w:styleId="a6">
    <w:name w:val="Верхний колонтитул Знак"/>
    <w:aliases w:val="ВерхКолонтитул Знак,Верхний колонтитул1 Знак,??????? ?????????? Знак,Title Up Знак,Header_ARGOSS Знак,ITTHEADER Знак,h Знак,header-first Знак,HeaderPort Знак"/>
    <w:basedOn w:val="a1"/>
    <w:link w:val="a5"/>
    <w:rsid w:val="009620B0"/>
    <w:rPr>
      <w:rFonts w:ascii="ГОСТ тип А" w:hAnsi="ГОСТ тип А"/>
      <w:i/>
      <w:sz w:val="28"/>
    </w:rPr>
  </w:style>
  <w:style w:type="character" w:customStyle="1" w:styleId="a8">
    <w:name w:val="Нижний колонтитул Знак"/>
    <w:aliases w:val="Не удалять! Знак"/>
    <w:basedOn w:val="a1"/>
    <w:link w:val="a7"/>
    <w:uiPriority w:val="99"/>
    <w:rsid w:val="009620B0"/>
    <w:rPr>
      <w:rFonts w:ascii="ГОСТ тип А" w:hAnsi="ГОСТ тип А"/>
      <w:i/>
      <w:sz w:val="28"/>
    </w:rPr>
  </w:style>
  <w:style w:type="table" w:styleId="af1">
    <w:name w:val="Table Grid"/>
    <w:basedOn w:val="a2"/>
    <w:rsid w:val="009620B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9620B0"/>
    <w:pPr>
      <w:widowControl w:val="0"/>
      <w:adjustRightInd w:val="0"/>
      <w:ind w:firstLine="709"/>
    </w:pPr>
    <w:rPr>
      <w:rFonts w:ascii="Arial" w:hAnsi="Arial" w:cs="Arial"/>
      <w:b/>
      <w:bCs/>
      <w:sz w:val="22"/>
      <w:szCs w:val="22"/>
    </w:rPr>
  </w:style>
  <w:style w:type="character" w:customStyle="1" w:styleId="ae">
    <w:name w:val="Без интервала Знак"/>
    <w:link w:val="ad"/>
    <w:rsid w:val="009620B0"/>
    <w:rPr>
      <w:rFonts w:ascii="Calibri" w:hAnsi="Calibri"/>
      <w:sz w:val="24"/>
      <w:szCs w:val="32"/>
      <w:lang w:val="x-none" w:eastAsia="x-none"/>
    </w:rPr>
  </w:style>
  <w:style w:type="character" w:styleId="af2">
    <w:name w:val="footnote reference"/>
    <w:uiPriority w:val="99"/>
    <w:rsid w:val="009620B0"/>
    <w:rPr>
      <w:vertAlign w:val="superscript"/>
    </w:rPr>
  </w:style>
  <w:style w:type="paragraph" w:styleId="af3">
    <w:name w:val="footnote text"/>
    <w:aliases w:val="Знак Знак Знак,Знак Знак Знак Знак Знак Знак Знак Знак Знак Знак Знак Знак Знак Знак Знак Знак Знак Знак Знак Знак Знак"/>
    <w:basedOn w:val="a0"/>
    <w:link w:val="af4"/>
    <w:rsid w:val="009620B0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4">
    <w:name w:val="Текст сноски Знак"/>
    <w:aliases w:val="Знак Знак Знак Знак,Знак Знак Знак Знак Знак Знак Знак Знак Знак Знак Знак Знак Знак Знак Знак Знак Знак Знак Знак Знак Знак Знак"/>
    <w:basedOn w:val="a1"/>
    <w:link w:val="af3"/>
    <w:rsid w:val="009620B0"/>
    <w:rPr>
      <w:lang w:val="x-none" w:eastAsia="x-none"/>
    </w:rPr>
  </w:style>
  <w:style w:type="character" w:customStyle="1" w:styleId="af5">
    <w:name w:val="Основной текст Знак"/>
    <w:uiPriority w:val="99"/>
    <w:rsid w:val="009620B0"/>
    <w:rPr>
      <w:sz w:val="22"/>
      <w:szCs w:val="22"/>
    </w:rPr>
  </w:style>
  <w:style w:type="paragraph" w:styleId="22">
    <w:name w:val="Body Text Indent 2"/>
    <w:basedOn w:val="a0"/>
    <w:link w:val="23"/>
    <w:uiPriority w:val="99"/>
    <w:unhideWhenUsed/>
    <w:rsid w:val="009620B0"/>
    <w:pPr>
      <w:spacing w:after="120" w:line="480" w:lineRule="auto"/>
      <w:ind w:left="283" w:firstLine="851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9620B0"/>
    <w:rPr>
      <w:sz w:val="28"/>
      <w:szCs w:val="24"/>
      <w:lang w:val="x-none" w:eastAsia="x-none"/>
    </w:rPr>
  </w:style>
  <w:style w:type="paragraph" w:styleId="af6">
    <w:name w:val="Title"/>
    <w:aliases w:val="Н.таблиц"/>
    <w:basedOn w:val="a0"/>
    <w:next w:val="a0"/>
    <w:link w:val="14"/>
    <w:uiPriority w:val="10"/>
    <w:qFormat/>
    <w:rsid w:val="009620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7">
    <w:name w:val="Заголовок Знак"/>
    <w:basedOn w:val="a1"/>
    <w:uiPriority w:val="10"/>
    <w:rsid w:val="00962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Заголовок Знак1"/>
    <w:aliases w:val="Н.таблиц Знак"/>
    <w:link w:val="af6"/>
    <w:uiPriority w:val="10"/>
    <w:rsid w:val="009620B0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2">
    <w:name w:val="Основной текст Знак1"/>
    <w:link w:val="a9"/>
    <w:uiPriority w:val="99"/>
    <w:rsid w:val="009620B0"/>
    <w:rPr>
      <w:rFonts w:ascii="ГОСТ тип А" w:hAnsi="ГОСТ тип А"/>
      <w:i/>
      <w:sz w:val="28"/>
    </w:rPr>
  </w:style>
  <w:style w:type="character" w:customStyle="1" w:styleId="32">
    <w:name w:val="Заголовок №3_"/>
    <w:link w:val="33"/>
    <w:uiPriority w:val="99"/>
    <w:rsid w:val="009620B0"/>
    <w:rPr>
      <w:spacing w:val="1"/>
      <w:shd w:val="clear" w:color="auto" w:fill="FFFFFF"/>
    </w:rPr>
  </w:style>
  <w:style w:type="paragraph" w:customStyle="1" w:styleId="33">
    <w:name w:val="Заголовок №3"/>
    <w:basedOn w:val="a0"/>
    <w:link w:val="32"/>
    <w:uiPriority w:val="99"/>
    <w:rsid w:val="009620B0"/>
    <w:pPr>
      <w:widowControl w:val="0"/>
      <w:shd w:val="clear" w:color="auto" w:fill="FFFFFF"/>
      <w:spacing w:after="360" w:line="240" w:lineRule="atLeast"/>
      <w:jc w:val="both"/>
      <w:outlineLvl w:val="2"/>
    </w:pPr>
    <w:rPr>
      <w:rFonts w:ascii="Times New Roman" w:hAnsi="Times New Roman"/>
      <w:spacing w:val="1"/>
      <w:sz w:val="20"/>
      <w:szCs w:val="20"/>
    </w:rPr>
  </w:style>
  <w:style w:type="paragraph" w:customStyle="1" w:styleId="ConsNonformat">
    <w:name w:val="ConsNonformat"/>
    <w:rsid w:val="009620B0"/>
    <w:pPr>
      <w:autoSpaceDE w:val="0"/>
      <w:autoSpaceDN w:val="0"/>
      <w:adjustRightInd w:val="0"/>
      <w:ind w:right="19772" w:firstLine="709"/>
    </w:pPr>
    <w:rPr>
      <w:rFonts w:ascii="Courier New" w:hAnsi="Courier New" w:cs="Courier New"/>
      <w:sz w:val="22"/>
      <w:szCs w:val="22"/>
    </w:rPr>
  </w:style>
  <w:style w:type="paragraph" w:styleId="af8">
    <w:name w:val="Body Text Indent"/>
    <w:basedOn w:val="a0"/>
    <w:link w:val="af9"/>
    <w:uiPriority w:val="99"/>
    <w:unhideWhenUsed/>
    <w:rsid w:val="009620B0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9620B0"/>
    <w:rPr>
      <w:rFonts w:ascii="Calibri" w:hAnsi="Calibri"/>
      <w:sz w:val="22"/>
      <w:szCs w:val="22"/>
      <w:lang w:val="x-none" w:eastAsia="x-none"/>
    </w:rPr>
  </w:style>
  <w:style w:type="paragraph" w:customStyle="1" w:styleId="15">
    <w:name w:val="1 Основной текст"/>
    <w:basedOn w:val="a0"/>
    <w:rsid w:val="009620B0"/>
    <w:pPr>
      <w:jc w:val="both"/>
    </w:pPr>
    <w:rPr>
      <w:rFonts w:ascii="Times New Roman" w:hAnsi="Times New Roman"/>
      <w:szCs w:val="28"/>
      <w:lang w:eastAsia="ar-SA"/>
    </w:rPr>
  </w:style>
  <w:style w:type="character" w:customStyle="1" w:styleId="afa">
    <w:name w:val="Символ сноски"/>
    <w:rsid w:val="009620B0"/>
    <w:rPr>
      <w:vertAlign w:val="superscript"/>
    </w:rPr>
  </w:style>
  <w:style w:type="character" w:styleId="afb">
    <w:name w:val="line number"/>
    <w:uiPriority w:val="99"/>
    <w:semiHidden/>
    <w:unhideWhenUsed/>
    <w:rsid w:val="009620B0"/>
  </w:style>
  <w:style w:type="paragraph" w:styleId="afc">
    <w:name w:val="Subtitle"/>
    <w:basedOn w:val="a0"/>
    <w:next w:val="a0"/>
    <w:link w:val="afd"/>
    <w:uiPriority w:val="11"/>
    <w:qFormat/>
    <w:rsid w:val="009620B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d">
    <w:name w:val="Подзаголовок Знак"/>
    <w:basedOn w:val="a1"/>
    <w:link w:val="afc"/>
    <w:uiPriority w:val="11"/>
    <w:rsid w:val="009620B0"/>
    <w:rPr>
      <w:rFonts w:ascii="Cambria" w:hAnsi="Cambria"/>
      <w:sz w:val="24"/>
      <w:szCs w:val="24"/>
      <w:lang w:val="x-none" w:eastAsia="x-none"/>
    </w:rPr>
  </w:style>
  <w:style w:type="character" w:styleId="afe">
    <w:name w:val="Strong"/>
    <w:uiPriority w:val="22"/>
    <w:qFormat/>
    <w:rsid w:val="009620B0"/>
    <w:rPr>
      <w:b/>
      <w:bCs/>
    </w:rPr>
  </w:style>
  <w:style w:type="character" w:styleId="aff">
    <w:name w:val="Emphasis"/>
    <w:uiPriority w:val="20"/>
    <w:qFormat/>
    <w:rsid w:val="009620B0"/>
    <w:rPr>
      <w:rFonts w:ascii="Calibri" w:hAnsi="Calibri"/>
      <w:b/>
      <w:i/>
      <w:iCs/>
    </w:rPr>
  </w:style>
  <w:style w:type="paragraph" w:styleId="aff0">
    <w:name w:val="List Paragraph"/>
    <w:basedOn w:val="a0"/>
    <w:uiPriority w:val="34"/>
    <w:qFormat/>
    <w:rsid w:val="009620B0"/>
    <w:pPr>
      <w:ind w:left="720"/>
      <w:contextualSpacing/>
    </w:pPr>
  </w:style>
  <w:style w:type="paragraph" w:styleId="24">
    <w:name w:val="Quote"/>
    <w:basedOn w:val="a0"/>
    <w:next w:val="a0"/>
    <w:link w:val="25"/>
    <w:uiPriority w:val="29"/>
    <w:qFormat/>
    <w:rsid w:val="009620B0"/>
    <w:rPr>
      <w:i/>
      <w:lang w:val="x-none" w:eastAsia="x-none"/>
    </w:rPr>
  </w:style>
  <w:style w:type="character" w:customStyle="1" w:styleId="25">
    <w:name w:val="Цитата 2 Знак"/>
    <w:basedOn w:val="a1"/>
    <w:link w:val="24"/>
    <w:uiPriority w:val="29"/>
    <w:rsid w:val="009620B0"/>
    <w:rPr>
      <w:rFonts w:ascii="Calibri" w:hAnsi="Calibri"/>
      <w:i/>
      <w:sz w:val="24"/>
      <w:szCs w:val="24"/>
      <w:lang w:val="x-none" w:eastAsia="x-none"/>
    </w:rPr>
  </w:style>
  <w:style w:type="paragraph" w:styleId="aff1">
    <w:name w:val="Intense Quote"/>
    <w:basedOn w:val="a0"/>
    <w:next w:val="a0"/>
    <w:link w:val="aff2"/>
    <w:uiPriority w:val="30"/>
    <w:qFormat/>
    <w:rsid w:val="009620B0"/>
    <w:pPr>
      <w:ind w:left="720" w:right="720"/>
    </w:pPr>
    <w:rPr>
      <w:b/>
      <w:i/>
      <w:szCs w:val="20"/>
      <w:lang w:val="x-none" w:eastAsia="x-none"/>
    </w:rPr>
  </w:style>
  <w:style w:type="character" w:customStyle="1" w:styleId="aff2">
    <w:name w:val="Выделенная цитата Знак"/>
    <w:basedOn w:val="a1"/>
    <w:link w:val="aff1"/>
    <w:uiPriority w:val="30"/>
    <w:rsid w:val="009620B0"/>
    <w:rPr>
      <w:rFonts w:ascii="Calibri" w:hAnsi="Calibri"/>
      <w:b/>
      <w:i/>
      <w:sz w:val="24"/>
      <w:lang w:val="x-none" w:eastAsia="x-none"/>
    </w:rPr>
  </w:style>
  <w:style w:type="character" w:styleId="aff3">
    <w:name w:val="Subtle Emphasis"/>
    <w:uiPriority w:val="19"/>
    <w:qFormat/>
    <w:rsid w:val="009620B0"/>
    <w:rPr>
      <w:i/>
      <w:color w:val="5A5A5A"/>
    </w:rPr>
  </w:style>
  <w:style w:type="character" w:styleId="aff4">
    <w:name w:val="Intense Emphasis"/>
    <w:uiPriority w:val="21"/>
    <w:qFormat/>
    <w:rsid w:val="009620B0"/>
    <w:rPr>
      <w:b/>
      <w:i/>
      <w:sz w:val="24"/>
      <w:szCs w:val="24"/>
      <w:u w:val="single"/>
    </w:rPr>
  </w:style>
  <w:style w:type="character" w:styleId="aff5">
    <w:name w:val="Subtle Reference"/>
    <w:uiPriority w:val="31"/>
    <w:qFormat/>
    <w:rsid w:val="009620B0"/>
    <w:rPr>
      <w:sz w:val="24"/>
      <w:szCs w:val="24"/>
      <w:u w:val="single"/>
    </w:rPr>
  </w:style>
  <w:style w:type="character" w:styleId="aff6">
    <w:name w:val="Intense Reference"/>
    <w:uiPriority w:val="32"/>
    <w:qFormat/>
    <w:rsid w:val="009620B0"/>
    <w:rPr>
      <w:b/>
      <w:sz w:val="24"/>
      <w:u w:val="single"/>
    </w:rPr>
  </w:style>
  <w:style w:type="character" w:styleId="aff7">
    <w:name w:val="Book Title"/>
    <w:uiPriority w:val="33"/>
    <w:qFormat/>
    <w:rsid w:val="009620B0"/>
    <w:rPr>
      <w:rFonts w:ascii="Cambria" w:eastAsia="Times New Roman" w:hAnsi="Cambria"/>
      <w:b/>
      <w:i/>
      <w:sz w:val="24"/>
      <w:szCs w:val="24"/>
    </w:rPr>
  </w:style>
  <w:style w:type="paragraph" w:customStyle="1" w:styleId="aff8">
    <w:name w:val="Записка"/>
    <w:basedOn w:val="a0"/>
    <w:link w:val="16"/>
    <w:qFormat/>
    <w:rsid w:val="009620B0"/>
    <w:pPr>
      <w:ind w:firstLine="720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16">
    <w:name w:val="Записка Знак1"/>
    <w:link w:val="aff8"/>
    <w:rsid w:val="009620B0"/>
    <w:rPr>
      <w:sz w:val="28"/>
      <w:lang w:val="x-none" w:eastAsia="x-none"/>
    </w:rPr>
  </w:style>
  <w:style w:type="paragraph" w:customStyle="1" w:styleId="aff9">
    <w:name w:val="записка"/>
    <w:basedOn w:val="a0"/>
    <w:link w:val="affa"/>
    <w:rsid w:val="009620B0"/>
    <w:pPr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ffa">
    <w:name w:val="записка Знак"/>
    <w:link w:val="aff9"/>
    <w:rsid w:val="009620B0"/>
    <w:rPr>
      <w:sz w:val="28"/>
      <w:lang w:val="x-none" w:eastAsia="x-none"/>
    </w:rPr>
  </w:style>
  <w:style w:type="paragraph" w:styleId="affb">
    <w:name w:val="Balloon Text"/>
    <w:basedOn w:val="a0"/>
    <w:link w:val="affc"/>
    <w:rsid w:val="009620B0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1"/>
    <w:link w:val="affb"/>
    <w:rsid w:val="009620B0"/>
    <w:rPr>
      <w:rFonts w:ascii="Tahoma" w:hAnsi="Tahoma" w:cs="Tahoma"/>
      <w:sz w:val="16"/>
      <w:szCs w:val="16"/>
    </w:rPr>
  </w:style>
  <w:style w:type="character" w:customStyle="1" w:styleId="affd">
    <w:name w:val="Основной текст_"/>
    <w:link w:val="41"/>
    <w:rsid w:val="009620B0"/>
    <w:rPr>
      <w:rFonts w:ascii="Arial Narrow" w:eastAsia="Arial Narrow" w:hAnsi="Arial Narrow" w:cs="Arial Narrow"/>
      <w:shd w:val="clear" w:color="auto" w:fill="FFFFFF"/>
    </w:rPr>
  </w:style>
  <w:style w:type="paragraph" w:customStyle="1" w:styleId="41">
    <w:name w:val="Основной текст4"/>
    <w:basedOn w:val="a0"/>
    <w:link w:val="affd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sz w:val="20"/>
      <w:szCs w:val="20"/>
    </w:rPr>
  </w:style>
  <w:style w:type="paragraph" w:customStyle="1" w:styleId="26">
    <w:name w:val="Основной текст2"/>
    <w:basedOn w:val="a0"/>
    <w:rsid w:val="009620B0"/>
    <w:pPr>
      <w:widowControl w:val="0"/>
      <w:shd w:val="clear" w:color="auto" w:fill="FFFFFF"/>
      <w:spacing w:before="420" w:line="331" w:lineRule="exact"/>
      <w:ind w:firstLine="0"/>
    </w:pPr>
    <w:rPr>
      <w:rFonts w:ascii="Arial Narrow" w:eastAsia="Arial Narrow" w:hAnsi="Arial Narrow" w:cs="Arial Narrow"/>
      <w:color w:val="000000"/>
      <w:sz w:val="23"/>
      <w:szCs w:val="23"/>
    </w:rPr>
  </w:style>
  <w:style w:type="character" w:customStyle="1" w:styleId="6Exact">
    <w:name w:val="Основной текст (6) Exac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61">
    <w:name w:val="Основной текст (6)_"/>
    <w:link w:val="62"/>
    <w:rsid w:val="009620B0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9620B0"/>
    <w:pPr>
      <w:widowControl w:val="0"/>
      <w:shd w:val="clear" w:color="auto" w:fill="FFFFFF"/>
      <w:spacing w:line="283" w:lineRule="exact"/>
      <w:ind w:firstLine="0"/>
      <w:jc w:val="center"/>
    </w:pPr>
    <w:rPr>
      <w:rFonts w:ascii="Arial Narrow" w:eastAsia="Arial Narrow" w:hAnsi="Arial Narrow" w:cs="Arial Narrow"/>
      <w:sz w:val="19"/>
      <w:szCs w:val="19"/>
    </w:rPr>
  </w:style>
  <w:style w:type="character" w:customStyle="1" w:styleId="affe">
    <w:name w:val="Колонтитул_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">
    <w:name w:val="Колонтитул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1pt">
    <w:name w:val="Основной текст + 11 pt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;Полужирный"/>
    <w:rsid w:val="009620B0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6Exact0">
    <w:name w:val="Основной текст (6) + Малые прописные Exact"/>
    <w:rsid w:val="009620B0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4"/>
      <w:w w:val="100"/>
      <w:position w:val="0"/>
      <w:sz w:val="18"/>
      <w:szCs w:val="18"/>
      <w:u w:val="none"/>
      <w:lang w:val="en-US"/>
    </w:rPr>
  </w:style>
  <w:style w:type="character" w:customStyle="1" w:styleId="17">
    <w:name w:val="Основной текст1"/>
    <w:rsid w:val="009620B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HTML">
    <w:name w:val="HTML Preformatted"/>
    <w:basedOn w:val="a0"/>
    <w:link w:val="HTML0"/>
    <w:uiPriority w:val="99"/>
    <w:rsid w:val="00962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620B0"/>
    <w:rPr>
      <w:rFonts w:ascii="Courier New" w:eastAsia="Courier New" w:hAnsi="Courier New" w:cs="Courier New"/>
      <w:color w:val="000000"/>
    </w:rPr>
  </w:style>
  <w:style w:type="character" w:customStyle="1" w:styleId="FontStyle38">
    <w:name w:val="Font Style38"/>
    <w:rsid w:val="009620B0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0"/>
    <w:uiPriority w:val="99"/>
    <w:rsid w:val="009620B0"/>
    <w:pPr>
      <w:widowControl w:val="0"/>
      <w:autoSpaceDE w:val="0"/>
      <w:autoSpaceDN w:val="0"/>
      <w:adjustRightInd w:val="0"/>
      <w:spacing w:line="274" w:lineRule="exact"/>
      <w:ind w:hanging="288"/>
    </w:pPr>
    <w:rPr>
      <w:rFonts w:ascii="Times New Roman" w:hAnsi="Times New Roman"/>
    </w:rPr>
  </w:style>
  <w:style w:type="character" w:customStyle="1" w:styleId="FontStyle44">
    <w:name w:val="Font Style44"/>
    <w:uiPriority w:val="99"/>
    <w:rsid w:val="009620B0"/>
    <w:rPr>
      <w:rFonts w:ascii="Times New Roman" w:hAnsi="Times New Roman" w:cs="Times New Roman"/>
      <w:sz w:val="22"/>
      <w:szCs w:val="22"/>
    </w:rPr>
  </w:style>
  <w:style w:type="paragraph" w:customStyle="1" w:styleId="a">
    <w:name w:val="Дефис"/>
    <w:basedOn w:val="a0"/>
    <w:rsid w:val="009620B0"/>
    <w:pPr>
      <w:numPr>
        <w:numId w:val="2"/>
      </w:numPr>
      <w:tabs>
        <w:tab w:val="left" w:pos="1134"/>
      </w:tabs>
      <w:jc w:val="both"/>
    </w:pPr>
    <w:rPr>
      <w:rFonts w:ascii="Times New Roman" w:hAnsi="Times New Roman"/>
      <w:sz w:val="28"/>
      <w:szCs w:val="20"/>
    </w:rPr>
  </w:style>
  <w:style w:type="paragraph" w:customStyle="1" w:styleId="140">
    <w:name w:val="Обычный 14"/>
    <w:basedOn w:val="a0"/>
    <w:link w:val="141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141">
    <w:name w:val="Обычный 14 Знак"/>
    <w:link w:val="140"/>
    <w:rsid w:val="009620B0"/>
    <w:rPr>
      <w:sz w:val="28"/>
    </w:rPr>
  </w:style>
  <w:style w:type="paragraph" w:customStyle="1" w:styleId="afff0">
    <w:name w:val="ПЗ_Абзац_СОтступом"/>
    <w:rsid w:val="009620B0"/>
    <w:pPr>
      <w:suppressAutoHyphens/>
      <w:spacing w:before="120" w:after="480"/>
      <w:ind w:left="284" w:right="284" w:firstLine="397"/>
      <w:jc w:val="both"/>
    </w:pPr>
    <w:rPr>
      <w:rFonts w:eastAsia="Calibri"/>
      <w:sz w:val="24"/>
      <w:szCs w:val="24"/>
      <w:lang w:eastAsia="zh-CN"/>
    </w:rPr>
  </w:style>
  <w:style w:type="paragraph" w:customStyle="1" w:styleId="1">
    <w:name w:val="ПЗ_Заголовок1"/>
    <w:next w:val="afff0"/>
    <w:rsid w:val="009620B0"/>
    <w:pPr>
      <w:keepNext/>
      <w:keepLines/>
      <w:numPr>
        <w:numId w:val="1"/>
      </w:numPr>
      <w:suppressAutoHyphens/>
      <w:spacing w:after="240"/>
      <w:ind w:left="0" w:right="284" w:firstLine="0"/>
      <w:outlineLvl w:val="0"/>
    </w:pPr>
    <w:rPr>
      <w:rFonts w:eastAsia="Calibri"/>
      <w:b/>
      <w:sz w:val="26"/>
      <w:szCs w:val="22"/>
      <w:lang w:eastAsia="zh-CN"/>
    </w:rPr>
  </w:style>
  <w:style w:type="paragraph" w:styleId="afff1">
    <w:name w:val="Plain Text"/>
    <w:basedOn w:val="a0"/>
    <w:link w:val="afff2"/>
    <w:unhideWhenUsed/>
    <w:rsid w:val="009620B0"/>
    <w:pPr>
      <w:ind w:firstLine="0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1"/>
    <w:link w:val="afff1"/>
    <w:rsid w:val="009620B0"/>
    <w:rPr>
      <w:rFonts w:ascii="Courier New" w:hAnsi="Courier New"/>
    </w:rPr>
  </w:style>
  <w:style w:type="character" w:styleId="afff3">
    <w:name w:val="FollowedHyperlink"/>
    <w:uiPriority w:val="99"/>
    <w:unhideWhenUsed/>
    <w:rsid w:val="009620B0"/>
    <w:rPr>
      <w:color w:val="954F72"/>
      <w:u w:val="single"/>
    </w:rPr>
  </w:style>
  <w:style w:type="paragraph" w:customStyle="1" w:styleId="xl63">
    <w:name w:val="xl63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0"/>
    <w:rsid w:val="009620B0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5">
    <w:name w:val="xl65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  <w:b/>
      <w:bCs/>
    </w:rPr>
  </w:style>
  <w:style w:type="paragraph" w:customStyle="1" w:styleId="xl70">
    <w:name w:val="xl70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71">
    <w:name w:val="xl71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afff4">
    <w:name w:val="Основной"/>
    <w:basedOn w:val="a0"/>
    <w:link w:val="afff5"/>
    <w:qFormat/>
    <w:rsid w:val="009620B0"/>
    <w:pPr>
      <w:spacing w:line="360" w:lineRule="auto"/>
      <w:ind w:left="1418" w:right="567" w:firstLine="567"/>
      <w:contextualSpacing/>
    </w:pPr>
    <w:rPr>
      <w:rFonts w:ascii="Arial" w:hAnsi="Arial" w:cs="Arial"/>
    </w:rPr>
  </w:style>
  <w:style w:type="character" w:customStyle="1" w:styleId="afff5">
    <w:name w:val="Основной Знак"/>
    <w:link w:val="afff4"/>
    <w:locked/>
    <w:rsid w:val="009620B0"/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9620B0"/>
    <w:rPr>
      <w:rFonts w:ascii="Times New Roman" w:hAnsi="Times New Roman" w:cs="Times New Roman"/>
      <w:b/>
      <w:bCs/>
      <w:sz w:val="26"/>
      <w:szCs w:val="26"/>
    </w:rPr>
  </w:style>
  <w:style w:type="paragraph" w:styleId="afff6">
    <w:name w:val="Normal (Web)"/>
    <w:basedOn w:val="a0"/>
    <w:rsid w:val="009620B0"/>
    <w:pPr>
      <w:spacing w:before="280" w:after="280"/>
      <w:ind w:firstLine="0"/>
    </w:pPr>
    <w:rPr>
      <w:rFonts w:ascii="Times New Roman" w:hAnsi="Times New Roman"/>
      <w:lang w:eastAsia="ar-SA"/>
    </w:rPr>
  </w:style>
  <w:style w:type="character" w:customStyle="1" w:styleId="FontStyle84">
    <w:name w:val="Font Style84"/>
    <w:uiPriority w:val="99"/>
    <w:rsid w:val="009620B0"/>
    <w:rPr>
      <w:rFonts w:ascii="Times New Roman" w:hAnsi="Times New Roman" w:cs="Times New Roman"/>
      <w:color w:val="000000"/>
      <w:sz w:val="22"/>
      <w:szCs w:val="22"/>
    </w:rPr>
  </w:style>
  <w:style w:type="table" w:customStyle="1" w:styleId="18">
    <w:name w:val="Сетка таблицы1"/>
    <w:basedOn w:val="a2"/>
    <w:next w:val="af1"/>
    <w:uiPriority w:val="59"/>
    <w:rsid w:val="009620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3"/>
    <w:uiPriority w:val="99"/>
    <w:semiHidden/>
    <w:unhideWhenUsed/>
    <w:rsid w:val="009620B0"/>
  </w:style>
  <w:style w:type="paragraph" w:customStyle="1" w:styleId="Postan">
    <w:name w:val="Postan"/>
    <w:basedOn w:val="a0"/>
    <w:uiPriority w:val="99"/>
    <w:rsid w:val="009620B0"/>
    <w:pPr>
      <w:ind w:firstLine="0"/>
      <w:jc w:val="center"/>
    </w:pPr>
    <w:rPr>
      <w:rFonts w:ascii="Times New Roman" w:hAnsi="Times New Roman"/>
      <w:sz w:val="28"/>
      <w:szCs w:val="20"/>
    </w:rPr>
  </w:style>
  <w:style w:type="character" w:styleId="afff7">
    <w:name w:val="page number"/>
    <w:rsid w:val="009620B0"/>
  </w:style>
  <w:style w:type="character" w:customStyle="1" w:styleId="1a">
    <w:name w:val="Текст сноски Знак1"/>
    <w:aliases w:val="Знак Знак Знак Знак1,Знак Знак Знак Знак Знак Знак Знак Знак Знак Знак Знак Знак Знак Знак Знак Знак Знак Знак Знак Знак Знак Знак1"/>
    <w:uiPriority w:val="99"/>
    <w:rsid w:val="009620B0"/>
  </w:style>
  <w:style w:type="paragraph" w:styleId="34">
    <w:name w:val="Body Text Indent 3"/>
    <w:basedOn w:val="a0"/>
    <w:link w:val="35"/>
    <w:unhideWhenUsed/>
    <w:rsid w:val="009620B0"/>
    <w:pPr>
      <w:spacing w:after="120"/>
      <w:ind w:left="283" w:firstLine="0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9620B0"/>
    <w:rPr>
      <w:sz w:val="16"/>
      <w:szCs w:val="16"/>
    </w:rPr>
  </w:style>
  <w:style w:type="paragraph" w:styleId="afff8">
    <w:name w:val="Document Map"/>
    <w:basedOn w:val="a0"/>
    <w:link w:val="afff9"/>
    <w:uiPriority w:val="99"/>
    <w:unhideWhenUsed/>
    <w:rsid w:val="009620B0"/>
    <w:pPr>
      <w:shd w:val="clear" w:color="auto" w:fill="000080"/>
      <w:ind w:firstLine="0"/>
    </w:pPr>
    <w:rPr>
      <w:rFonts w:ascii="Tahoma" w:hAnsi="Tahoma" w:cs="Tahoma"/>
    </w:rPr>
  </w:style>
  <w:style w:type="character" w:customStyle="1" w:styleId="afff9">
    <w:name w:val="Схема документа Знак"/>
    <w:basedOn w:val="a1"/>
    <w:link w:val="afff8"/>
    <w:uiPriority w:val="99"/>
    <w:rsid w:val="009620B0"/>
    <w:rPr>
      <w:rFonts w:ascii="Tahoma" w:hAnsi="Tahoma" w:cs="Tahoma"/>
      <w:sz w:val="24"/>
      <w:szCs w:val="24"/>
      <w:shd w:val="clear" w:color="auto" w:fill="000080"/>
    </w:rPr>
  </w:style>
  <w:style w:type="paragraph" w:customStyle="1" w:styleId="ConsTitle">
    <w:name w:val="ConsTitle"/>
    <w:uiPriority w:val="99"/>
    <w:rsid w:val="009620B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9620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a">
    <w:name w:val="Знак Знак Знак Знак Знак Знак Знак"/>
    <w:basedOn w:val="a0"/>
    <w:uiPriority w:val="99"/>
    <w:rsid w:val="009620B0"/>
    <w:pPr>
      <w:tabs>
        <w:tab w:val="num" w:pos="360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Знак1"/>
    <w:basedOn w:val="a0"/>
    <w:uiPriority w:val="99"/>
    <w:rsid w:val="009620B0"/>
    <w:pPr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1c">
    <w:name w:val="Без интервала1"/>
    <w:uiPriority w:val="99"/>
    <w:rsid w:val="009620B0"/>
    <w:rPr>
      <w:rFonts w:ascii="Calibri" w:hAnsi="Calibri"/>
      <w:sz w:val="22"/>
      <w:szCs w:val="22"/>
      <w:lang w:eastAsia="en-US"/>
    </w:rPr>
  </w:style>
  <w:style w:type="paragraph" w:customStyle="1" w:styleId="1d">
    <w:name w:val="Абзац списка1"/>
    <w:basedOn w:val="a0"/>
    <w:uiPriority w:val="99"/>
    <w:rsid w:val="009620B0"/>
    <w:pPr>
      <w:spacing w:after="200" w:line="276" w:lineRule="auto"/>
      <w:ind w:left="708" w:firstLine="0"/>
    </w:pPr>
    <w:rPr>
      <w:rFonts w:cs="Calibri"/>
      <w:sz w:val="22"/>
      <w:szCs w:val="22"/>
      <w:lang w:eastAsia="en-US"/>
    </w:rPr>
  </w:style>
  <w:style w:type="paragraph" w:customStyle="1" w:styleId="afffb">
    <w:name w:val="Основной текст пояснительной записки"/>
    <w:basedOn w:val="a0"/>
    <w:uiPriority w:val="99"/>
    <w:rsid w:val="009620B0"/>
    <w:pPr>
      <w:spacing w:line="360" w:lineRule="auto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1e">
    <w:name w:val="1"/>
    <w:basedOn w:val="a0"/>
    <w:uiPriority w:val="99"/>
    <w:rsid w:val="009620B0"/>
    <w:pPr>
      <w:spacing w:after="160" w:line="240" w:lineRule="exact"/>
      <w:ind w:firstLine="0"/>
    </w:pPr>
    <w:rPr>
      <w:rFonts w:ascii="Verdana" w:hAnsi="Verdana"/>
      <w:lang w:val="en-US" w:eastAsia="en-US"/>
    </w:rPr>
  </w:style>
  <w:style w:type="paragraph" w:customStyle="1" w:styleId="Default">
    <w:name w:val="Default"/>
    <w:rsid w:val="009620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c">
    <w:name w:val="Пояснительная"/>
    <w:basedOn w:val="a0"/>
    <w:rsid w:val="009620B0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d">
    <w:name w:val="Записка Знак Знак"/>
    <w:basedOn w:val="a0"/>
    <w:rsid w:val="009620B0"/>
    <w:pPr>
      <w:jc w:val="both"/>
    </w:pPr>
    <w:rPr>
      <w:rFonts w:ascii="Times New Roman" w:hAnsi="Times New Roman"/>
      <w:sz w:val="28"/>
      <w:szCs w:val="20"/>
    </w:rPr>
  </w:style>
  <w:style w:type="character" w:customStyle="1" w:styleId="afffe">
    <w:name w:val="ГипроДор_Текст Знак"/>
    <w:link w:val="affff"/>
    <w:locked/>
    <w:rsid w:val="009620B0"/>
    <w:rPr>
      <w:rFonts w:ascii="Courier New" w:hAnsi="Courier New" w:cs="Courier New"/>
    </w:rPr>
  </w:style>
  <w:style w:type="paragraph" w:customStyle="1" w:styleId="affff">
    <w:name w:val="ГипроДор_Текст"/>
    <w:basedOn w:val="afff1"/>
    <w:link w:val="afffe"/>
    <w:rsid w:val="009620B0"/>
    <w:rPr>
      <w:rFonts w:cs="Courier New"/>
    </w:rPr>
  </w:style>
  <w:style w:type="paragraph" w:customStyle="1" w:styleId="Style1">
    <w:name w:val="Style1"/>
    <w:basedOn w:val="a0"/>
    <w:uiPriority w:val="99"/>
    <w:rsid w:val="009620B0"/>
    <w:pPr>
      <w:widowControl w:val="0"/>
      <w:autoSpaceDE w:val="0"/>
      <w:autoSpaceDN w:val="0"/>
      <w:adjustRightInd w:val="0"/>
      <w:spacing w:line="447" w:lineRule="exact"/>
      <w:ind w:firstLine="0"/>
      <w:jc w:val="center"/>
    </w:pPr>
    <w:rPr>
      <w:rFonts w:ascii="Times New Roman" w:hAnsi="Times New Roman"/>
    </w:rPr>
  </w:style>
  <w:style w:type="paragraph" w:customStyle="1" w:styleId="Style2">
    <w:name w:val="Style2"/>
    <w:basedOn w:val="a0"/>
    <w:uiPriority w:val="99"/>
    <w:rsid w:val="009620B0"/>
    <w:pPr>
      <w:widowControl w:val="0"/>
      <w:autoSpaceDE w:val="0"/>
      <w:autoSpaceDN w:val="0"/>
      <w:adjustRightInd w:val="0"/>
      <w:spacing w:line="228" w:lineRule="exact"/>
      <w:ind w:firstLine="0"/>
    </w:pPr>
    <w:rPr>
      <w:rFonts w:ascii="Times New Roman" w:hAnsi="Times New Roman"/>
    </w:rPr>
  </w:style>
  <w:style w:type="paragraph" w:customStyle="1" w:styleId="Style4">
    <w:name w:val="Style4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7">
    <w:name w:val="Style7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Style3">
    <w:name w:val="Style3"/>
    <w:basedOn w:val="a0"/>
    <w:uiPriority w:val="99"/>
    <w:rsid w:val="009620B0"/>
    <w:pPr>
      <w:widowControl w:val="0"/>
      <w:autoSpaceDE w:val="0"/>
      <w:autoSpaceDN w:val="0"/>
      <w:adjustRightInd w:val="0"/>
      <w:ind w:firstLine="0"/>
    </w:pPr>
    <w:rPr>
      <w:rFonts w:ascii="Times New Roman" w:hAnsi="Times New Roman"/>
    </w:rPr>
  </w:style>
  <w:style w:type="paragraph" w:customStyle="1" w:styleId="ConsPlusCell">
    <w:name w:val="ConsPlusCell"/>
    <w:uiPriority w:val="99"/>
    <w:rsid w:val="009620B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ont5">
    <w:name w:val="font5"/>
    <w:basedOn w:val="a0"/>
    <w:rsid w:val="009620B0"/>
    <w:pPr>
      <w:spacing w:before="100" w:beforeAutospacing="1" w:after="100" w:afterAutospacing="1"/>
      <w:ind w:firstLine="0"/>
    </w:pPr>
    <w:rPr>
      <w:color w:val="000000"/>
      <w:sz w:val="22"/>
      <w:szCs w:val="22"/>
    </w:rPr>
  </w:style>
  <w:style w:type="paragraph" w:customStyle="1" w:styleId="xl72">
    <w:name w:val="xl72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3">
    <w:name w:val="xl73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4">
    <w:name w:val="xl74"/>
    <w:basedOn w:val="a0"/>
    <w:rsid w:val="009620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5">
    <w:name w:val="xl75"/>
    <w:basedOn w:val="a0"/>
    <w:rsid w:val="009620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6">
    <w:name w:val="xl76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7">
    <w:name w:val="xl77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8">
    <w:name w:val="xl78"/>
    <w:basedOn w:val="a0"/>
    <w:rsid w:val="009620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79">
    <w:name w:val="xl79"/>
    <w:basedOn w:val="a0"/>
    <w:rsid w:val="009620B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character" w:customStyle="1" w:styleId="210">
    <w:name w:val="Знак Знак21"/>
    <w:locked/>
    <w:rsid w:val="009620B0"/>
    <w:rPr>
      <w:rFonts w:ascii="Cambria" w:hAnsi="Cambria" w:hint="default"/>
      <w:b/>
      <w:bCs w:val="0"/>
      <w:color w:val="4F81BD"/>
      <w:sz w:val="24"/>
      <w:lang w:val="ru-RU" w:eastAsia="ru-RU"/>
    </w:rPr>
  </w:style>
  <w:style w:type="character" w:customStyle="1" w:styleId="newstext">
    <w:name w:val="newstext"/>
    <w:rsid w:val="009620B0"/>
  </w:style>
  <w:style w:type="character" w:customStyle="1" w:styleId="onenewstext">
    <w:name w:val="onenewstext"/>
    <w:rsid w:val="009620B0"/>
  </w:style>
  <w:style w:type="character" w:customStyle="1" w:styleId="Iniiaiieoeoo5">
    <w:name w:val="Iniiaiie o?eoo5"/>
    <w:rsid w:val="009620B0"/>
  </w:style>
  <w:style w:type="character" w:customStyle="1" w:styleId="FontStyle11">
    <w:name w:val="Font Style11"/>
    <w:uiPriority w:val="99"/>
    <w:rsid w:val="009620B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9620B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uiPriority w:val="99"/>
    <w:rsid w:val="009620B0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9620B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Iniiaiieoeoo2">
    <w:name w:val="Iniiaiie o?eoo2"/>
    <w:rsid w:val="009620B0"/>
  </w:style>
  <w:style w:type="character" w:customStyle="1" w:styleId="apple-converted-space">
    <w:name w:val="apple-converted-space"/>
    <w:rsid w:val="009620B0"/>
  </w:style>
  <w:style w:type="table" w:customStyle="1" w:styleId="27">
    <w:name w:val="Сетка таблицы2"/>
    <w:basedOn w:val="a2"/>
    <w:next w:val="af1"/>
    <w:uiPriority w:val="59"/>
    <w:rsid w:val="00962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uiPriority w:val="59"/>
    <w:rsid w:val="009620B0"/>
    <w:pPr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2"/>
    <w:uiPriority w:val="59"/>
    <w:rsid w:val="009620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0">
    <w:name w:val="Signature"/>
    <w:link w:val="affff1"/>
    <w:rsid w:val="009620B0"/>
    <w:pPr>
      <w:widowControl w:val="0"/>
      <w:jc w:val="center"/>
    </w:pPr>
  </w:style>
  <w:style w:type="character" w:customStyle="1" w:styleId="affff1">
    <w:name w:val="Подпись Знак"/>
    <w:basedOn w:val="a1"/>
    <w:link w:val="affff0"/>
    <w:rsid w:val="009620B0"/>
  </w:style>
  <w:style w:type="paragraph" w:customStyle="1" w:styleId="affff2">
    <w:name w:val="Пояснение"/>
    <w:rsid w:val="009620B0"/>
    <w:pPr>
      <w:widowControl w:val="0"/>
      <w:ind w:firstLine="720"/>
      <w:jc w:val="both"/>
    </w:pPr>
    <w:rPr>
      <w:sz w:val="24"/>
    </w:rPr>
  </w:style>
  <w:style w:type="paragraph" w:customStyle="1" w:styleId="affff3">
    <w:name w:val="Табл"/>
    <w:rsid w:val="009620B0"/>
    <w:pPr>
      <w:spacing w:before="120" w:after="80" w:line="280" w:lineRule="atLeast"/>
    </w:pPr>
    <w:rPr>
      <w:sz w:val="24"/>
    </w:rPr>
  </w:style>
  <w:style w:type="paragraph" w:customStyle="1" w:styleId="affff4">
    <w:name w:val="Титул"/>
    <w:rsid w:val="009620B0"/>
    <w:pPr>
      <w:spacing w:before="200"/>
      <w:jc w:val="center"/>
    </w:pPr>
    <w:rPr>
      <w:b/>
      <w:caps/>
      <w:sz w:val="24"/>
    </w:rPr>
  </w:style>
  <w:style w:type="paragraph" w:customStyle="1" w:styleId="142">
    <w:name w:val="Пояснение14"/>
    <w:basedOn w:val="a0"/>
    <w:rsid w:val="009620B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fff5">
    <w:name w:val="Чертежный Знак"/>
    <w:link w:val="affff6"/>
    <w:locked/>
    <w:rsid w:val="009620B0"/>
    <w:rPr>
      <w:rFonts w:ascii="GOST type A" w:hAnsi="GOST type A"/>
      <w:i/>
      <w:sz w:val="28"/>
      <w:lang w:val="uk-UA"/>
    </w:rPr>
  </w:style>
  <w:style w:type="paragraph" w:customStyle="1" w:styleId="affff6">
    <w:name w:val="Чертежный"/>
    <w:link w:val="affff5"/>
    <w:rsid w:val="009620B0"/>
    <w:pPr>
      <w:jc w:val="both"/>
    </w:pPr>
    <w:rPr>
      <w:rFonts w:ascii="GOST type A" w:hAnsi="GOST type A"/>
      <w:i/>
      <w:sz w:val="28"/>
      <w:lang w:val="uk-UA"/>
    </w:rPr>
  </w:style>
  <w:style w:type="character" w:customStyle="1" w:styleId="affff7">
    <w:name w:val="Текст примечания Знак"/>
    <w:link w:val="affff8"/>
    <w:uiPriority w:val="99"/>
    <w:rsid w:val="009620B0"/>
  </w:style>
  <w:style w:type="paragraph" w:styleId="affff8">
    <w:name w:val="annotation text"/>
    <w:basedOn w:val="a0"/>
    <w:link w:val="affff7"/>
    <w:uiPriority w:val="99"/>
    <w:unhideWhenUsed/>
    <w:rsid w:val="009620B0"/>
    <w:pPr>
      <w:ind w:firstLine="0"/>
    </w:pPr>
    <w:rPr>
      <w:rFonts w:ascii="Times New Roman" w:hAnsi="Times New Roman"/>
      <w:sz w:val="20"/>
      <w:szCs w:val="20"/>
    </w:rPr>
  </w:style>
  <w:style w:type="character" w:customStyle="1" w:styleId="1f">
    <w:name w:val="Текст примечания Знак1"/>
    <w:basedOn w:val="a1"/>
    <w:uiPriority w:val="99"/>
    <w:rsid w:val="009620B0"/>
    <w:rPr>
      <w:rFonts w:ascii="Calibri" w:hAnsi="Calibri"/>
    </w:rPr>
  </w:style>
  <w:style w:type="character" w:customStyle="1" w:styleId="affff9">
    <w:name w:val="Тема примечания Знак"/>
    <w:link w:val="affffa"/>
    <w:uiPriority w:val="99"/>
    <w:rsid w:val="009620B0"/>
    <w:rPr>
      <w:b/>
      <w:bCs/>
    </w:rPr>
  </w:style>
  <w:style w:type="paragraph" w:styleId="affffa">
    <w:name w:val="annotation subject"/>
    <w:basedOn w:val="affff8"/>
    <w:next w:val="affff8"/>
    <w:link w:val="affff9"/>
    <w:uiPriority w:val="99"/>
    <w:unhideWhenUsed/>
    <w:rsid w:val="009620B0"/>
    <w:rPr>
      <w:b/>
      <w:bCs/>
    </w:rPr>
  </w:style>
  <w:style w:type="character" w:customStyle="1" w:styleId="1f0">
    <w:name w:val="Тема примечания Знак1"/>
    <w:basedOn w:val="1f"/>
    <w:uiPriority w:val="99"/>
    <w:rsid w:val="009620B0"/>
    <w:rPr>
      <w:rFonts w:ascii="Calibri" w:hAnsi="Calibri"/>
      <w:b/>
      <w:bCs/>
    </w:rPr>
  </w:style>
  <w:style w:type="paragraph" w:customStyle="1" w:styleId="affffb">
    <w:name w:val="рамки"/>
    <w:basedOn w:val="a0"/>
    <w:rsid w:val="009620B0"/>
    <w:pPr>
      <w:ind w:firstLine="0"/>
      <w:jc w:val="both"/>
    </w:pPr>
    <w:rPr>
      <w:rFonts w:ascii="GOST 2.304 type A" w:hAnsi="GOST 2.304 type A"/>
      <w:sz w:val="20"/>
      <w:szCs w:val="20"/>
    </w:rPr>
  </w:style>
  <w:style w:type="paragraph" w:customStyle="1" w:styleId="111">
    <w:name w:val="заголовок 11"/>
    <w:basedOn w:val="a0"/>
    <w:next w:val="a0"/>
    <w:rsid w:val="009620B0"/>
    <w:pPr>
      <w:keepNext/>
      <w:ind w:firstLine="0"/>
    </w:pPr>
    <w:rPr>
      <w:rFonts w:ascii="Times New Roman" w:eastAsia="Calibri" w:hAnsi="Times New Roman"/>
      <w:szCs w:val="20"/>
    </w:rPr>
  </w:style>
  <w:style w:type="character" w:styleId="affffc">
    <w:name w:val="annotation reference"/>
    <w:uiPriority w:val="99"/>
    <w:unhideWhenUsed/>
    <w:rsid w:val="009620B0"/>
    <w:rPr>
      <w:sz w:val="16"/>
      <w:szCs w:val="16"/>
    </w:rPr>
  </w:style>
  <w:style w:type="numbering" w:customStyle="1" w:styleId="112">
    <w:name w:val="Нет списка11"/>
    <w:next w:val="a3"/>
    <w:uiPriority w:val="99"/>
    <w:semiHidden/>
    <w:unhideWhenUsed/>
    <w:rsid w:val="009620B0"/>
  </w:style>
  <w:style w:type="paragraph" w:customStyle="1" w:styleId="msonormal0">
    <w:name w:val="msonormal"/>
    <w:basedOn w:val="a0"/>
    <w:rsid w:val="009620B0"/>
    <w:pPr>
      <w:spacing w:before="100" w:beforeAutospacing="1" w:after="100" w:afterAutospacing="1"/>
      <w:ind w:firstLine="0"/>
    </w:pPr>
    <w:rPr>
      <w:rFonts w:ascii="Times New Roman" w:hAnsi="Times New Roman"/>
    </w:rPr>
  </w:style>
  <w:style w:type="paragraph" w:customStyle="1" w:styleId="xl80">
    <w:name w:val="xl80"/>
    <w:basedOn w:val="a0"/>
    <w:rsid w:val="009620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81">
    <w:name w:val="xl81"/>
    <w:basedOn w:val="a0"/>
    <w:rsid w:val="009620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character" w:customStyle="1" w:styleId="FontStyle37">
    <w:name w:val="Font Style37"/>
    <w:uiPriority w:val="99"/>
    <w:rsid w:val="009620B0"/>
    <w:rPr>
      <w:rFonts w:ascii="Arial" w:hAnsi="Arial" w:cs="Arial"/>
      <w:sz w:val="20"/>
      <w:szCs w:val="20"/>
    </w:rPr>
  </w:style>
  <w:style w:type="paragraph" w:customStyle="1" w:styleId="affffd">
    <w:name w:val="Таблицы"/>
    <w:basedOn w:val="a0"/>
    <w:qFormat/>
    <w:rsid w:val="009620B0"/>
    <w:pPr>
      <w:widowControl w:val="0"/>
      <w:overflowPunct w:val="0"/>
      <w:autoSpaceDE w:val="0"/>
      <w:autoSpaceDN w:val="0"/>
      <w:adjustRightInd w:val="0"/>
      <w:ind w:firstLine="0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FontStyle65">
    <w:name w:val="Font Style65"/>
    <w:rsid w:val="009620B0"/>
    <w:rPr>
      <w:rFonts w:ascii="Times New Roman" w:hAnsi="Times New Roman" w:cs="Times New Roman"/>
      <w:sz w:val="22"/>
      <w:szCs w:val="22"/>
    </w:rPr>
  </w:style>
  <w:style w:type="numbering" w:customStyle="1" w:styleId="28">
    <w:name w:val="Нет списка2"/>
    <w:next w:val="a3"/>
    <w:uiPriority w:val="99"/>
    <w:semiHidden/>
    <w:unhideWhenUsed/>
    <w:rsid w:val="009620B0"/>
  </w:style>
  <w:style w:type="numbering" w:customStyle="1" w:styleId="37">
    <w:name w:val="Нет списка3"/>
    <w:next w:val="a3"/>
    <w:uiPriority w:val="99"/>
    <w:semiHidden/>
    <w:unhideWhenUsed/>
    <w:rsid w:val="009620B0"/>
  </w:style>
  <w:style w:type="numbering" w:customStyle="1" w:styleId="42">
    <w:name w:val="Нет списка4"/>
    <w:next w:val="a3"/>
    <w:uiPriority w:val="99"/>
    <w:semiHidden/>
    <w:unhideWhenUsed/>
    <w:rsid w:val="009620B0"/>
  </w:style>
  <w:style w:type="table" w:customStyle="1" w:styleId="TableGrid">
    <w:name w:val="TableGrid"/>
    <w:rsid w:val="0002089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e">
    <w:name w:val="Body Text First Indent"/>
    <w:basedOn w:val="a9"/>
    <w:link w:val="afffff"/>
    <w:uiPriority w:val="99"/>
    <w:semiHidden/>
    <w:unhideWhenUsed/>
    <w:rsid w:val="00463FDD"/>
    <w:pPr>
      <w:ind w:firstLine="360"/>
    </w:pPr>
  </w:style>
  <w:style w:type="character" w:customStyle="1" w:styleId="afffff">
    <w:name w:val="Красная строка Знак"/>
    <w:basedOn w:val="12"/>
    <w:link w:val="affffe"/>
    <w:uiPriority w:val="99"/>
    <w:semiHidden/>
    <w:rsid w:val="00463FDD"/>
    <w:rPr>
      <w:rFonts w:ascii="Calibri" w:hAnsi="Calibri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080;&#1082;&#1090;&#1086;&#1088;\&#1044;&#1086;&#1082;&#1091;&#1084;&#1077;&#1085;&#1090;&#1099;%20&#1088;&#1072;&#1079;&#1085;&#1086;&#1077;\&#1064;&#1072;&#1073;&#1083;&#1086;&#1085;%20&#1043;&#1054;&#1057;&#1058;%20&#1076;&#1083;&#1103;%20MSWord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ГОСТ.dot</Template>
  <TotalTime>573</TotalTime>
  <Pages>11</Pages>
  <Words>3361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22481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subject/>
  <dc:creator>ПК</dc:creator>
  <cp:keywords/>
  <dc:description/>
  <cp:lastModifiedBy>Pc7</cp:lastModifiedBy>
  <cp:revision>80</cp:revision>
  <cp:lastPrinted>2022-09-28T08:56:00Z</cp:lastPrinted>
  <dcterms:created xsi:type="dcterms:W3CDTF">2020-08-07T12:09:00Z</dcterms:created>
  <dcterms:modified xsi:type="dcterms:W3CDTF">2022-11-18T15:18:00Z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